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DD" w:rsidRDefault="008D77DD" w:rsidP="002A2AA9">
      <w:pPr>
        <w:jc w:val="center"/>
        <w:rPr>
          <w:b/>
          <w:lang w:val="uk-UA"/>
        </w:rPr>
      </w:pPr>
      <w:r w:rsidRPr="002A2AA9">
        <w:rPr>
          <w:b/>
        </w:rPr>
        <w:t>АЛГОРИТМ</w:t>
      </w:r>
      <w:r w:rsidRPr="002A2AA9">
        <w:rPr>
          <w:b/>
          <w:lang w:val="uk-UA"/>
        </w:rPr>
        <w:t xml:space="preserve">  НАГОРОДЖЕННЯ</w:t>
      </w:r>
    </w:p>
    <w:p w:rsidR="008D77DD" w:rsidRDefault="008D77DD" w:rsidP="000548D4">
      <w:pPr>
        <w:pStyle w:val="ListParagraph"/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1. </w:t>
      </w:r>
      <w:r w:rsidRPr="000548D4">
        <w:rPr>
          <w:lang w:val="uk-UA"/>
        </w:rPr>
        <w:t xml:space="preserve">Грамотами </w:t>
      </w:r>
      <w:r w:rsidRPr="00D03E56">
        <w:rPr>
          <w:b/>
          <w:i/>
          <w:lang w:val="uk-UA"/>
        </w:rPr>
        <w:t>нагороджуються особи, які пропрацювали в галузі освіти і науки не менше 5 років</w:t>
      </w:r>
      <w:r w:rsidRPr="000548D4">
        <w:rPr>
          <w:lang w:val="uk-UA"/>
        </w:rPr>
        <w:t>.</w:t>
      </w:r>
    </w:p>
    <w:p w:rsidR="008D77DD" w:rsidRPr="00D64AF5" w:rsidRDefault="008D77DD" w:rsidP="000548D4">
      <w:pPr>
        <w:pStyle w:val="ListParagraph"/>
        <w:spacing w:line="240" w:lineRule="auto"/>
        <w:ind w:left="0" w:firstLine="0"/>
        <w:jc w:val="both"/>
        <w:rPr>
          <w:b/>
          <w:i/>
          <w:lang w:val="uk-UA"/>
        </w:rPr>
      </w:pPr>
      <w:r>
        <w:rPr>
          <w:lang w:val="uk-UA"/>
        </w:rPr>
        <w:t xml:space="preserve">2. Відзначення Грамотою може бути проведено </w:t>
      </w:r>
      <w:r>
        <w:rPr>
          <w:b/>
          <w:i/>
          <w:lang w:val="uk-UA"/>
        </w:rPr>
        <w:t>повторно не раніше, як через 2</w:t>
      </w:r>
      <w:r w:rsidRPr="00D64AF5">
        <w:rPr>
          <w:b/>
          <w:i/>
          <w:lang w:val="uk-UA"/>
        </w:rPr>
        <w:t xml:space="preserve"> роки.</w:t>
      </w:r>
    </w:p>
    <w:p w:rsidR="008D77DD" w:rsidRDefault="008D77DD" w:rsidP="000548D4">
      <w:pPr>
        <w:pStyle w:val="ListParagraph"/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3. Відзначення Грамотою проводиться за поданням керівників навчальних закладів із зазначенням конкретних заслуг трудового колективу чи окремої особи.</w:t>
      </w:r>
    </w:p>
    <w:p w:rsidR="008D77DD" w:rsidRDefault="008D77DD" w:rsidP="000548D4">
      <w:pPr>
        <w:pStyle w:val="ListParagraph"/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4. Пропозиції щодо нагородження осіб за підсумками навчального року та атестації педагогічних працівників подаються протягом червня-липня поточного року.</w:t>
      </w:r>
    </w:p>
    <w:p w:rsidR="008D77DD" w:rsidRDefault="008D77DD" w:rsidP="000548D4">
      <w:pPr>
        <w:pStyle w:val="ListParagraph"/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 Педагогічні працівники, учні яких посіли призові місця на змаганнях міського, обласного та всеукраїнського рівнів, вносяться до подання за підсумками навчального року </w:t>
      </w:r>
      <w:r>
        <w:rPr>
          <w:b/>
          <w:i/>
          <w:lang w:val="uk-UA"/>
        </w:rPr>
        <w:t>(</w:t>
      </w:r>
      <w:r w:rsidRPr="006047A3">
        <w:rPr>
          <w:b/>
          <w:i/>
          <w:lang w:val="uk-UA"/>
        </w:rPr>
        <w:t>конкретно П.І. учня (педагога); захід в якому приймав участь та місце, яке посів</w:t>
      </w:r>
      <w:r>
        <w:rPr>
          <w:lang w:val="uk-UA"/>
        </w:rPr>
        <w:t>).</w:t>
      </w:r>
    </w:p>
    <w:p w:rsidR="008D77DD" w:rsidRDefault="008D77DD" w:rsidP="00DC55F7">
      <w:pPr>
        <w:pStyle w:val="ListParagraph"/>
        <w:spacing w:line="240" w:lineRule="auto"/>
        <w:ind w:left="0" w:firstLine="708"/>
        <w:jc w:val="both"/>
        <w:rPr>
          <w:lang w:val="uk-UA"/>
        </w:rPr>
      </w:pPr>
      <w:r w:rsidRPr="00DC55F7">
        <w:rPr>
          <w:b/>
          <w:i/>
          <w:lang w:val="uk-UA"/>
        </w:rPr>
        <w:t>Повторне нагородження Грамотою в один рік з будь-яких причин не проводиться.</w:t>
      </w:r>
    </w:p>
    <w:p w:rsidR="008D77DD" w:rsidRPr="00267ED6" w:rsidRDefault="008D77DD" w:rsidP="005D1CC6">
      <w:pPr>
        <w:spacing w:line="240" w:lineRule="auto"/>
        <w:ind w:firstLine="0"/>
        <w:jc w:val="both"/>
        <w:rPr>
          <w:b/>
          <w:i/>
          <w:lang w:val="uk-UA"/>
        </w:rPr>
      </w:pPr>
      <w:r>
        <w:rPr>
          <w:lang w:val="uk-UA"/>
        </w:rPr>
        <w:t xml:space="preserve">5. Пропозиції щодо нагородження осіб та трудових колективів з нагоди ювілейної дати та з нагоди професійних свят працівників навчальних закладів подаються до відділу освіти </w:t>
      </w:r>
      <w:r w:rsidRPr="00267ED6">
        <w:rPr>
          <w:b/>
          <w:i/>
          <w:lang w:val="uk-UA"/>
        </w:rPr>
        <w:t xml:space="preserve">не пізніше ніж за 2,5 місяці до ювілейної дати. </w:t>
      </w:r>
    </w:p>
    <w:p w:rsidR="008D77DD" w:rsidRDefault="008D77DD" w:rsidP="005D1CC6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>6</w:t>
      </w:r>
      <w:r w:rsidRPr="00AC0603">
        <w:rPr>
          <w:b/>
          <w:i/>
          <w:lang w:val="uk-UA"/>
        </w:rPr>
        <w:t>. У клопотанні про нагородження Грамотою вказуються</w:t>
      </w:r>
      <w:r>
        <w:rPr>
          <w:lang w:val="uk-UA"/>
        </w:rPr>
        <w:t>:</w:t>
      </w:r>
    </w:p>
    <w:p w:rsidR="008D77DD" w:rsidRDefault="008D77DD" w:rsidP="005D1CC6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>- прізвище, імʼя та по батькові із зазначенням посади (надається в алфавітному порядку);</w:t>
      </w:r>
    </w:p>
    <w:p w:rsidR="008D77DD" w:rsidRDefault="008D77DD" w:rsidP="005D1CC6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>- подія, до якої подається відзначення, дата та місце проведення нагородження;</w:t>
      </w:r>
    </w:p>
    <w:p w:rsidR="008D77DD" w:rsidRDefault="008D77DD" w:rsidP="005D1CC6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>- заслуги, які пропонується відзначення Грамотою.</w:t>
      </w:r>
    </w:p>
    <w:p w:rsidR="008D77DD" w:rsidRPr="00F156F9" w:rsidRDefault="008D77DD" w:rsidP="005D1CC6">
      <w:pPr>
        <w:spacing w:line="240" w:lineRule="auto"/>
        <w:ind w:firstLine="0"/>
        <w:jc w:val="both"/>
        <w:rPr>
          <w:b/>
          <w:i/>
          <w:lang w:val="uk-UA"/>
        </w:rPr>
      </w:pPr>
      <w:r>
        <w:rPr>
          <w:lang w:val="uk-UA"/>
        </w:rPr>
        <w:t>7</w:t>
      </w:r>
      <w:r w:rsidRPr="00F156F9">
        <w:rPr>
          <w:b/>
          <w:i/>
          <w:lang w:val="uk-UA"/>
        </w:rPr>
        <w:t>. Одночасно з поданням подаються такі документи:</w:t>
      </w:r>
    </w:p>
    <w:p w:rsidR="008D77DD" w:rsidRDefault="008D77DD" w:rsidP="005D1CC6">
      <w:pPr>
        <w:spacing w:line="240" w:lineRule="auto"/>
        <w:ind w:firstLine="0"/>
        <w:jc w:val="both"/>
        <w:rPr>
          <w:lang w:val="uk-UA"/>
        </w:rPr>
      </w:pPr>
      <w:r w:rsidRPr="00F156F9">
        <w:rPr>
          <w:b/>
          <w:i/>
          <w:lang w:val="uk-UA"/>
        </w:rPr>
        <w:t xml:space="preserve">- </w:t>
      </w:r>
      <w:r>
        <w:rPr>
          <w:lang w:val="uk-UA"/>
        </w:rPr>
        <w:t xml:space="preserve">довідка-подання встановленого зразка (додаток), у якій визначаються конкретні заслуги особи, що стали підставою для порушення клопотання щодо відзначення Грамотою із зазначенням </w:t>
      </w:r>
      <w:r w:rsidRPr="00C61F59">
        <w:rPr>
          <w:b/>
          <w:i/>
          <w:lang w:val="uk-UA"/>
        </w:rPr>
        <w:t>назв нагород</w:t>
      </w:r>
      <w:r>
        <w:rPr>
          <w:lang w:val="uk-UA"/>
        </w:rPr>
        <w:t xml:space="preserve">,якими було відзначено кандидата на відзнаку, </w:t>
      </w:r>
      <w:r w:rsidRPr="00C53282">
        <w:rPr>
          <w:b/>
          <w:i/>
          <w:lang w:val="uk-UA"/>
        </w:rPr>
        <w:t>дати та номера підтверджуючого</w:t>
      </w:r>
      <w:r>
        <w:rPr>
          <w:lang w:val="uk-UA"/>
        </w:rPr>
        <w:t xml:space="preserve"> </w:t>
      </w:r>
      <w:r w:rsidRPr="00C53282">
        <w:rPr>
          <w:b/>
          <w:i/>
          <w:lang w:val="uk-UA"/>
        </w:rPr>
        <w:t>документа</w:t>
      </w:r>
      <w:r>
        <w:rPr>
          <w:lang w:val="uk-UA"/>
        </w:rPr>
        <w:t xml:space="preserve"> (наказ, розпорядження тощо). </w:t>
      </w:r>
      <w:r w:rsidRPr="00EE0AEE">
        <w:rPr>
          <w:b/>
          <w:i/>
          <w:lang w:val="uk-UA"/>
        </w:rPr>
        <w:t>Довідка-подання на кожну особу готується в одному примірнику, оформлюється друкованим текстом на одному аркуші формату А4 з обох боків і підписується керівником навчального закладу та головою ради колективу</w:t>
      </w:r>
      <w:r>
        <w:rPr>
          <w:lang w:val="uk-UA"/>
        </w:rPr>
        <w:t xml:space="preserve">. </w:t>
      </w:r>
      <w:r w:rsidRPr="00A737D5">
        <w:rPr>
          <w:b/>
          <w:i/>
          <w:lang w:val="uk-UA"/>
        </w:rPr>
        <w:t xml:space="preserve">Підписи затверджуються печаткою навчального закладу. </w:t>
      </w:r>
      <w:r>
        <w:rPr>
          <w:lang w:val="uk-UA"/>
        </w:rPr>
        <w:t xml:space="preserve">Усі графи є </w:t>
      </w:r>
      <w:r w:rsidRPr="00005EED">
        <w:rPr>
          <w:lang w:val="uk-UA"/>
        </w:rPr>
        <w:t>обовʼязковими</w:t>
      </w:r>
      <w:r>
        <w:rPr>
          <w:lang w:val="uk-UA"/>
        </w:rPr>
        <w:t xml:space="preserve"> для заповнення. Форма довідки-подання не змінюється Довідки-подання складаються в алфавітному порядку згідно з клопотанням.</w:t>
      </w:r>
    </w:p>
    <w:p w:rsidR="008D77DD" w:rsidRDefault="008D77DD" w:rsidP="002D5A91">
      <w:pPr>
        <w:spacing w:line="240" w:lineRule="auto"/>
        <w:ind w:firstLine="708"/>
        <w:jc w:val="both"/>
        <w:rPr>
          <w:b/>
          <w:i/>
          <w:lang w:val="uk-UA"/>
        </w:rPr>
      </w:pPr>
      <w:r w:rsidRPr="002D5A91">
        <w:rPr>
          <w:b/>
          <w:i/>
          <w:lang w:val="uk-UA"/>
        </w:rPr>
        <w:t>Усі документи подаються в одному примірнику, а клопотання та довідка-подання також додаються і на електронному носії провідному спеціалісту по кадрам.</w:t>
      </w:r>
    </w:p>
    <w:p w:rsidR="008D77DD" w:rsidRDefault="008D77DD" w:rsidP="00E46ABC">
      <w:pPr>
        <w:spacing w:line="240" w:lineRule="auto"/>
        <w:ind w:firstLine="0"/>
        <w:jc w:val="both"/>
        <w:rPr>
          <w:b/>
          <w:i/>
          <w:lang w:val="uk-UA"/>
        </w:rPr>
      </w:pPr>
      <w:r w:rsidRPr="00D8374B">
        <w:rPr>
          <w:lang w:val="uk-UA"/>
        </w:rPr>
        <w:t>8</w:t>
      </w:r>
      <w:r>
        <w:rPr>
          <w:b/>
          <w:i/>
          <w:lang w:val="uk-UA"/>
        </w:rPr>
        <w:t>. Керівники навчальних закладів, яким надано право вносити подання про нагородження , несуть персональну відповідальність за  неухильне додержання вимог та достовірність зазначеної у документах інформації про кандидата на нагородження.</w:t>
      </w:r>
    </w:p>
    <w:p w:rsidR="008D77DD" w:rsidRDefault="008D77DD" w:rsidP="00E46ABC">
      <w:pPr>
        <w:spacing w:line="240" w:lineRule="auto"/>
        <w:ind w:firstLine="0"/>
        <w:jc w:val="both"/>
        <w:rPr>
          <w:lang w:val="uk-UA"/>
        </w:rPr>
      </w:pPr>
      <w:r w:rsidRPr="0073112C">
        <w:rPr>
          <w:lang w:val="uk-UA"/>
        </w:rPr>
        <w:t xml:space="preserve">9. </w:t>
      </w:r>
      <w:r>
        <w:rPr>
          <w:lang w:val="uk-UA"/>
        </w:rPr>
        <w:t>Провідний спеціаліст по кадрам та керівники навчальних закладів забезпечує належне оформлення та облік реєстрації Грамоти.</w:t>
      </w:r>
    </w:p>
    <w:p w:rsidR="008D77DD" w:rsidRDefault="008D77DD" w:rsidP="00E46ABC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 xml:space="preserve">10. Нагородження Грамотою здійснюється наказами керівних організацій, </w:t>
      </w:r>
      <w:r w:rsidRPr="00240782">
        <w:rPr>
          <w:b/>
          <w:i/>
          <w:lang w:val="uk-UA"/>
        </w:rPr>
        <w:t>відмітка заноситься до трудової книжки відзначеного</w:t>
      </w:r>
      <w:r>
        <w:rPr>
          <w:lang w:val="uk-UA"/>
        </w:rPr>
        <w:t>.</w:t>
      </w:r>
    </w:p>
    <w:p w:rsidR="008D77DD" w:rsidRDefault="008D77DD" w:rsidP="00E46ABC">
      <w:pPr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8D77DD" w:rsidRDefault="008D77DD" w:rsidP="00F927D6">
      <w:pPr>
        <w:spacing w:line="240" w:lineRule="auto"/>
        <w:ind w:firstLine="708"/>
        <w:jc w:val="center"/>
        <w:rPr>
          <w:b/>
          <w:i/>
          <w:lang w:val="uk-UA"/>
        </w:rPr>
      </w:pPr>
    </w:p>
    <w:p w:rsidR="008D77DD" w:rsidRDefault="008D77DD" w:rsidP="00F927D6">
      <w:pPr>
        <w:spacing w:line="240" w:lineRule="auto"/>
        <w:ind w:firstLine="708"/>
        <w:jc w:val="center"/>
        <w:rPr>
          <w:b/>
          <w:i/>
          <w:lang w:val="uk-UA"/>
        </w:rPr>
      </w:pPr>
      <w:r w:rsidRPr="00532697">
        <w:rPr>
          <w:b/>
          <w:i/>
          <w:lang w:val="uk-UA"/>
        </w:rPr>
        <w:t xml:space="preserve">Документи, які подаються на нагородження </w:t>
      </w:r>
      <w:r>
        <w:rPr>
          <w:b/>
          <w:i/>
          <w:lang w:val="uk-UA"/>
        </w:rPr>
        <w:t>до Департаменту науки і освіти Харківської державної адміністрації: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Клопотання.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Довідка-подання.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Біографічна довідка.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Трудова діяльність (відповідно до записів у трудовій книзі).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Копія 1 сторінки паспорта (завірена керівником навчального закладу).</w:t>
      </w:r>
    </w:p>
    <w:p w:rsidR="008D77DD" w:rsidRDefault="008D77DD" w:rsidP="00C37910">
      <w:pPr>
        <w:pStyle w:val="ListParagraph"/>
        <w:numPr>
          <w:ilvl w:val="0"/>
          <w:numId w:val="4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Копія 1сторінки трудової книжки та сторінок «Відомостей про заохочення» (завірена керівником навчального закладу).</w:t>
      </w:r>
    </w:p>
    <w:p w:rsidR="008D77DD" w:rsidRPr="00E01845" w:rsidRDefault="008D77DD" w:rsidP="00C37910">
      <w:pPr>
        <w:pStyle w:val="ListParagraph"/>
        <w:numPr>
          <w:ilvl w:val="0"/>
          <w:numId w:val="4"/>
        </w:numPr>
        <w:spacing w:line="240" w:lineRule="auto"/>
        <w:ind w:hanging="720"/>
        <w:rPr>
          <w:b/>
          <w:i/>
          <w:lang w:val="uk-UA"/>
        </w:rPr>
      </w:pPr>
      <w:r w:rsidRPr="00E01845">
        <w:rPr>
          <w:lang w:val="uk-UA"/>
        </w:rPr>
        <w:t>Копії документів які засвідчують нагородження попередніх років (завірені керівником навчального закладу).</w:t>
      </w:r>
      <w:r w:rsidRPr="00E01845">
        <w:rPr>
          <w:b/>
          <w:i/>
          <w:lang w:val="uk-UA"/>
        </w:rPr>
        <w:t xml:space="preserve"> </w:t>
      </w:r>
    </w:p>
    <w:p w:rsidR="008D77DD" w:rsidRDefault="008D77DD" w:rsidP="00C37910">
      <w:pPr>
        <w:spacing w:line="240" w:lineRule="auto"/>
        <w:ind w:firstLine="708"/>
        <w:jc w:val="center"/>
        <w:rPr>
          <w:b/>
          <w:i/>
          <w:lang w:val="uk-UA"/>
        </w:rPr>
      </w:pPr>
    </w:p>
    <w:p w:rsidR="008D77DD" w:rsidRDefault="008D77DD" w:rsidP="00E4180B">
      <w:pPr>
        <w:pStyle w:val="ListParagraph"/>
        <w:spacing w:line="240" w:lineRule="auto"/>
        <w:ind w:left="1068" w:firstLine="0"/>
        <w:jc w:val="center"/>
        <w:rPr>
          <w:b/>
          <w:i/>
          <w:lang w:val="uk-UA"/>
        </w:rPr>
      </w:pPr>
      <w:r w:rsidRPr="00E4180B">
        <w:rPr>
          <w:b/>
          <w:i/>
          <w:lang w:val="uk-UA"/>
        </w:rPr>
        <w:t xml:space="preserve">Документи, які подаються на нагородження до </w:t>
      </w:r>
      <w:r>
        <w:rPr>
          <w:b/>
          <w:i/>
          <w:lang w:val="uk-UA"/>
        </w:rPr>
        <w:t>відділу освіти виконавчого комітету Чугуївської міської ради: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hanging="720"/>
        <w:jc w:val="both"/>
        <w:rPr>
          <w:lang w:val="uk-UA"/>
        </w:rPr>
      </w:pPr>
      <w:r>
        <w:rPr>
          <w:lang w:val="uk-UA"/>
        </w:rPr>
        <w:t>Клопотання.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Довідка-подання.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Біографічна довідка.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Трудова діяльність (відповідно до записів у трудовій книзі).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Копія 1 сторінки паспорта (завірена керівником навчального закладу).</w:t>
      </w:r>
    </w:p>
    <w:p w:rsidR="008D77DD" w:rsidRDefault="008D77DD" w:rsidP="003B0FDE">
      <w:pPr>
        <w:pStyle w:val="ListParagraph"/>
        <w:numPr>
          <w:ilvl w:val="0"/>
          <w:numId w:val="5"/>
        </w:numPr>
        <w:spacing w:line="240" w:lineRule="auto"/>
        <w:ind w:left="0" w:firstLine="0"/>
        <w:jc w:val="both"/>
        <w:rPr>
          <w:lang w:val="uk-UA"/>
        </w:rPr>
      </w:pPr>
      <w:r>
        <w:rPr>
          <w:lang w:val="uk-UA"/>
        </w:rPr>
        <w:t>Копія 1сторінки трудової книжки та сторінок «Відомостей про заохочення» (завірена керівником навчального закладу).</w:t>
      </w:r>
    </w:p>
    <w:p w:rsidR="008D77DD" w:rsidRPr="00E01845" w:rsidRDefault="008D77DD" w:rsidP="003B0FDE">
      <w:pPr>
        <w:pStyle w:val="ListParagraph"/>
        <w:numPr>
          <w:ilvl w:val="0"/>
          <w:numId w:val="5"/>
        </w:numPr>
        <w:spacing w:line="240" w:lineRule="auto"/>
        <w:ind w:hanging="720"/>
        <w:rPr>
          <w:b/>
          <w:i/>
          <w:lang w:val="uk-UA"/>
        </w:rPr>
      </w:pPr>
      <w:r w:rsidRPr="00E01845">
        <w:rPr>
          <w:lang w:val="uk-UA"/>
        </w:rPr>
        <w:t>Копії документів які засвідчують нагородження попередніх років (завірені керівником навчального закладу).</w:t>
      </w:r>
      <w:r w:rsidRPr="00E01845">
        <w:rPr>
          <w:b/>
          <w:i/>
          <w:lang w:val="uk-UA"/>
        </w:rPr>
        <w:t xml:space="preserve"> </w:t>
      </w:r>
    </w:p>
    <w:p w:rsidR="008D77DD" w:rsidRDefault="008D77DD">
      <w:pPr>
        <w:pStyle w:val="ListParagraph"/>
        <w:spacing w:line="240" w:lineRule="auto"/>
        <w:ind w:left="1068" w:firstLine="0"/>
        <w:jc w:val="center"/>
        <w:rPr>
          <w:b/>
          <w:i/>
          <w:lang w:val="uk-UA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</w:rPr>
      </w:pPr>
    </w:p>
    <w:p w:rsidR="008D77DD" w:rsidRDefault="008D77DD" w:rsidP="0029746E">
      <w:pPr>
        <w:pStyle w:val="Title"/>
        <w:rPr>
          <w:sz w:val="28"/>
          <w:szCs w:val="28"/>
          <w:lang w:val="ru-RU"/>
        </w:rPr>
      </w:pPr>
    </w:p>
    <w:p w:rsidR="008D77DD" w:rsidRPr="00397606" w:rsidRDefault="008D77DD" w:rsidP="0029746E">
      <w:pPr>
        <w:pStyle w:val="Title"/>
        <w:rPr>
          <w:sz w:val="28"/>
          <w:szCs w:val="28"/>
          <w:lang w:val="ru-RU"/>
        </w:rPr>
      </w:pPr>
    </w:p>
    <w:p w:rsidR="008D77DD" w:rsidRPr="00B10B26" w:rsidRDefault="008D77DD" w:rsidP="00137103">
      <w:pPr>
        <w:pStyle w:val="Title"/>
        <w:rPr>
          <w:sz w:val="28"/>
          <w:szCs w:val="28"/>
        </w:rPr>
      </w:pPr>
      <w:r w:rsidRPr="00B10B26">
        <w:rPr>
          <w:sz w:val="28"/>
          <w:szCs w:val="28"/>
        </w:rPr>
        <w:t>ДОВІДКА-ПОДАННЯ</w:t>
      </w:r>
    </w:p>
    <w:p w:rsidR="008D77DD" w:rsidRPr="00B25292" w:rsidRDefault="008D77DD" w:rsidP="00137103">
      <w:pPr>
        <w:ind w:firstLine="0"/>
        <w:jc w:val="both"/>
        <w:rPr>
          <w:szCs w:val="28"/>
          <w:lang w:val="uk-UA"/>
        </w:rPr>
      </w:pPr>
      <w:r>
        <w:rPr>
          <w:b/>
          <w:bCs/>
          <w:szCs w:val="28"/>
          <w:lang w:val="uk-UA"/>
        </w:rPr>
        <w:t xml:space="preserve">1.     </w:t>
      </w:r>
      <w:r w:rsidRPr="00B10B26">
        <w:rPr>
          <w:b/>
          <w:bCs/>
          <w:szCs w:val="28"/>
        </w:rPr>
        <w:t xml:space="preserve"> </w:t>
      </w:r>
      <w:r w:rsidRPr="00B25292">
        <w:rPr>
          <w:b/>
          <w:bCs/>
          <w:szCs w:val="28"/>
          <w:lang w:val="uk-UA"/>
        </w:rPr>
        <w:t>Прізвище, ім’я, по батькові</w:t>
      </w:r>
      <w:r w:rsidRPr="00B25292">
        <w:rPr>
          <w:szCs w:val="28"/>
          <w:lang w:val="uk-UA"/>
        </w:rPr>
        <w:t xml:space="preserve"> –</w:t>
      </w:r>
    </w:p>
    <w:p w:rsidR="008D77DD" w:rsidRDefault="008D77DD" w:rsidP="00137103">
      <w:pPr>
        <w:numPr>
          <w:ilvl w:val="0"/>
          <w:numId w:val="6"/>
        </w:numPr>
        <w:tabs>
          <w:tab w:val="clear" w:pos="1380"/>
        </w:tabs>
        <w:ind w:left="0" w:firstLine="0"/>
        <w:jc w:val="both"/>
        <w:rPr>
          <w:szCs w:val="28"/>
          <w:lang w:val="uk-UA"/>
        </w:rPr>
      </w:pPr>
      <w:r w:rsidRPr="00B25292">
        <w:rPr>
          <w:b/>
          <w:bCs/>
          <w:szCs w:val="28"/>
          <w:lang w:val="uk-UA"/>
        </w:rPr>
        <w:t>Посада і місце роботи, служби</w:t>
      </w:r>
      <w:r w:rsidRPr="00B25292">
        <w:rPr>
          <w:bCs/>
          <w:szCs w:val="28"/>
          <w:lang w:val="uk-UA"/>
        </w:rPr>
        <w:t xml:space="preserve"> </w:t>
      </w:r>
      <w:r>
        <w:rPr>
          <w:szCs w:val="28"/>
          <w:lang w:val="uk-UA"/>
        </w:rPr>
        <w:t>–</w:t>
      </w:r>
    </w:p>
    <w:p w:rsidR="008D77DD" w:rsidRPr="00B25292" w:rsidRDefault="008D77DD" w:rsidP="00137103">
      <w:pPr>
        <w:numPr>
          <w:ilvl w:val="0"/>
          <w:numId w:val="6"/>
        </w:numPr>
        <w:tabs>
          <w:tab w:val="clear" w:pos="1380"/>
        </w:tabs>
        <w:ind w:left="0" w:firstLine="0"/>
        <w:jc w:val="both"/>
        <w:rPr>
          <w:szCs w:val="28"/>
          <w:lang w:val="uk-UA"/>
        </w:rPr>
      </w:pPr>
      <w:r w:rsidRPr="00B25292">
        <w:rPr>
          <w:b/>
          <w:bCs/>
          <w:szCs w:val="28"/>
          <w:lang w:val="uk-UA"/>
        </w:rPr>
        <w:t>Число, місяць, рік і місце народження</w:t>
      </w:r>
      <w:r w:rsidRPr="00B25292">
        <w:rPr>
          <w:szCs w:val="28"/>
          <w:lang w:val="uk-UA"/>
        </w:rPr>
        <w:t xml:space="preserve"> </w:t>
      </w:r>
      <w:r w:rsidRPr="00B25292">
        <w:rPr>
          <w:b/>
          <w:szCs w:val="28"/>
          <w:lang w:val="uk-UA"/>
        </w:rPr>
        <w:t xml:space="preserve">– </w:t>
      </w:r>
    </w:p>
    <w:p w:rsidR="008D77DD" w:rsidRPr="00B25292" w:rsidRDefault="008D77DD" w:rsidP="00137103">
      <w:pPr>
        <w:numPr>
          <w:ilvl w:val="0"/>
          <w:numId w:val="6"/>
        </w:numPr>
        <w:tabs>
          <w:tab w:val="clear" w:pos="1380"/>
        </w:tabs>
        <w:ind w:left="0" w:firstLine="0"/>
        <w:jc w:val="both"/>
        <w:rPr>
          <w:szCs w:val="28"/>
          <w:lang w:val="uk-UA"/>
        </w:rPr>
      </w:pPr>
      <w:r w:rsidRPr="00B25292">
        <w:rPr>
          <w:b/>
          <w:bCs/>
          <w:szCs w:val="28"/>
          <w:lang w:val="uk-UA"/>
        </w:rPr>
        <w:t>Стать</w:t>
      </w:r>
      <w:r w:rsidRPr="00B25292">
        <w:rPr>
          <w:bCs/>
          <w:szCs w:val="28"/>
          <w:lang w:val="uk-UA"/>
        </w:rPr>
        <w:t xml:space="preserve"> </w:t>
      </w:r>
      <w:r w:rsidRPr="00B25292">
        <w:rPr>
          <w:szCs w:val="28"/>
          <w:lang w:val="uk-UA"/>
        </w:rPr>
        <w:t>–</w:t>
      </w:r>
      <w:r w:rsidRPr="00B25292">
        <w:rPr>
          <w:b/>
          <w:szCs w:val="28"/>
          <w:lang w:val="uk-UA"/>
        </w:rPr>
        <w:t xml:space="preserve"> </w:t>
      </w:r>
    </w:p>
    <w:p w:rsidR="008D77DD" w:rsidRPr="00B25292" w:rsidRDefault="008D77DD" w:rsidP="00137103">
      <w:pPr>
        <w:numPr>
          <w:ilvl w:val="0"/>
          <w:numId w:val="6"/>
        </w:numPr>
        <w:tabs>
          <w:tab w:val="clear" w:pos="1380"/>
        </w:tabs>
        <w:ind w:left="0" w:firstLine="0"/>
        <w:jc w:val="both"/>
        <w:rPr>
          <w:szCs w:val="28"/>
          <w:lang w:val="uk-UA"/>
        </w:rPr>
      </w:pPr>
      <w:r w:rsidRPr="00B25292">
        <w:rPr>
          <w:b/>
          <w:szCs w:val="28"/>
          <w:lang w:val="uk-UA"/>
        </w:rPr>
        <w:t>Освіта</w:t>
      </w:r>
      <w:r w:rsidRPr="00B25292">
        <w:rPr>
          <w:szCs w:val="28"/>
          <w:lang w:val="uk-UA"/>
        </w:rPr>
        <w:t xml:space="preserve"> – </w:t>
      </w:r>
    </w:p>
    <w:p w:rsidR="008D77DD" w:rsidRPr="00B25292" w:rsidRDefault="008D77DD" w:rsidP="00137103">
      <w:pPr>
        <w:ind w:firstLine="0"/>
        <w:jc w:val="both"/>
        <w:rPr>
          <w:b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6.       </w:t>
      </w:r>
      <w:r w:rsidRPr="00B25292">
        <w:rPr>
          <w:b/>
          <w:bCs/>
          <w:szCs w:val="28"/>
          <w:lang w:val="uk-UA"/>
        </w:rPr>
        <w:t>Науковий ступінь, учене звання</w:t>
      </w:r>
      <w:r w:rsidRPr="00B25292">
        <w:rPr>
          <w:szCs w:val="28"/>
          <w:lang w:val="uk-UA"/>
        </w:rPr>
        <w:t xml:space="preserve"> –</w:t>
      </w:r>
      <w:r w:rsidRPr="00B25292">
        <w:rPr>
          <w:b/>
          <w:szCs w:val="28"/>
          <w:lang w:val="uk-UA"/>
        </w:rPr>
        <w:t xml:space="preserve"> </w:t>
      </w:r>
    </w:p>
    <w:p w:rsidR="008D77DD" w:rsidRPr="00855BDF" w:rsidRDefault="008D77DD" w:rsidP="00137103">
      <w:pPr>
        <w:numPr>
          <w:ilvl w:val="0"/>
          <w:numId w:val="7"/>
        </w:numPr>
        <w:ind w:left="0" w:firstLine="0"/>
        <w:jc w:val="both"/>
        <w:rPr>
          <w:b/>
          <w:bCs/>
          <w:szCs w:val="28"/>
          <w:lang w:val="uk-UA"/>
        </w:rPr>
      </w:pPr>
      <w:r w:rsidRPr="00855BDF">
        <w:rPr>
          <w:b/>
          <w:bCs/>
          <w:szCs w:val="28"/>
          <w:lang w:val="uk-UA"/>
        </w:rPr>
        <w:t>Які має державні та відомчі нагороди</w:t>
      </w:r>
      <w:r w:rsidRPr="00855BDF">
        <w:rPr>
          <w:bCs/>
          <w:szCs w:val="28"/>
          <w:lang w:val="uk-UA"/>
        </w:rPr>
        <w:t xml:space="preserve"> </w:t>
      </w:r>
    </w:p>
    <w:p w:rsidR="008D77DD" w:rsidRPr="00B25292" w:rsidRDefault="008D77DD" w:rsidP="00137103">
      <w:pPr>
        <w:numPr>
          <w:ilvl w:val="0"/>
          <w:numId w:val="7"/>
        </w:numPr>
        <w:tabs>
          <w:tab w:val="num" w:pos="0"/>
        </w:tabs>
        <w:ind w:left="0" w:firstLine="0"/>
        <w:jc w:val="both"/>
        <w:rPr>
          <w:bCs/>
          <w:szCs w:val="28"/>
          <w:lang w:val="uk-UA"/>
        </w:rPr>
      </w:pPr>
      <w:r w:rsidRPr="00B25292">
        <w:rPr>
          <w:b/>
          <w:szCs w:val="28"/>
          <w:lang w:val="uk-UA"/>
        </w:rPr>
        <w:t xml:space="preserve">Місце проживання </w:t>
      </w:r>
      <w:r w:rsidRPr="00B25292">
        <w:rPr>
          <w:b/>
          <w:bCs/>
          <w:szCs w:val="28"/>
          <w:lang w:val="uk-UA"/>
        </w:rPr>
        <w:t xml:space="preserve">– </w:t>
      </w:r>
    </w:p>
    <w:p w:rsidR="008D77DD" w:rsidRDefault="008D77DD" w:rsidP="00137103">
      <w:pPr>
        <w:numPr>
          <w:ilvl w:val="0"/>
          <w:numId w:val="7"/>
        </w:numPr>
        <w:ind w:left="0" w:firstLine="0"/>
        <w:jc w:val="both"/>
        <w:rPr>
          <w:b/>
          <w:szCs w:val="28"/>
          <w:lang w:val="uk-UA"/>
        </w:rPr>
      </w:pPr>
      <w:r w:rsidRPr="00B25292">
        <w:rPr>
          <w:b/>
          <w:bCs/>
          <w:szCs w:val="28"/>
          <w:lang w:val="uk-UA"/>
        </w:rPr>
        <w:t xml:space="preserve">Загальний стаж роботи – </w:t>
      </w:r>
    </w:p>
    <w:p w:rsidR="008D77DD" w:rsidRPr="00B25292" w:rsidRDefault="008D77DD" w:rsidP="00137103">
      <w:pPr>
        <w:ind w:firstLine="0"/>
        <w:jc w:val="both"/>
        <w:rPr>
          <w:b/>
          <w:szCs w:val="28"/>
          <w:lang w:val="uk-UA"/>
        </w:rPr>
      </w:pPr>
      <w:r w:rsidRPr="00B25292">
        <w:rPr>
          <w:b/>
          <w:szCs w:val="28"/>
          <w:lang w:val="uk-UA"/>
        </w:rPr>
        <w:t xml:space="preserve">Стаж роботи в даному колективі – </w:t>
      </w:r>
    </w:p>
    <w:p w:rsidR="008D77DD" w:rsidRDefault="008D77DD" w:rsidP="00137103">
      <w:pPr>
        <w:ind w:firstLine="0"/>
        <w:jc w:val="both"/>
        <w:rPr>
          <w:szCs w:val="28"/>
          <w:lang w:val="uk-UA"/>
        </w:rPr>
      </w:pPr>
      <w:r w:rsidRPr="00B10B26">
        <w:rPr>
          <w:b/>
          <w:iCs/>
          <w:szCs w:val="28"/>
          <w:lang w:val="uk-UA"/>
        </w:rPr>
        <w:t>Характеристика із зазначенням конкретних особливих заслуг в галузі освіти та науки України</w:t>
      </w:r>
    </w:p>
    <w:p w:rsidR="008D77DD" w:rsidRDefault="008D77DD" w:rsidP="00137103">
      <w:pPr>
        <w:ind w:firstLine="0"/>
        <w:jc w:val="both"/>
        <w:rPr>
          <w:szCs w:val="28"/>
          <w:lang w:val="uk-UA"/>
        </w:rPr>
      </w:pPr>
    </w:p>
    <w:p w:rsidR="008D77DD" w:rsidRPr="00B10B26" w:rsidRDefault="008D77DD" w:rsidP="00137103">
      <w:pPr>
        <w:ind w:firstLine="0"/>
        <w:jc w:val="both"/>
        <w:rPr>
          <w:szCs w:val="28"/>
          <w:lang w:val="uk-UA"/>
        </w:rPr>
      </w:pPr>
    </w:p>
    <w:p w:rsidR="008D77DD" w:rsidRPr="002A27A8" w:rsidRDefault="008D77DD" w:rsidP="00137103">
      <w:pPr>
        <w:pStyle w:val="Subtitle"/>
        <w:spacing w:line="360" w:lineRule="auto"/>
        <w:ind w:firstLine="708"/>
        <w:jc w:val="both"/>
        <w:rPr>
          <w:b w:val="0"/>
          <w:bCs w:val="0"/>
          <w:sz w:val="28"/>
          <w:szCs w:val="28"/>
        </w:rPr>
      </w:pPr>
      <w:r w:rsidRPr="00E37A94">
        <w:rPr>
          <w:sz w:val="28"/>
          <w:szCs w:val="28"/>
        </w:rPr>
        <w:t xml:space="preserve">Кандидатура </w:t>
      </w:r>
      <w:r>
        <w:rPr>
          <w:sz w:val="28"/>
          <w:szCs w:val="28"/>
          <w:lang w:val="ru-RU"/>
        </w:rPr>
        <w:t>_________________</w:t>
      </w:r>
      <w:r w:rsidRPr="00E37A94">
        <w:rPr>
          <w:bCs w:val="0"/>
          <w:sz w:val="28"/>
          <w:szCs w:val="28"/>
        </w:rPr>
        <w:t xml:space="preserve"> </w:t>
      </w:r>
      <w:r w:rsidRPr="00E37A94">
        <w:rPr>
          <w:b w:val="0"/>
          <w:sz w:val="28"/>
          <w:szCs w:val="28"/>
        </w:rPr>
        <w:t>рекомендована</w:t>
      </w:r>
      <w:r w:rsidRPr="00E37A94">
        <w:rPr>
          <w:sz w:val="28"/>
          <w:szCs w:val="28"/>
        </w:rPr>
        <w:t xml:space="preserve"> </w:t>
      </w:r>
      <w:r w:rsidRPr="00E37A94">
        <w:rPr>
          <w:b w:val="0"/>
          <w:sz w:val="28"/>
          <w:szCs w:val="28"/>
        </w:rPr>
        <w:t>зборами</w:t>
      </w:r>
      <w:r w:rsidRPr="002A27A8">
        <w:rPr>
          <w:b w:val="0"/>
          <w:sz w:val="28"/>
          <w:szCs w:val="28"/>
        </w:rPr>
        <w:t xml:space="preserve"> трудового колективу </w:t>
      </w:r>
      <w:r>
        <w:rPr>
          <w:b w:val="0"/>
          <w:sz w:val="28"/>
          <w:szCs w:val="28"/>
          <w:lang w:val="ru-RU"/>
        </w:rPr>
        <w:t>____________________</w:t>
      </w:r>
      <w:r>
        <w:rPr>
          <w:b w:val="0"/>
          <w:sz w:val="28"/>
          <w:szCs w:val="28"/>
        </w:rPr>
        <w:t xml:space="preserve"> </w:t>
      </w:r>
      <w:r w:rsidRPr="005E4DC8">
        <w:rPr>
          <w:b w:val="0"/>
          <w:bCs w:val="0"/>
          <w:sz w:val="28"/>
          <w:szCs w:val="28"/>
        </w:rPr>
        <w:t>протокол № 2 від 29.05.2015.</w:t>
      </w:r>
    </w:p>
    <w:p w:rsidR="008D77DD" w:rsidRPr="00B84B9D" w:rsidRDefault="008D77DD" w:rsidP="00137103">
      <w:pPr>
        <w:jc w:val="both"/>
        <w:rPr>
          <w:b/>
          <w:bCs/>
          <w:szCs w:val="28"/>
          <w:lang w:val="uk-UA"/>
        </w:rPr>
      </w:pPr>
      <w:r w:rsidRPr="00B84B9D">
        <w:rPr>
          <w:b/>
          <w:bCs/>
          <w:szCs w:val="28"/>
          <w:lang w:val="uk-UA"/>
        </w:rPr>
        <w:t xml:space="preserve">Представляється до нагородження </w:t>
      </w:r>
      <w:r>
        <w:rPr>
          <w:b/>
          <w:bCs/>
          <w:szCs w:val="28"/>
          <w:lang w:val="uk-UA"/>
        </w:rPr>
        <w:t>Грамотою</w:t>
      </w:r>
      <w:r w:rsidRPr="00B84B9D">
        <w:rPr>
          <w:b/>
          <w:bCs/>
          <w:szCs w:val="28"/>
          <w:lang w:val="uk-UA"/>
        </w:rPr>
        <w:t xml:space="preserve"> Департаменту науки і освіти Харківської обласної державної адміністрації</w:t>
      </w:r>
    </w:p>
    <w:p w:rsidR="008D77DD" w:rsidRDefault="008D77DD" w:rsidP="00137103">
      <w:pPr>
        <w:ind w:firstLine="0"/>
        <w:jc w:val="both"/>
        <w:rPr>
          <w:b/>
          <w:bCs/>
          <w:sz w:val="24"/>
          <w:lang w:val="uk-UA"/>
        </w:rPr>
      </w:pPr>
    </w:p>
    <w:p w:rsidR="008D77DD" w:rsidRPr="004814A1" w:rsidRDefault="008D77DD" w:rsidP="00137103">
      <w:pPr>
        <w:ind w:firstLine="0"/>
        <w:jc w:val="both"/>
        <w:rPr>
          <w:b/>
          <w:bCs/>
          <w:sz w:val="24"/>
          <w:lang w:val="uk-UA"/>
        </w:rPr>
      </w:pPr>
    </w:p>
    <w:p w:rsidR="008D77DD" w:rsidRPr="0072507E" w:rsidRDefault="008D77DD" w:rsidP="00137103">
      <w:pPr>
        <w:spacing w:line="240" w:lineRule="auto"/>
        <w:ind w:firstLine="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Директор                                                                                  ПІБ</w:t>
      </w:r>
    </w:p>
    <w:p w:rsidR="008D77DD" w:rsidRDefault="008D77DD" w:rsidP="00137103">
      <w:pPr>
        <w:jc w:val="both"/>
        <w:rPr>
          <w:b/>
          <w:bCs/>
          <w:szCs w:val="28"/>
          <w:lang w:val="uk-UA"/>
        </w:rPr>
      </w:pPr>
    </w:p>
    <w:p w:rsidR="008D77DD" w:rsidRPr="008E2590" w:rsidRDefault="008D77DD" w:rsidP="00137103">
      <w:pPr>
        <w:ind w:firstLine="0"/>
        <w:jc w:val="both"/>
        <w:rPr>
          <w:b/>
          <w:bCs/>
          <w:szCs w:val="28"/>
          <w:lang w:val="uk-UA"/>
        </w:rPr>
      </w:pPr>
      <w:r w:rsidRPr="008E2590">
        <w:rPr>
          <w:b/>
          <w:bCs/>
          <w:szCs w:val="28"/>
          <w:lang w:val="uk-UA"/>
        </w:rPr>
        <w:t xml:space="preserve">Голова ради колективу </w:t>
      </w:r>
      <w:r>
        <w:rPr>
          <w:b/>
          <w:bCs/>
          <w:szCs w:val="28"/>
          <w:lang w:val="uk-UA"/>
        </w:rPr>
        <w:t xml:space="preserve">                                                         ПІБ</w:t>
      </w:r>
    </w:p>
    <w:p w:rsidR="008D77DD" w:rsidRPr="004814A1" w:rsidRDefault="008D77DD" w:rsidP="00137103">
      <w:pPr>
        <w:ind w:firstLine="0"/>
        <w:jc w:val="both"/>
        <w:rPr>
          <w:b/>
          <w:bCs/>
          <w:sz w:val="24"/>
          <w:lang w:val="uk-UA"/>
        </w:rPr>
      </w:pPr>
    </w:p>
    <w:p w:rsidR="008D77DD" w:rsidRPr="008E2590" w:rsidRDefault="008D77DD" w:rsidP="00137103">
      <w:pPr>
        <w:ind w:firstLine="0"/>
        <w:jc w:val="both"/>
        <w:rPr>
          <w:b/>
          <w:bCs/>
          <w:szCs w:val="28"/>
          <w:lang w:val="uk-UA"/>
        </w:rPr>
      </w:pPr>
    </w:p>
    <w:p w:rsidR="008D77DD" w:rsidRPr="00B5262C" w:rsidRDefault="008D77DD" w:rsidP="00137103">
      <w:pPr>
        <w:ind w:firstLine="0"/>
        <w:jc w:val="both"/>
        <w:rPr>
          <w:szCs w:val="28"/>
          <w:lang w:val="uk-UA"/>
        </w:rPr>
      </w:pPr>
      <w:r>
        <w:rPr>
          <w:bCs/>
          <w:szCs w:val="28"/>
          <w:lang w:val="uk-UA"/>
        </w:rPr>
        <w:t>«___»_____20__</w:t>
      </w:r>
      <w:r w:rsidRPr="00B5262C">
        <w:rPr>
          <w:bCs/>
          <w:szCs w:val="28"/>
          <w:lang w:val="uk-UA"/>
        </w:rPr>
        <w:t xml:space="preserve"> </w:t>
      </w:r>
    </w:p>
    <w:p w:rsidR="008D77DD" w:rsidRDefault="008D77DD" w:rsidP="00137103">
      <w:pPr>
        <w:rPr>
          <w:lang w:val="uk-UA"/>
        </w:rPr>
      </w:pPr>
    </w:p>
    <w:p w:rsidR="008D77DD" w:rsidRDefault="008D77DD" w:rsidP="0029746E">
      <w:pPr>
        <w:jc w:val="both"/>
        <w:rPr>
          <w:b/>
          <w:bCs/>
          <w:szCs w:val="28"/>
          <w:lang w:val="uk-UA"/>
        </w:rPr>
      </w:pPr>
    </w:p>
    <w:p w:rsidR="008D77DD" w:rsidRDefault="008D77DD" w:rsidP="0029746E">
      <w:pPr>
        <w:jc w:val="both"/>
        <w:rPr>
          <w:b/>
          <w:bCs/>
          <w:szCs w:val="28"/>
          <w:lang w:val="uk-UA"/>
        </w:rPr>
      </w:pPr>
    </w:p>
    <w:p w:rsidR="008D77DD" w:rsidRDefault="008D77DD" w:rsidP="00024F6A">
      <w:pPr>
        <w:ind w:firstLine="0"/>
        <w:rPr>
          <w:b/>
          <w:szCs w:val="28"/>
          <w:lang w:val="uk-UA"/>
        </w:rPr>
      </w:pPr>
    </w:p>
    <w:p w:rsidR="008D77DD" w:rsidRPr="00BE077F" w:rsidRDefault="008D77DD" w:rsidP="00024F6A">
      <w:pPr>
        <w:ind w:firstLine="0"/>
        <w:rPr>
          <w:b/>
          <w:szCs w:val="28"/>
          <w:lang w:val="uk-UA"/>
        </w:rPr>
      </w:pPr>
    </w:p>
    <w:p w:rsidR="008D77DD" w:rsidRDefault="008D77DD" w:rsidP="003A43E5">
      <w:pPr>
        <w:spacing w:line="336" w:lineRule="auto"/>
        <w:ind w:left="4248" w:firstLine="0"/>
        <w:rPr>
          <w:b/>
          <w:szCs w:val="28"/>
          <w:lang w:val="uk-UA" w:eastAsia="ar-SA"/>
        </w:rPr>
      </w:pPr>
      <w:r w:rsidRPr="003A43E5">
        <w:rPr>
          <w:b/>
          <w:szCs w:val="28"/>
          <w:lang w:val="uk-UA" w:eastAsia="ar-SA"/>
        </w:rPr>
        <w:t xml:space="preserve">Начальнику відділу освіти </w:t>
      </w:r>
    </w:p>
    <w:p w:rsidR="008D77DD" w:rsidRPr="003A43E5" w:rsidRDefault="008D77DD" w:rsidP="003A43E5">
      <w:pPr>
        <w:spacing w:line="336" w:lineRule="auto"/>
        <w:ind w:left="4248" w:firstLine="0"/>
        <w:rPr>
          <w:b/>
          <w:szCs w:val="28"/>
          <w:lang w:val="uk-UA" w:eastAsia="ar-SA"/>
        </w:rPr>
      </w:pPr>
      <w:r w:rsidRPr="003A43E5">
        <w:rPr>
          <w:b/>
          <w:szCs w:val="28"/>
          <w:lang w:val="uk-UA" w:eastAsia="ar-SA"/>
        </w:rPr>
        <w:t>Ч</w:t>
      </w:r>
      <w:r>
        <w:rPr>
          <w:b/>
          <w:szCs w:val="28"/>
          <w:lang w:val="uk-UA" w:eastAsia="ar-SA"/>
        </w:rPr>
        <w:t>у</w:t>
      </w:r>
      <w:r w:rsidRPr="003A43E5">
        <w:rPr>
          <w:b/>
          <w:szCs w:val="28"/>
          <w:lang w:val="uk-UA" w:eastAsia="ar-SA"/>
        </w:rPr>
        <w:t xml:space="preserve">гуївської  міської ради </w:t>
      </w:r>
    </w:p>
    <w:p w:rsidR="008D77DD" w:rsidRPr="003A43E5" w:rsidRDefault="008D77DD" w:rsidP="003A43E5">
      <w:pPr>
        <w:spacing w:line="336" w:lineRule="auto"/>
        <w:ind w:left="3540" w:firstLine="708"/>
        <w:rPr>
          <w:b/>
          <w:szCs w:val="28"/>
          <w:lang w:val="uk-UA" w:eastAsia="ar-SA"/>
        </w:rPr>
      </w:pPr>
      <w:r w:rsidRPr="003A43E5">
        <w:rPr>
          <w:b/>
          <w:szCs w:val="28"/>
          <w:lang w:val="uk-UA" w:eastAsia="ar-SA"/>
        </w:rPr>
        <w:t>ПРОЦЕНКО М.</w:t>
      </w:r>
    </w:p>
    <w:p w:rsidR="008D77DD" w:rsidRDefault="008D77DD" w:rsidP="003A43E5">
      <w:pPr>
        <w:spacing w:line="336" w:lineRule="auto"/>
        <w:ind w:left="3540" w:firstLine="708"/>
        <w:rPr>
          <w:szCs w:val="28"/>
          <w:lang w:val="uk-UA" w:eastAsia="ar-SA"/>
        </w:rPr>
      </w:pPr>
    </w:p>
    <w:p w:rsidR="008D77DD" w:rsidRPr="004D7B92" w:rsidRDefault="008D77DD" w:rsidP="0029746E">
      <w:pPr>
        <w:spacing w:line="336" w:lineRule="auto"/>
        <w:ind w:left="2832" w:firstLine="708"/>
        <w:rPr>
          <w:szCs w:val="28"/>
          <w:lang w:val="uk-UA" w:eastAsia="ar-SA"/>
        </w:rPr>
      </w:pPr>
      <w:r w:rsidRPr="004D7B92">
        <w:rPr>
          <w:szCs w:val="28"/>
          <w:lang w:val="uk-UA" w:eastAsia="ar-SA"/>
        </w:rPr>
        <w:t>КЛОПОТАННЯ</w:t>
      </w:r>
    </w:p>
    <w:p w:rsidR="008D77DD" w:rsidRPr="00CC290B" w:rsidRDefault="008D77DD" w:rsidP="0029746E">
      <w:pPr>
        <w:spacing w:line="336" w:lineRule="auto"/>
        <w:rPr>
          <w:b/>
          <w:szCs w:val="28"/>
          <w:lang w:val="uk-UA" w:eastAsia="ar-SA"/>
        </w:rPr>
      </w:pPr>
    </w:p>
    <w:p w:rsidR="008D77DD" w:rsidRDefault="008D77DD" w:rsidP="0029746E">
      <w:pPr>
        <w:spacing w:line="33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Адміністрація Чугуївської загальноосвітньої школи І-ІІІ ступенів № 7 Чугуївської міської ради Харківської області порушує клопотання про нагородження Почесною грамотою Міністерства освіти і науки, молоді та спорту України учителя  фізики Чугуївської загальноосвітньої школи І-ІІІ ступенів № 7 Чугуївської міської ради Харківської області Іванової Тетяни Іванівни за підсумками 2015-2016 навчального року за багаторічну сумлінну </w:t>
      </w:r>
      <w:r w:rsidRPr="00CC290B">
        <w:rPr>
          <w:szCs w:val="28"/>
          <w:lang w:val="uk-UA"/>
        </w:rPr>
        <w:t xml:space="preserve"> працю, </w:t>
      </w:r>
      <w:r>
        <w:rPr>
          <w:szCs w:val="28"/>
          <w:lang w:val="uk-UA"/>
        </w:rPr>
        <w:t>високий професіоналізм, вагомий внесок у справу навчання і виховання підростаючого покоління.</w:t>
      </w:r>
    </w:p>
    <w:p w:rsidR="008D77DD" w:rsidRPr="00CC290B" w:rsidRDefault="008D77DD" w:rsidP="0029746E">
      <w:pPr>
        <w:spacing w:line="33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До клопотання додаються: довідка–подання, копія першої сторінки паспорта, копія трудової книжки. </w:t>
      </w:r>
    </w:p>
    <w:p w:rsidR="008D77DD" w:rsidRPr="00CC290B" w:rsidRDefault="008D77DD" w:rsidP="0029746E">
      <w:pPr>
        <w:spacing w:line="336" w:lineRule="auto"/>
        <w:jc w:val="both"/>
        <w:rPr>
          <w:szCs w:val="28"/>
          <w:lang w:val="uk-UA"/>
        </w:rPr>
      </w:pPr>
      <w:r w:rsidRPr="00CC290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</w:p>
    <w:p w:rsidR="008D77DD" w:rsidRDefault="008D77DD" w:rsidP="002470E6">
      <w:pPr>
        <w:ind w:firstLine="0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Директор школи                                                                (П.І.Б)</w:t>
      </w:r>
    </w:p>
    <w:p w:rsidR="008D77DD" w:rsidRDefault="008D77DD" w:rsidP="0029746E">
      <w:pPr>
        <w:spacing w:line="336" w:lineRule="auto"/>
        <w:jc w:val="both"/>
        <w:rPr>
          <w:b/>
          <w:szCs w:val="28"/>
          <w:lang w:val="uk-UA"/>
        </w:rPr>
      </w:pPr>
    </w:p>
    <w:p w:rsidR="008D77DD" w:rsidRDefault="008D77DD" w:rsidP="004B2AC6">
      <w:pPr>
        <w:ind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Голова Чугуївської міської </w:t>
      </w:r>
    </w:p>
    <w:p w:rsidR="008D77DD" w:rsidRDefault="008D77DD" w:rsidP="004B2AC6">
      <w:pPr>
        <w:ind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організації профспілки працівників </w:t>
      </w:r>
    </w:p>
    <w:p w:rsidR="008D77DD" w:rsidRDefault="008D77DD" w:rsidP="004B2AC6">
      <w:pPr>
        <w:ind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>освіти і науки України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                 ПІБ</w:t>
      </w: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Default="008D77DD" w:rsidP="00A47CDE">
      <w:pPr>
        <w:jc w:val="center"/>
        <w:rPr>
          <w:b/>
          <w:szCs w:val="28"/>
          <w:lang w:val="uk-UA"/>
        </w:rPr>
      </w:pPr>
    </w:p>
    <w:p w:rsidR="008D77DD" w:rsidRPr="00A47CDE" w:rsidRDefault="008D77DD" w:rsidP="00BF36D4">
      <w:pPr>
        <w:spacing w:line="240" w:lineRule="auto"/>
        <w:jc w:val="center"/>
        <w:rPr>
          <w:b/>
          <w:szCs w:val="28"/>
          <w:lang w:val="uk-UA"/>
        </w:rPr>
      </w:pPr>
      <w:r w:rsidRPr="00A47CDE">
        <w:rPr>
          <w:b/>
          <w:szCs w:val="28"/>
          <w:lang w:val="uk-UA"/>
        </w:rPr>
        <w:t>БІОГРАФІЧНА ДОВІДКА</w:t>
      </w:r>
    </w:p>
    <w:p w:rsidR="008D77DD" w:rsidRPr="00A47CDE" w:rsidRDefault="008D77DD" w:rsidP="00BF36D4">
      <w:pPr>
        <w:spacing w:line="24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Вчителя фізики</w:t>
      </w:r>
      <w:r w:rsidRPr="00A47CDE">
        <w:rPr>
          <w:szCs w:val="28"/>
          <w:lang w:val="uk-UA"/>
        </w:rPr>
        <w:t xml:space="preserve"> Чугуївсько</w:t>
      </w:r>
      <w:r>
        <w:rPr>
          <w:szCs w:val="28"/>
          <w:lang w:val="uk-UA"/>
        </w:rPr>
        <w:t>ї загальноосвітньої школи І-ІІІ ступенів № 7</w:t>
      </w:r>
      <w:r w:rsidRPr="00A47CDE">
        <w:rPr>
          <w:szCs w:val="28"/>
          <w:lang w:val="uk-UA"/>
        </w:rPr>
        <w:t xml:space="preserve"> Чугуївської міської ради Харківської області </w:t>
      </w:r>
    </w:p>
    <w:p w:rsidR="008D77DD" w:rsidRPr="005E7555" w:rsidRDefault="008D77DD" w:rsidP="00FE381E">
      <w:pPr>
        <w:spacing w:line="24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Іванової Тетяни Іванівни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81"/>
        <w:gridCol w:w="6374"/>
      </w:tblGrid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Працює на посаді (назва посади, назва підприємства та органу, уповноваженого на управління)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  <w:lang w:val="uk-UA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Громадянство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Число, місяць і рік  народження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Місце народження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Освіта (назва ВНЗ, рік закінчення)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Спеціальність за освітою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  <w:lang w:val="uk-UA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Науковий ступінь, вчене звання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Володіння мовами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Нагороди, почесні звання</w:t>
            </w:r>
          </w:p>
        </w:tc>
        <w:tc>
          <w:tcPr>
            <w:tcW w:w="6507" w:type="dxa"/>
          </w:tcPr>
          <w:p w:rsidR="008D77DD" w:rsidRPr="00915490" w:rsidRDefault="008D77DD" w:rsidP="00BF36D4">
            <w:pPr>
              <w:pStyle w:val="Subtitle"/>
              <w:ind w:firstLine="0"/>
              <w:jc w:val="both"/>
              <w:rPr>
                <w:bCs w:val="0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Стаж роботи (загальний)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Стаж роботи (в даному закладі)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 xml:space="preserve">Стягнення 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</w:p>
        </w:tc>
      </w:tr>
      <w:tr w:rsidR="008D77DD" w:rsidRPr="000A5673" w:rsidTr="00372835">
        <w:tc>
          <w:tcPr>
            <w:tcW w:w="3505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szCs w:val="28"/>
              </w:rPr>
            </w:pPr>
            <w:r w:rsidRPr="000A5673">
              <w:rPr>
                <w:szCs w:val="28"/>
              </w:rPr>
              <w:t>Депутат Ради</w:t>
            </w:r>
          </w:p>
        </w:tc>
        <w:tc>
          <w:tcPr>
            <w:tcW w:w="6507" w:type="dxa"/>
          </w:tcPr>
          <w:p w:rsidR="008D77DD" w:rsidRPr="000A5673" w:rsidRDefault="008D77DD" w:rsidP="00BF36D4">
            <w:pPr>
              <w:spacing w:line="240" w:lineRule="auto"/>
              <w:jc w:val="both"/>
              <w:rPr>
                <w:b/>
                <w:i/>
                <w:szCs w:val="28"/>
              </w:rPr>
            </w:pPr>
            <w:r w:rsidRPr="000A5673">
              <w:rPr>
                <w:b/>
                <w:i/>
                <w:szCs w:val="28"/>
              </w:rPr>
              <w:t>Не обиралась</w:t>
            </w:r>
          </w:p>
        </w:tc>
      </w:tr>
    </w:tbl>
    <w:p w:rsidR="008D77DD" w:rsidRPr="006C1DBC" w:rsidRDefault="008D77DD" w:rsidP="00BF36D4">
      <w:pPr>
        <w:pStyle w:val="Heading3"/>
        <w:spacing w:line="240" w:lineRule="auto"/>
        <w:jc w:val="center"/>
        <w:rPr>
          <w:rFonts w:ascii="Times New Roman" w:hAnsi="Times New Roman"/>
          <w:color w:val="auto"/>
          <w:szCs w:val="28"/>
        </w:rPr>
      </w:pPr>
      <w:r w:rsidRPr="006C1DBC">
        <w:rPr>
          <w:rFonts w:ascii="Times New Roman" w:hAnsi="Times New Roman"/>
          <w:color w:val="auto"/>
          <w:szCs w:val="28"/>
        </w:rPr>
        <w:t xml:space="preserve">Трудова діяльність </w:t>
      </w:r>
    </w:p>
    <w:p w:rsidR="008D77DD" w:rsidRPr="00FE2FD9" w:rsidRDefault="008D77DD" w:rsidP="00BF36D4">
      <w:pPr>
        <w:spacing w:line="240" w:lineRule="auto"/>
        <w:rPr>
          <w:szCs w:val="28"/>
        </w:rPr>
      </w:pPr>
    </w:p>
    <w:tbl>
      <w:tblPr>
        <w:tblW w:w="10344" w:type="dxa"/>
        <w:jc w:val="center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4"/>
        <w:gridCol w:w="1559"/>
        <w:gridCol w:w="4813"/>
        <w:gridCol w:w="2268"/>
      </w:tblGrid>
      <w:tr w:rsidR="008D77DD" w:rsidRPr="000A5673" w:rsidTr="00C301C4">
        <w:trPr>
          <w:cantSplit/>
          <w:jc w:val="center"/>
        </w:trPr>
        <w:tc>
          <w:tcPr>
            <w:tcW w:w="3263" w:type="dxa"/>
            <w:gridSpan w:val="2"/>
          </w:tcPr>
          <w:p w:rsidR="008D77DD" w:rsidRPr="00FB4403" w:rsidRDefault="008D77DD" w:rsidP="00BF36D4">
            <w:pPr>
              <w:pStyle w:val="Heading5"/>
              <w:spacing w:after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FB4403">
              <w:rPr>
                <w:i w:val="0"/>
                <w:color w:val="000000"/>
                <w:sz w:val="24"/>
                <w:szCs w:val="24"/>
              </w:rPr>
              <w:t>Місяць і рік</w:t>
            </w:r>
          </w:p>
        </w:tc>
        <w:tc>
          <w:tcPr>
            <w:tcW w:w="4813" w:type="dxa"/>
            <w:vMerge w:val="restart"/>
          </w:tcPr>
          <w:p w:rsidR="008D77DD" w:rsidRPr="000A5673" w:rsidRDefault="008D77DD" w:rsidP="00BF36D4">
            <w:pPr>
              <w:spacing w:line="240" w:lineRule="auto"/>
              <w:jc w:val="center"/>
              <w:rPr>
                <w:b/>
              </w:rPr>
            </w:pPr>
            <w:r w:rsidRPr="000A5673">
              <w:rPr>
                <w:b/>
              </w:rPr>
              <w:t>Посада із зазначенням підприємства, установи і організації, а також центрального чи місцевого органу виконавчої влади</w:t>
            </w:r>
          </w:p>
        </w:tc>
        <w:tc>
          <w:tcPr>
            <w:tcW w:w="2268" w:type="dxa"/>
            <w:vMerge w:val="restart"/>
          </w:tcPr>
          <w:p w:rsidR="008D77DD" w:rsidRPr="000A5673" w:rsidRDefault="008D77DD" w:rsidP="00BF36D4">
            <w:pPr>
              <w:spacing w:line="240" w:lineRule="auto"/>
              <w:jc w:val="center"/>
              <w:rPr>
                <w:b/>
              </w:rPr>
            </w:pPr>
            <w:r w:rsidRPr="000A5673">
              <w:rPr>
                <w:b/>
              </w:rPr>
              <w:t>Місце знаходження підприємства, установи, організації</w:t>
            </w:r>
          </w:p>
        </w:tc>
      </w:tr>
      <w:tr w:rsidR="008D77DD" w:rsidRPr="000A5673" w:rsidTr="00C301C4">
        <w:trPr>
          <w:cantSplit/>
          <w:jc w:val="center"/>
        </w:trPr>
        <w:tc>
          <w:tcPr>
            <w:tcW w:w="1704" w:type="dxa"/>
          </w:tcPr>
          <w:p w:rsidR="008D77DD" w:rsidRPr="00C301C4" w:rsidRDefault="008D77DD" w:rsidP="00C301C4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C301C4">
              <w:rPr>
                <w:b/>
                <w:sz w:val="26"/>
                <w:szCs w:val="26"/>
              </w:rPr>
              <w:t>Прийняття</w:t>
            </w:r>
          </w:p>
        </w:tc>
        <w:tc>
          <w:tcPr>
            <w:tcW w:w="1559" w:type="dxa"/>
          </w:tcPr>
          <w:p w:rsidR="008D77DD" w:rsidRPr="00C301C4" w:rsidRDefault="008D77DD" w:rsidP="00C301C4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C301C4">
              <w:rPr>
                <w:b/>
                <w:sz w:val="26"/>
                <w:szCs w:val="26"/>
              </w:rPr>
              <w:t>Звільнення</w:t>
            </w:r>
          </w:p>
        </w:tc>
        <w:tc>
          <w:tcPr>
            <w:tcW w:w="4813" w:type="dxa"/>
            <w:vMerge/>
          </w:tcPr>
          <w:p w:rsidR="008D77DD" w:rsidRPr="000A5673" w:rsidRDefault="008D77DD" w:rsidP="00BF36D4">
            <w:pPr>
              <w:spacing w:line="240" w:lineRule="auto"/>
            </w:pPr>
          </w:p>
        </w:tc>
        <w:tc>
          <w:tcPr>
            <w:tcW w:w="2268" w:type="dxa"/>
            <w:vMerge/>
          </w:tcPr>
          <w:p w:rsidR="008D77DD" w:rsidRPr="000A5673" w:rsidRDefault="008D77DD" w:rsidP="00BF36D4">
            <w:pPr>
              <w:spacing w:line="240" w:lineRule="auto"/>
            </w:pPr>
          </w:p>
        </w:tc>
      </w:tr>
      <w:tr w:rsidR="008D77DD" w:rsidRPr="000A5673" w:rsidTr="00C301C4">
        <w:trPr>
          <w:jc w:val="center"/>
        </w:trPr>
        <w:tc>
          <w:tcPr>
            <w:tcW w:w="1704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4813" w:type="dxa"/>
          </w:tcPr>
          <w:p w:rsidR="008D77DD" w:rsidRPr="000A5673" w:rsidRDefault="008D77DD" w:rsidP="00BF36D4">
            <w:pPr>
              <w:spacing w:line="240" w:lineRule="auto"/>
              <w:jc w:val="both"/>
            </w:pPr>
          </w:p>
        </w:tc>
        <w:tc>
          <w:tcPr>
            <w:tcW w:w="2268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</w:tr>
      <w:tr w:rsidR="008D77DD" w:rsidRPr="000A5673" w:rsidTr="00C301C4">
        <w:trPr>
          <w:jc w:val="center"/>
        </w:trPr>
        <w:tc>
          <w:tcPr>
            <w:tcW w:w="1704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4813" w:type="dxa"/>
          </w:tcPr>
          <w:p w:rsidR="008D77DD" w:rsidRPr="000A5673" w:rsidRDefault="008D77DD" w:rsidP="00BF36D4">
            <w:pPr>
              <w:spacing w:line="240" w:lineRule="auto"/>
              <w:jc w:val="both"/>
            </w:pPr>
          </w:p>
        </w:tc>
        <w:tc>
          <w:tcPr>
            <w:tcW w:w="2268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</w:tr>
      <w:tr w:rsidR="008D77DD" w:rsidRPr="000A5673" w:rsidTr="00C301C4">
        <w:trPr>
          <w:jc w:val="center"/>
        </w:trPr>
        <w:tc>
          <w:tcPr>
            <w:tcW w:w="1704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4813" w:type="dxa"/>
          </w:tcPr>
          <w:p w:rsidR="008D77DD" w:rsidRPr="000A5673" w:rsidRDefault="008D77DD" w:rsidP="00BF36D4">
            <w:pPr>
              <w:spacing w:line="240" w:lineRule="auto"/>
              <w:jc w:val="both"/>
            </w:pPr>
          </w:p>
        </w:tc>
        <w:tc>
          <w:tcPr>
            <w:tcW w:w="2268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</w:tr>
      <w:tr w:rsidR="008D77DD" w:rsidRPr="000A5673" w:rsidTr="00C301C4">
        <w:trPr>
          <w:jc w:val="center"/>
        </w:trPr>
        <w:tc>
          <w:tcPr>
            <w:tcW w:w="1704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4813" w:type="dxa"/>
          </w:tcPr>
          <w:p w:rsidR="008D77DD" w:rsidRPr="000A5673" w:rsidRDefault="008D77DD" w:rsidP="00BF36D4">
            <w:pPr>
              <w:spacing w:line="240" w:lineRule="auto"/>
              <w:jc w:val="both"/>
            </w:pPr>
          </w:p>
        </w:tc>
        <w:tc>
          <w:tcPr>
            <w:tcW w:w="2268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</w:tr>
      <w:tr w:rsidR="008D77DD" w:rsidRPr="000A5673" w:rsidTr="00C301C4">
        <w:trPr>
          <w:trHeight w:val="585"/>
          <w:jc w:val="center"/>
        </w:trPr>
        <w:tc>
          <w:tcPr>
            <w:tcW w:w="1704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  <w:tc>
          <w:tcPr>
            <w:tcW w:w="4813" w:type="dxa"/>
          </w:tcPr>
          <w:p w:rsidR="008D77DD" w:rsidRPr="000A5673" w:rsidRDefault="008D77DD" w:rsidP="00BF36D4">
            <w:pPr>
              <w:spacing w:line="240" w:lineRule="auto"/>
              <w:jc w:val="both"/>
            </w:pPr>
          </w:p>
        </w:tc>
        <w:tc>
          <w:tcPr>
            <w:tcW w:w="2268" w:type="dxa"/>
          </w:tcPr>
          <w:p w:rsidR="008D77DD" w:rsidRPr="000A5673" w:rsidRDefault="008D77DD" w:rsidP="00BF36D4">
            <w:pPr>
              <w:spacing w:line="240" w:lineRule="auto"/>
              <w:jc w:val="center"/>
            </w:pPr>
          </w:p>
        </w:tc>
      </w:tr>
    </w:tbl>
    <w:p w:rsidR="008D77DD" w:rsidRPr="00397606" w:rsidRDefault="008D77DD" w:rsidP="00B12492">
      <w:pPr>
        <w:spacing w:line="240" w:lineRule="auto"/>
        <w:ind w:firstLine="0"/>
        <w:rPr>
          <w:b/>
          <w:lang w:val="uk-UA"/>
        </w:rPr>
      </w:pPr>
      <w:r w:rsidRPr="00397606">
        <w:rPr>
          <w:b/>
          <w:lang w:val="uk-UA"/>
        </w:rPr>
        <w:t>Директор                                                                                                     (П.І.</w:t>
      </w:r>
      <w:r>
        <w:rPr>
          <w:b/>
          <w:lang w:val="uk-UA"/>
        </w:rPr>
        <w:t>Б</w:t>
      </w:r>
      <w:r w:rsidRPr="00397606">
        <w:rPr>
          <w:b/>
          <w:lang w:val="uk-UA"/>
        </w:rPr>
        <w:t>)</w:t>
      </w:r>
    </w:p>
    <w:sectPr w:rsidR="008D77DD" w:rsidRPr="00397606" w:rsidSect="00024F6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6C7B"/>
    <w:multiLevelType w:val="hybridMultilevel"/>
    <w:tmpl w:val="8AB60DF6"/>
    <w:lvl w:ilvl="0" w:tplc="F4CA82D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C30870"/>
    <w:multiLevelType w:val="hybridMultilevel"/>
    <w:tmpl w:val="D1F2D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96559C"/>
    <w:multiLevelType w:val="hybridMultilevel"/>
    <w:tmpl w:val="8DA6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625EDB"/>
    <w:multiLevelType w:val="hybridMultilevel"/>
    <w:tmpl w:val="436E6532"/>
    <w:lvl w:ilvl="0" w:tplc="60A6570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0262247"/>
    <w:multiLevelType w:val="hybridMultilevel"/>
    <w:tmpl w:val="18B08390"/>
    <w:lvl w:ilvl="0" w:tplc="0854C3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6C1214A"/>
    <w:multiLevelType w:val="hybridMultilevel"/>
    <w:tmpl w:val="BA12E20A"/>
    <w:lvl w:ilvl="0" w:tplc="4E30E19A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6">
    <w:nsid w:val="791731F0"/>
    <w:multiLevelType w:val="hybridMultilevel"/>
    <w:tmpl w:val="756E92FC"/>
    <w:lvl w:ilvl="0" w:tplc="3782F3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AA9"/>
    <w:rsid w:val="00004035"/>
    <w:rsid w:val="00005EED"/>
    <w:rsid w:val="00017249"/>
    <w:rsid w:val="00024F6A"/>
    <w:rsid w:val="00030086"/>
    <w:rsid w:val="000464A7"/>
    <w:rsid w:val="0005069D"/>
    <w:rsid w:val="000548D4"/>
    <w:rsid w:val="000A5673"/>
    <w:rsid w:val="000C1DFF"/>
    <w:rsid w:val="000E1695"/>
    <w:rsid w:val="0010025C"/>
    <w:rsid w:val="00121494"/>
    <w:rsid w:val="001346F8"/>
    <w:rsid w:val="00137103"/>
    <w:rsid w:val="001C57F7"/>
    <w:rsid w:val="00240782"/>
    <w:rsid w:val="002470E6"/>
    <w:rsid w:val="00267ED6"/>
    <w:rsid w:val="00292AB0"/>
    <w:rsid w:val="00295961"/>
    <w:rsid w:val="0029746E"/>
    <w:rsid w:val="002A27A8"/>
    <w:rsid w:val="002A2AA9"/>
    <w:rsid w:val="002A57E6"/>
    <w:rsid w:val="002B612A"/>
    <w:rsid w:val="002D5A91"/>
    <w:rsid w:val="002F5251"/>
    <w:rsid w:val="003140F6"/>
    <w:rsid w:val="003314DC"/>
    <w:rsid w:val="00372835"/>
    <w:rsid w:val="003857AF"/>
    <w:rsid w:val="00393A8F"/>
    <w:rsid w:val="00395154"/>
    <w:rsid w:val="00397606"/>
    <w:rsid w:val="003A1F0C"/>
    <w:rsid w:val="003A43E5"/>
    <w:rsid w:val="003B0FDE"/>
    <w:rsid w:val="003D39E4"/>
    <w:rsid w:val="00405910"/>
    <w:rsid w:val="0041055C"/>
    <w:rsid w:val="004146CB"/>
    <w:rsid w:val="00456A08"/>
    <w:rsid w:val="004814A1"/>
    <w:rsid w:val="004A7F72"/>
    <w:rsid w:val="004B2AC6"/>
    <w:rsid w:val="004B62AA"/>
    <w:rsid w:val="004B6F25"/>
    <w:rsid w:val="004B7792"/>
    <w:rsid w:val="004D7B92"/>
    <w:rsid w:val="004F48EE"/>
    <w:rsid w:val="004F5B1B"/>
    <w:rsid w:val="00501702"/>
    <w:rsid w:val="00501937"/>
    <w:rsid w:val="00512516"/>
    <w:rsid w:val="00532697"/>
    <w:rsid w:val="005378A5"/>
    <w:rsid w:val="00537F3C"/>
    <w:rsid w:val="005D1CC6"/>
    <w:rsid w:val="005E334D"/>
    <w:rsid w:val="005E4486"/>
    <w:rsid w:val="005E4DC8"/>
    <w:rsid w:val="005E7555"/>
    <w:rsid w:val="006047A3"/>
    <w:rsid w:val="00620153"/>
    <w:rsid w:val="00630E54"/>
    <w:rsid w:val="0065119D"/>
    <w:rsid w:val="006534A8"/>
    <w:rsid w:val="0068199B"/>
    <w:rsid w:val="006C1DBC"/>
    <w:rsid w:val="006E43B9"/>
    <w:rsid w:val="0070510D"/>
    <w:rsid w:val="0072507E"/>
    <w:rsid w:val="0073112C"/>
    <w:rsid w:val="00777DA2"/>
    <w:rsid w:val="0078224C"/>
    <w:rsid w:val="00794CA0"/>
    <w:rsid w:val="007A3963"/>
    <w:rsid w:val="007C2E49"/>
    <w:rsid w:val="007E74A1"/>
    <w:rsid w:val="008157CB"/>
    <w:rsid w:val="00817060"/>
    <w:rsid w:val="00822752"/>
    <w:rsid w:val="008262E7"/>
    <w:rsid w:val="00855BDF"/>
    <w:rsid w:val="008613B0"/>
    <w:rsid w:val="00893FF9"/>
    <w:rsid w:val="008A1BDD"/>
    <w:rsid w:val="008B1676"/>
    <w:rsid w:val="008D3F95"/>
    <w:rsid w:val="008D77DD"/>
    <w:rsid w:val="008E2590"/>
    <w:rsid w:val="0091514C"/>
    <w:rsid w:val="00915490"/>
    <w:rsid w:val="00945206"/>
    <w:rsid w:val="009764CE"/>
    <w:rsid w:val="009873A3"/>
    <w:rsid w:val="009A48F9"/>
    <w:rsid w:val="009B1253"/>
    <w:rsid w:val="009C4239"/>
    <w:rsid w:val="009D79D2"/>
    <w:rsid w:val="009E7227"/>
    <w:rsid w:val="009F78C1"/>
    <w:rsid w:val="00A34C1F"/>
    <w:rsid w:val="00A47CDE"/>
    <w:rsid w:val="00A54E56"/>
    <w:rsid w:val="00A55C8D"/>
    <w:rsid w:val="00A6159F"/>
    <w:rsid w:val="00A737D5"/>
    <w:rsid w:val="00AC0603"/>
    <w:rsid w:val="00AD0C78"/>
    <w:rsid w:val="00AD118F"/>
    <w:rsid w:val="00B0101E"/>
    <w:rsid w:val="00B03705"/>
    <w:rsid w:val="00B10B26"/>
    <w:rsid w:val="00B12492"/>
    <w:rsid w:val="00B25292"/>
    <w:rsid w:val="00B40F97"/>
    <w:rsid w:val="00B5262C"/>
    <w:rsid w:val="00B625B7"/>
    <w:rsid w:val="00B66FDE"/>
    <w:rsid w:val="00B8411E"/>
    <w:rsid w:val="00B84B9D"/>
    <w:rsid w:val="00B94047"/>
    <w:rsid w:val="00BA7123"/>
    <w:rsid w:val="00BB0171"/>
    <w:rsid w:val="00BB3FC0"/>
    <w:rsid w:val="00BB774A"/>
    <w:rsid w:val="00BE077F"/>
    <w:rsid w:val="00BE703E"/>
    <w:rsid w:val="00BF36D4"/>
    <w:rsid w:val="00C0254A"/>
    <w:rsid w:val="00C07A62"/>
    <w:rsid w:val="00C15F46"/>
    <w:rsid w:val="00C301C4"/>
    <w:rsid w:val="00C37910"/>
    <w:rsid w:val="00C53282"/>
    <w:rsid w:val="00C61F59"/>
    <w:rsid w:val="00C844ED"/>
    <w:rsid w:val="00CA6234"/>
    <w:rsid w:val="00CC290B"/>
    <w:rsid w:val="00CD4B70"/>
    <w:rsid w:val="00CE0B51"/>
    <w:rsid w:val="00D03E56"/>
    <w:rsid w:val="00D64AF5"/>
    <w:rsid w:val="00D8374B"/>
    <w:rsid w:val="00DC55F7"/>
    <w:rsid w:val="00E01845"/>
    <w:rsid w:val="00E37A94"/>
    <w:rsid w:val="00E4180B"/>
    <w:rsid w:val="00E46ABC"/>
    <w:rsid w:val="00E67CC3"/>
    <w:rsid w:val="00E71475"/>
    <w:rsid w:val="00E74AF4"/>
    <w:rsid w:val="00EE09C0"/>
    <w:rsid w:val="00EE0AEE"/>
    <w:rsid w:val="00F156F9"/>
    <w:rsid w:val="00F71FC9"/>
    <w:rsid w:val="00F72297"/>
    <w:rsid w:val="00F76A59"/>
    <w:rsid w:val="00F927D6"/>
    <w:rsid w:val="00FB1F16"/>
    <w:rsid w:val="00FB4403"/>
    <w:rsid w:val="00FE2FD9"/>
    <w:rsid w:val="00FE381E"/>
    <w:rsid w:val="00FE4992"/>
    <w:rsid w:val="00FF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49"/>
    <w:pPr>
      <w:spacing w:line="360" w:lineRule="auto"/>
      <w:ind w:firstLine="709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72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5EA22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724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7FD13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724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7FD13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7CDE"/>
    <w:pPr>
      <w:spacing w:before="240" w:after="60" w:line="240" w:lineRule="auto"/>
      <w:ind w:firstLine="0"/>
      <w:outlineLvl w:val="4"/>
    </w:pPr>
    <w:rPr>
      <w:rFonts w:eastAsia="Times New Roman"/>
      <w:b/>
      <w:bCs/>
      <w:i/>
      <w:iCs/>
      <w:sz w:val="26"/>
      <w:szCs w:val="26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249"/>
    <w:rPr>
      <w:rFonts w:ascii="Cambria" w:hAnsi="Cambria" w:cs="Times New Roman"/>
      <w:b/>
      <w:bCs/>
      <w:color w:val="5EA22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17249"/>
    <w:rPr>
      <w:rFonts w:ascii="Cambria" w:hAnsi="Cambria" w:cs="Times New Roman"/>
      <w:b/>
      <w:bCs/>
      <w:color w:val="7FD13B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17249"/>
    <w:rPr>
      <w:rFonts w:ascii="Cambria" w:hAnsi="Cambria" w:cs="Times New Roman"/>
      <w:b/>
      <w:bCs/>
      <w:color w:val="7FD13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47CDE"/>
    <w:rPr>
      <w:rFonts w:eastAsia="Times New Roman" w:cs="Times New Roman"/>
      <w:b/>
      <w:bCs/>
      <w:i/>
      <w:iCs/>
      <w:sz w:val="26"/>
      <w:szCs w:val="26"/>
      <w:lang w:val="uk-UA" w:eastAsia="ru-RU"/>
    </w:rPr>
  </w:style>
  <w:style w:type="paragraph" w:customStyle="1" w:styleId="10">
    <w:name w:val="10 клас"/>
    <w:basedOn w:val="Heading1"/>
    <w:link w:val="100"/>
    <w:uiPriority w:val="99"/>
    <w:rsid w:val="00017249"/>
    <w:rPr>
      <w:rFonts w:ascii="Times New Roman" w:hAnsi="Times New Roman"/>
      <w:color w:val="FF0000"/>
      <w:sz w:val="30"/>
      <w:szCs w:val="30"/>
    </w:rPr>
  </w:style>
  <w:style w:type="character" w:customStyle="1" w:styleId="100">
    <w:name w:val="10 клас Знак"/>
    <w:basedOn w:val="Heading1Char"/>
    <w:link w:val="10"/>
    <w:uiPriority w:val="99"/>
    <w:locked/>
    <w:rsid w:val="00017249"/>
    <w:rPr>
      <w:color w:val="FF0000"/>
      <w:sz w:val="30"/>
      <w:szCs w:val="30"/>
    </w:rPr>
  </w:style>
  <w:style w:type="paragraph" w:styleId="ListParagraph">
    <w:name w:val="List Paragraph"/>
    <w:basedOn w:val="Normal"/>
    <w:uiPriority w:val="99"/>
    <w:qFormat/>
    <w:rsid w:val="000548D4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29746E"/>
    <w:pPr>
      <w:ind w:left="360" w:firstLine="0"/>
      <w:jc w:val="center"/>
    </w:pPr>
    <w:rPr>
      <w:rFonts w:eastAsia="Times New Roman"/>
      <w:b/>
      <w:bCs/>
      <w:sz w:val="36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9746E"/>
    <w:rPr>
      <w:rFonts w:eastAsia="Times New Roman" w:cs="Times New Roman"/>
      <w:b/>
      <w:bCs/>
      <w:sz w:val="36"/>
      <w:lang w:val="uk-UA" w:eastAsia="ru-RU"/>
    </w:rPr>
  </w:style>
  <w:style w:type="paragraph" w:styleId="NoSpacing">
    <w:name w:val="No Spacing"/>
    <w:uiPriority w:val="99"/>
    <w:qFormat/>
    <w:rsid w:val="0029746E"/>
    <w:rPr>
      <w:rFonts w:ascii="Calibri" w:hAnsi="Calibri"/>
      <w:lang w:eastAsia="en-US"/>
    </w:rPr>
  </w:style>
  <w:style w:type="character" w:styleId="Hyperlink">
    <w:name w:val="Hyperlink"/>
    <w:basedOn w:val="DefaultParagraphFont"/>
    <w:uiPriority w:val="99"/>
    <w:rsid w:val="0029746E"/>
    <w:rPr>
      <w:rFonts w:cs="Times New Roman"/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A47CDE"/>
    <w:pPr>
      <w:spacing w:line="240" w:lineRule="auto"/>
      <w:ind w:firstLine="360"/>
      <w:jc w:val="center"/>
    </w:pPr>
    <w:rPr>
      <w:rFonts w:eastAsia="Times New Roman"/>
      <w:b/>
      <w:bCs/>
      <w:sz w:val="24"/>
      <w:lang w:val="uk-UA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47CDE"/>
    <w:rPr>
      <w:rFonts w:eastAsia="Times New Roman" w:cs="Times New Roman"/>
      <w:b/>
      <w:bCs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5</Pages>
  <Words>964</Words>
  <Characters>5495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</dc:creator>
  <cp:keywords/>
  <dc:description/>
  <cp:lastModifiedBy>User</cp:lastModifiedBy>
  <cp:revision>142</cp:revision>
  <dcterms:created xsi:type="dcterms:W3CDTF">2012-05-21T15:13:00Z</dcterms:created>
  <dcterms:modified xsi:type="dcterms:W3CDTF">2016-02-04T11:30:00Z</dcterms:modified>
</cp:coreProperties>
</file>