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D87" w:rsidRPr="00180E7B" w:rsidRDefault="008D5D87" w:rsidP="00C84955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14D4B">
        <w:rPr>
          <w:rFonts w:ascii="Times New Roman" w:hAnsi="Times New Roman"/>
          <w:b/>
          <w:sz w:val="28"/>
          <w:szCs w:val="28"/>
        </w:rPr>
        <w:t xml:space="preserve">Заява про </w:t>
      </w:r>
      <w:r>
        <w:rPr>
          <w:rFonts w:ascii="Times New Roman" w:hAnsi="Times New Roman"/>
          <w:b/>
          <w:sz w:val="28"/>
          <w:szCs w:val="28"/>
          <w:lang w:val="uk-UA"/>
        </w:rPr>
        <w:t>надання відпустки по догляду за дитиною до досягнення нею трирічного віку</w:t>
      </w:r>
    </w:p>
    <w:p w:rsidR="008D5D87" w:rsidRPr="00814D4B" w:rsidRDefault="008D5D87" w:rsidP="00C8495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5D87" w:rsidRDefault="008D5D87" w:rsidP="00C3789E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>Начальнику відділу освіти</w:t>
      </w:r>
    </w:p>
    <w:p w:rsidR="008D5D87" w:rsidRDefault="008D5D87" w:rsidP="00C3789E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Чугуївської міської ради </w:t>
      </w:r>
    </w:p>
    <w:p w:rsidR="008D5D87" w:rsidRDefault="008D5D87" w:rsidP="00C3789E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Проценко </w:t>
      </w:r>
      <w:r>
        <w:rPr>
          <w:rFonts w:ascii="Times New Roman" w:hAnsi="Times New Roman"/>
          <w:i/>
          <w:sz w:val="28"/>
          <w:szCs w:val="28"/>
          <w:lang w:val="uk-UA"/>
        </w:rPr>
        <w:t>М.В</w:t>
      </w:r>
    </w:p>
    <w:p w:rsidR="008D5D87" w:rsidRPr="000F6D3C" w:rsidRDefault="008D5D87" w:rsidP="00C3789E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>вчителя початкових класів</w:t>
      </w:r>
    </w:p>
    <w:p w:rsidR="008D5D87" w:rsidRPr="00993C04" w:rsidRDefault="008D5D87" w:rsidP="00C3789E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Чугуївської гімназії № 5 </w:t>
      </w:r>
    </w:p>
    <w:p w:rsidR="008D5D87" w:rsidRDefault="008D5D87" w:rsidP="00C3789E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Чугуївської міської ради </w:t>
      </w:r>
    </w:p>
    <w:p w:rsidR="008D5D87" w:rsidRDefault="008D5D87" w:rsidP="00C3789E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Харківської області</w:t>
      </w: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8D5D87" w:rsidRPr="000F6D3C" w:rsidRDefault="008D5D87" w:rsidP="00C3789E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Іванової Тетяни Іванівни  </w:t>
      </w:r>
    </w:p>
    <w:p w:rsidR="008D5D87" w:rsidRPr="00180E7B" w:rsidRDefault="008D5D87" w:rsidP="00C849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D5D87" w:rsidRPr="003547E1" w:rsidRDefault="008D5D87" w:rsidP="00C84955">
      <w:pPr>
        <w:spacing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547E1">
        <w:rPr>
          <w:rFonts w:ascii="Times New Roman" w:hAnsi="Times New Roman"/>
          <w:i/>
          <w:sz w:val="28"/>
          <w:szCs w:val="28"/>
          <w:lang w:val="uk-UA"/>
        </w:rPr>
        <w:t>Заява</w:t>
      </w:r>
    </w:p>
    <w:p w:rsidR="008D5D87" w:rsidRDefault="008D5D87" w:rsidP="00C84955">
      <w:pPr>
        <w:spacing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ab/>
      </w:r>
      <w:r w:rsidRPr="003547E1">
        <w:rPr>
          <w:rFonts w:ascii="Times New Roman" w:hAnsi="Times New Roman"/>
          <w:i/>
          <w:sz w:val="28"/>
          <w:szCs w:val="28"/>
          <w:lang w:val="uk-UA"/>
        </w:rPr>
        <w:t xml:space="preserve">Прошу </w:t>
      </w:r>
      <w:r w:rsidRPr="00306F58">
        <w:rPr>
          <w:rFonts w:ascii="Times New Roman" w:hAnsi="Times New Roman"/>
          <w:i/>
          <w:sz w:val="28"/>
          <w:szCs w:val="28"/>
          <w:lang w:val="uk-UA"/>
        </w:rPr>
        <w:t>надати мені відпустку для догляду за дитиною до досягнення нею трирічного віку з 12.1</w:t>
      </w:r>
      <w:r>
        <w:rPr>
          <w:rFonts w:ascii="Times New Roman" w:hAnsi="Times New Roman"/>
          <w:i/>
          <w:sz w:val="28"/>
          <w:szCs w:val="28"/>
          <w:lang w:val="uk-UA"/>
        </w:rPr>
        <w:t>0</w:t>
      </w:r>
      <w:r w:rsidRPr="00306F58">
        <w:rPr>
          <w:rFonts w:ascii="Times New Roman" w:hAnsi="Times New Roman"/>
          <w:i/>
          <w:sz w:val="28"/>
          <w:szCs w:val="28"/>
          <w:lang w:val="uk-UA"/>
        </w:rPr>
        <w:t>.201</w:t>
      </w:r>
      <w:r>
        <w:rPr>
          <w:rFonts w:ascii="Times New Roman" w:hAnsi="Times New Roman"/>
          <w:i/>
          <w:sz w:val="28"/>
          <w:szCs w:val="28"/>
          <w:lang w:val="uk-UA"/>
        </w:rPr>
        <w:t>5</w:t>
      </w:r>
      <w:r w:rsidRPr="00306F58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8D5D87" w:rsidRPr="00306F58" w:rsidRDefault="008D5D87" w:rsidP="00C84955">
      <w:pPr>
        <w:spacing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До заяви додаю копію  свідоцтва про народження дитини (Серія НО № 112233 від 25.08.2015).</w:t>
      </w:r>
    </w:p>
    <w:p w:rsidR="008D5D87" w:rsidRPr="00306F58" w:rsidRDefault="008D5D87" w:rsidP="00A772C4">
      <w:pPr>
        <w:spacing w:line="240" w:lineRule="auto"/>
        <w:ind w:firstLine="708"/>
        <w:rPr>
          <w:rFonts w:ascii="Times New Roman" w:hAnsi="Times New Roman"/>
          <w:i/>
          <w:sz w:val="28"/>
          <w:szCs w:val="28"/>
          <w:lang w:val="uk-UA"/>
        </w:rPr>
      </w:pPr>
      <w:r w:rsidRPr="00306F58">
        <w:rPr>
          <w:rFonts w:ascii="Times New Roman" w:hAnsi="Times New Roman"/>
          <w:i/>
          <w:sz w:val="28"/>
          <w:szCs w:val="28"/>
          <w:lang w:val="uk-UA"/>
        </w:rPr>
        <w:t>11.1</w:t>
      </w:r>
      <w:r>
        <w:rPr>
          <w:rFonts w:ascii="Times New Roman" w:hAnsi="Times New Roman"/>
          <w:i/>
          <w:sz w:val="28"/>
          <w:szCs w:val="28"/>
          <w:lang w:val="uk-UA"/>
        </w:rPr>
        <w:t>0</w:t>
      </w:r>
      <w:r w:rsidRPr="00306F58">
        <w:rPr>
          <w:rFonts w:ascii="Times New Roman" w:hAnsi="Times New Roman"/>
          <w:i/>
          <w:sz w:val="28"/>
          <w:szCs w:val="28"/>
          <w:lang w:val="uk-UA"/>
        </w:rPr>
        <w:t>.201</w:t>
      </w:r>
      <w:r>
        <w:rPr>
          <w:rFonts w:ascii="Times New Roman" w:hAnsi="Times New Roman"/>
          <w:i/>
          <w:sz w:val="28"/>
          <w:szCs w:val="28"/>
          <w:lang w:val="uk-UA"/>
        </w:rPr>
        <w:t>5</w:t>
      </w:r>
      <w:r w:rsidRPr="00306F58">
        <w:rPr>
          <w:rFonts w:ascii="Times New Roman" w:hAnsi="Times New Roman"/>
          <w:i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i/>
          <w:sz w:val="28"/>
          <w:szCs w:val="28"/>
        </w:rPr>
        <w:t xml:space="preserve">      </w:t>
      </w:r>
      <w:r w:rsidRPr="00306F58">
        <w:rPr>
          <w:rFonts w:ascii="Times New Roman" w:hAnsi="Times New Roman"/>
          <w:i/>
          <w:sz w:val="28"/>
          <w:szCs w:val="28"/>
        </w:rPr>
        <w:t xml:space="preserve">                                      </w:t>
      </w:r>
      <w:r w:rsidRPr="00306F58">
        <w:rPr>
          <w:rFonts w:ascii="Times New Roman" w:hAnsi="Times New Roman"/>
          <w:i/>
          <w:sz w:val="28"/>
          <w:szCs w:val="28"/>
          <w:lang w:val="uk-UA"/>
        </w:rPr>
        <w:t>Іванова</w:t>
      </w:r>
    </w:p>
    <w:p w:rsidR="008D5D87" w:rsidRDefault="008D5D87" w:rsidP="009E4823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D5D87" w:rsidRPr="00180E7B" w:rsidRDefault="008D5D87" w:rsidP="009E4823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Подання</w:t>
      </w:r>
      <w:r w:rsidRPr="00814D4B">
        <w:rPr>
          <w:rFonts w:ascii="Times New Roman" w:hAnsi="Times New Roman"/>
          <w:b/>
          <w:sz w:val="28"/>
          <w:szCs w:val="28"/>
        </w:rPr>
        <w:t xml:space="preserve"> про </w:t>
      </w:r>
      <w:r>
        <w:rPr>
          <w:rFonts w:ascii="Times New Roman" w:hAnsi="Times New Roman"/>
          <w:b/>
          <w:sz w:val="28"/>
          <w:szCs w:val="28"/>
          <w:lang w:val="uk-UA"/>
        </w:rPr>
        <w:t>надання відпустки по догляду за дитиною до досягнення нею трирічного віку</w:t>
      </w:r>
    </w:p>
    <w:p w:rsidR="008D5D87" w:rsidRPr="00CA5AB5" w:rsidRDefault="008D5D87" w:rsidP="009E4823">
      <w:pPr>
        <w:spacing w:after="0" w:line="240" w:lineRule="auto"/>
        <w:ind w:firstLine="5760"/>
        <w:jc w:val="both"/>
        <w:rPr>
          <w:rFonts w:ascii="Times New Roman" w:hAnsi="Times New Roman"/>
          <w:sz w:val="28"/>
          <w:szCs w:val="28"/>
          <w:lang w:val="uk-UA"/>
        </w:rPr>
      </w:pPr>
      <w:r w:rsidRPr="00CA5AB5">
        <w:rPr>
          <w:rFonts w:ascii="Times New Roman" w:hAnsi="Times New Roman"/>
          <w:sz w:val="28"/>
          <w:szCs w:val="28"/>
          <w:lang w:val="uk-UA"/>
        </w:rPr>
        <w:t>Начальнику відділу освіти</w:t>
      </w:r>
    </w:p>
    <w:p w:rsidR="008D5D87" w:rsidRPr="00CA5AB5" w:rsidRDefault="008D5D87" w:rsidP="009E4823">
      <w:pPr>
        <w:spacing w:after="0" w:line="240" w:lineRule="auto"/>
        <w:ind w:firstLine="5760"/>
        <w:jc w:val="both"/>
        <w:rPr>
          <w:rFonts w:ascii="Times New Roman" w:hAnsi="Times New Roman"/>
          <w:sz w:val="28"/>
          <w:szCs w:val="28"/>
          <w:lang w:val="uk-UA"/>
        </w:rPr>
      </w:pPr>
      <w:r w:rsidRPr="00CA5AB5">
        <w:rPr>
          <w:rFonts w:ascii="Times New Roman" w:hAnsi="Times New Roman"/>
          <w:sz w:val="28"/>
          <w:szCs w:val="28"/>
          <w:lang w:val="uk-UA"/>
        </w:rPr>
        <w:t xml:space="preserve">Чугуївської міської ради </w:t>
      </w:r>
    </w:p>
    <w:p w:rsidR="008D5D87" w:rsidRPr="00031A79" w:rsidRDefault="008D5D87" w:rsidP="009E4823">
      <w:pPr>
        <w:spacing w:after="0" w:line="240" w:lineRule="auto"/>
        <w:ind w:firstLine="576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31A79">
        <w:rPr>
          <w:rFonts w:ascii="Times New Roman" w:hAnsi="Times New Roman"/>
          <w:b/>
          <w:sz w:val="28"/>
          <w:szCs w:val="28"/>
          <w:lang w:val="uk-UA"/>
        </w:rPr>
        <w:t>ПРОЦЕНКО М.В</w:t>
      </w:r>
    </w:p>
    <w:p w:rsidR="008D5D87" w:rsidRPr="00180E7B" w:rsidRDefault="008D5D87" w:rsidP="009E482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D5D87" w:rsidRPr="00031A79" w:rsidRDefault="008D5D87" w:rsidP="009E4823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>Подання</w:t>
      </w:r>
    </w:p>
    <w:p w:rsidR="008D5D87" w:rsidRPr="00031A79" w:rsidRDefault="008D5D87" w:rsidP="009E4823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1A79">
        <w:rPr>
          <w:rFonts w:ascii="Times New Roman" w:hAnsi="Times New Roman"/>
          <w:sz w:val="28"/>
          <w:szCs w:val="28"/>
          <w:lang w:val="uk-UA"/>
        </w:rPr>
        <w:tab/>
        <w:t xml:space="preserve">Адміністрація </w:t>
      </w:r>
      <w:r>
        <w:rPr>
          <w:rFonts w:ascii="Times New Roman" w:hAnsi="Times New Roman"/>
          <w:sz w:val="28"/>
          <w:szCs w:val="28"/>
          <w:lang w:val="uk-UA"/>
        </w:rPr>
        <w:t>Чугуївської гімназії № 5 Чугуївської міської ради Харківської області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просить надати Івановій Тетяні Іванівні, вчителю початкових класів відпустку для догляду за дитиною до досягнення нею трирічного віку з 12.10.2015.</w:t>
      </w:r>
    </w:p>
    <w:p w:rsidR="008D5D87" w:rsidRPr="00031A79" w:rsidRDefault="008D5D87" w:rsidP="009E4823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>Додаток: копія свідоцтва про народження дитини (Се</w:t>
      </w:r>
      <w:r>
        <w:rPr>
          <w:rFonts w:ascii="Times New Roman" w:hAnsi="Times New Roman"/>
          <w:sz w:val="28"/>
          <w:szCs w:val="28"/>
          <w:lang w:val="uk-UA"/>
        </w:rPr>
        <w:t>рія НО № 112233 від 25.08.2015), заява Іванової Т.І. від 11.10.2015.</w:t>
      </w:r>
    </w:p>
    <w:p w:rsidR="008D5D87" w:rsidRDefault="008D5D87" w:rsidP="009E4823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D5D87" w:rsidRPr="00E44E2B" w:rsidRDefault="008D5D87" w:rsidP="009E4823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44E2B">
        <w:rPr>
          <w:rFonts w:ascii="Times New Roman" w:hAnsi="Times New Roman"/>
          <w:b/>
          <w:sz w:val="28"/>
          <w:szCs w:val="28"/>
          <w:lang w:val="uk-UA"/>
        </w:rPr>
        <w:t>Директор</w:t>
      </w:r>
      <w:r w:rsidRPr="00E44E2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Pr="00E44E2B">
        <w:rPr>
          <w:rFonts w:ascii="Times New Roman" w:hAnsi="Times New Roman"/>
          <w:b/>
          <w:sz w:val="28"/>
          <w:szCs w:val="28"/>
          <w:lang w:val="uk-UA"/>
        </w:rPr>
        <w:t>ПІБ</w:t>
      </w:r>
    </w:p>
    <w:p w:rsidR="008D5D87" w:rsidRPr="00031A79" w:rsidRDefault="008D5D87" w:rsidP="00C8495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D87" w:rsidRPr="00031A79" w:rsidRDefault="008D5D87" w:rsidP="00C8495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8D5D87" w:rsidRPr="002C6694" w:rsidRDefault="008D5D87" w:rsidP="002C6694">
      <w:pPr>
        <w:pStyle w:val="ShapkaDocumentu"/>
        <w:spacing w:after="0"/>
        <w:ind w:left="6804" w:hanging="6804"/>
        <w:rPr>
          <w:rFonts w:ascii="Times New Roman" w:hAnsi="Times New Roman" w:cs="Times New Roman"/>
          <w:color w:val="000000"/>
          <w:sz w:val="28"/>
          <w:szCs w:val="28"/>
        </w:rPr>
      </w:pPr>
      <w:r w:rsidRPr="002C6694">
        <w:rPr>
          <w:rFonts w:ascii="Times New Roman" w:hAnsi="Times New Roman" w:cs="Times New Roman"/>
          <w:color w:val="000000"/>
          <w:sz w:val="28"/>
          <w:szCs w:val="28"/>
        </w:rPr>
        <w:object w:dxaOrig="1036" w:dyaOrig="13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5.5pt" o:ole="" o:preferrelative="f" filled="t">
            <v:fill color2="black"/>
            <v:imagedata r:id="rId6" o:title=""/>
          </v:shape>
          <o:OLEObject Type="Embed" ProgID="Word.Picture.8" ShapeID="_x0000_i1025" DrawAspect="Content" ObjectID="_1516103678" r:id="rId7"/>
        </w:object>
      </w:r>
    </w:p>
    <w:p w:rsidR="008D5D87" w:rsidRPr="002C6694" w:rsidRDefault="008D5D87" w:rsidP="002C6694">
      <w:pPr>
        <w:pStyle w:val="Heading2"/>
        <w:spacing w:before="0"/>
        <w:jc w:val="center"/>
        <w:rPr>
          <w:rFonts w:ascii="Times New Roman" w:hAnsi="Times New Roman"/>
          <w:i/>
          <w:color w:val="000000"/>
          <w:sz w:val="32"/>
          <w:szCs w:val="32"/>
        </w:rPr>
      </w:pPr>
      <w:r w:rsidRPr="002C6694">
        <w:rPr>
          <w:rFonts w:ascii="Times New Roman" w:hAnsi="Times New Roman"/>
          <w:color w:val="000000"/>
          <w:sz w:val="32"/>
          <w:szCs w:val="32"/>
        </w:rPr>
        <w:t>ЧУГУЇВСЬКА МІСЬКА РАДА ХАРКІВСЬКОЇ  ОБЛАСТІ</w:t>
      </w:r>
    </w:p>
    <w:p w:rsidR="008D5D87" w:rsidRPr="002C6694" w:rsidRDefault="008D5D87" w:rsidP="002C6694">
      <w:pPr>
        <w:spacing w:line="360" w:lineRule="auto"/>
        <w:jc w:val="center"/>
        <w:rPr>
          <w:rFonts w:ascii="Times New Roman" w:hAnsi="Times New Roman"/>
          <w:b/>
          <w:i/>
          <w:color w:val="000000"/>
          <w:sz w:val="32"/>
          <w:szCs w:val="32"/>
          <w:lang w:val="uk-UA"/>
        </w:rPr>
      </w:pPr>
      <w:r w:rsidRPr="002C6694">
        <w:rPr>
          <w:rFonts w:ascii="Times New Roman" w:hAnsi="Times New Roman"/>
          <w:b/>
          <w:color w:val="000000"/>
          <w:sz w:val="32"/>
          <w:szCs w:val="32"/>
          <w:lang w:val="uk-UA"/>
        </w:rPr>
        <w:t xml:space="preserve"> ВІДДІЛ ОСВІТИ</w:t>
      </w:r>
    </w:p>
    <w:p w:rsidR="008D5D87" w:rsidRPr="002C6694" w:rsidRDefault="008D5D87" w:rsidP="002C6694">
      <w:pPr>
        <w:spacing w:line="36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2C6694">
        <w:rPr>
          <w:rFonts w:ascii="Times New Roman" w:hAnsi="Times New Roman"/>
          <w:b/>
          <w:color w:val="000000"/>
          <w:sz w:val="32"/>
          <w:szCs w:val="32"/>
        </w:rPr>
        <w:t>НАКАЗ</w:t>
      </w:r>
    </w:p>
    <w:tbl>
      <w:tblPr>
        <w:tblW w:w="10059" w:type="dxa"/>
        <w:jc w:val="center"/>
        <w:tblLook w:val="01E0"/>
      </w:tblPr>
      <w:tblGrid>
        <w:gridCol w:w="3447"/>
        <w:gridCol w:w="2788"/>
        <w:gridCol w:w="3824"/>
      </w:tblGrid>
      <w:tr w:rsidR="008D5D87" w:rsidRPr="002C6694" w:rsidTr="00BD5267">
        <w:trPr>
          <w:jc w:val="center"/>
        </w:trPr>
        <w:tc>
          <w:tcPr>
            <w:tcW w:w="3447" w:type="dxa"/>
          </w:tcPr>
          <w:p w:rsidR="008D5D87" w:rsidRPr="002C6694" w:rsidRDefault="008D5D87" w:rsidP="00BD5267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12.10.</w:t>
            </w:r>
            <w:r w:rsidRPr="002C6694">
              <w:rPr>
                <w:rFonts w:ascii="Times New Roman" w:hAnsi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2788" w:type="dxa"/>
          </w:tcPr>
          <w:p w:rsidR="008D5D87" w:rsidRPr="002C6694" w:rsidRDefault="008D5D87" w:rsidP="00BD5267">
            <w:pPr>
              <w:spacing w:line="360" w:lineRule="auto"/>
              <w:ind w:right="-207" w:hanging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66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Чугуїв</w:t>
            </w:r>
          </w:p>
        </w:tc>
        <w:tc>
          <w:tcPr>
            <w:tcW w:w="3824" w:type="dxa"/>
          </w:tcPr>
          <w:p w:rsidR="008D5D87" w:rsidRPr="002C6694" w:rsidRDefault="008D5D87" w:rsidP="00BD5267">
            <w:pPr>
              <w:spacing w:line="360" w:lineRule="auto"/>
              <w:ind w:firstLine="54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66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№ 161-о</w:t>
            </w:r>
          </w:p>
        </w:tc>
      </w:tr>
    </w:tbl>
    <w:p w:rsidR="008D5D87" w:rsidRPr="002C6694" w:rsidRDefault="008D5D87" w:rsidP="002C6694">
      <w:pPr>
        <w:rPr>
          <w:rFonts w:ascii="Times New Roman" w:hAnsi="Times New Roman"/>
          <w:sz w:val="28"/>
          <w:szCs w:val="28"/>
          <w:lang w:val="uk-UA"/>
        </w:rPr>
      </w:pPr>
    </w:p>
    <w:p w:rsidR="008D5D87" w:rsidRPr="002C6694" w:rsidRDefault="008D5D87" w:rsidP="002C66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6694">
        <w:rPr>
          <w:rFonts w:ascii="Times New Roman" w:hAnsi="Times New Roman"/>
          <w:sz w:val="28"/>
          <w:szCs w:val="28"/>
        </w:rPr>
        <w:t>Про надання відпустки</w:t>
      </w:r>
    </w:p>
    <w:p w:rsidR="008D5D87" w:rsidRPr="002C6694" w:rsidRDefault="008D5D87" w:rsidP="002C66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6694">
        <w:rPr>
          <w:rFonts w:ascii="Times New Roman" w:hAnsi="Times New Roman"/>
          <w:b/>
          <w:sz w:val="28"/>
          <w:szCs w:val="28"/>
        </w:rPr>
        <w:t>Килимник М.О.</w:t>
      </w:r>
    </w:p>
    <w:p w:rsidR="008D5D87" w:rsidRPr="002C6694" w:rsidRDefault="008D5D87" w:rsidP="002C6694">
      <w:pPr>
        <w:rPr>
          <w:rFonts w:ascii="Times New Roman" w:hAnsi="Times New Roman"/>
          <w:sz w:val="28"/>
          <w:szCs w:val="28"/>
        </w:rPr>
      </w:pPr>
    </w:p>
    <w:p w:rsidR="008D5D87" w:rsidRPr="002C6694" w:rsidRDefault="008D5D87" w:rsidP="002C669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C6694">
        <w:rPr>
          <w:rFonts w:ascii="Times New Roman" w:hAnsi="Times New Roman"/>
          <w:sz w:val="28"/>
          <w:szCs w:val="28"/>
        </w:rPr>
        <w:t>НАДАТИ:</w:t>
      </w:r>
    </w:p>
    <w:p w:rsidR="008D5D87" w:rsidRPr="002C6694" w:rsidRDefault="008D5D87" w:rsidP="002C6694">
      <w:pPr>
        <w:pStyle w:val="a"/>
        <w:spacing w:line="360" w:lineRule="auto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val="ru-RU"/>
        </w:rPr>
        <w:t>ІВАНОВІЙ</w:t>
      </w:r>
      <w:r w:rsidRPr="002C6694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Тетяні Іванівні</w:t>
      </w:r>
      <w:r w:rsidRPr="002C6694">
        <w:rPr>
          <w:rFonts w:cs="Times New Roman"/>
          <w:szCs w:val="28"/>
        </w:rPr>
        <w:t xml:space="preserve">, вчителю </w:t>
      </w:r>
      <w:r>
        <w:rPr>
          <w:rFonts w:cs="Times New Roman"/>
          <w:szCs w:val="28"/>
        </w:rPr>
        <w:t xml:space="preserve">початкових класів </w:t>
      </w:r>
      <w:r w:rsidRPr="002C6694">
        <w:rPr>
          <w:rFonts w:cs="Times New Roman"/>
          <w:szCs w:val="28"/>
        </w:rPr>
        <w:t xml:space="preserve">Чугуївської </w:t>
      </w:r>
      <w:r>
        <w:rPr>
          <w:rFonts w:cs="Times New Roman"/>
          <w:szCs w:val="28"/>
        </w:rPr>
        <w:t xml:space="preserve">гімназії </w:t>
      </w:r>
      <w:r w:rsidRPr="002C6694">
        <w:rPr>
          <w:rFonts w:cs="Times New Roman"/>
          <w:szCs w:val="28"/>
        </w:rPr>
        <w:t xml:space="preserve"> № </w:t>
      </w:r>
      <w:r>
        <w:rPr>
          <w:rFonts w:cs="Times New Roman"/>
          <w:szCs w:val="28"/>
        </w:rPr>
        <w:t>5</w:t>
      </w:r>
      <w:r w:rsidRPr="002C6694">
        <w:rPr>
          <w:rFonts w:cs="Times New Roman"/>
          <w:szCs w:val="28"/>
        </w:rPr>
        <w:t xml:space="preserve"> Чугуївської міської ради Харківської області, відпустку по догляду за дитиною до досягнення нею трирічного віку з </w:t>
      </w:r>
      <w:r>
        <w:rPr>
          <w:rFonts w:cs="Times New Roman"/>
          <w:szCs w:val="28"/>
        </w:rPr>
        <w:t>12.10</w:t>
      </w:r>
      <w:r w:rsidRPr="002C6694">
        <w:rPr>
          <w:rFonts w:cs="Times New Roman"/>
          <w:szCs w:val="28"/>
        </w:rPr>
        <w:t xml:space="preserve">.2015 по </w:t>
      </w:r>
      <w:r>
        <w:rPr>
          <w:rFonts w:cs="Times New Roman"/>
          <w:szCs w:val="28"/>
        </w:rPr>
        <w:t>09.07.</w:t>
      </w:r>
      <w:r w:rsidRPr="002C6694">
        <w:rPr>
          <w:rFonts w:cs="Times New Roman"/>
          <w:szCs w:val="28"/>
        </w:rPr>
        <w:t>2018.</w:t>
      </w:r>
    </w:p>
    <w:p w:rsidR="008D5D87" w:rsidRPr="002C6694" w:rsidRDefault="008D5D87" w:rsidP="002C6694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57D13">
        <w:rPr>
          <w:rFonts w:ascii="Times New Roman" w:hAnsi="Times New Roman"/>
          <w:bCs/>
          <w:sz w:val="28"/>
          <w:szCs w:val="28"/>
          <w:lang w:val="uk-UA"/>
        </w:rPr>
        <w:t>Підстава:</w:t>
      </w:r>
      <w:r w:rsidRPr="00B57D13">
        <w:rPr>
          <w:rFonts w:ascii="Times New Roman" w:hAnsi="Times New Roman"/>
          <w:sz w:val="28"/>
          <w:szCs w:val="28"/>
          <w:lang w:val="uk-UA"/>
        </w:rPr>
        <w:t xml:space="preserve"> заява</w:t>
      </w:r>
      <w:r w:rsidRPr="002C669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Іванової Т.І.</w:t>
      </w:r>
      <w:r w:rsidRPr="002C6694">
        <w:rPr>
          <w:rFonts w:ascii="Times New Roman" w:hAnsi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/>
          <w:sz w:val="28"/>
          <w:szCs w:val="28"/>
          <w:lang w:val="uk-UA"/>
        </w:rPr>
        <w:t>11.10</w:t>
      </w:r>
      <w:r w:rsidRPr="002C6694">
        <w:rPr>
          <w:rFonts w:ascii="Times New Roman" w:hAnsi="Times New Roman"/>
          <w:sz w:val="28"/>
          <w:szCs w:val="28"/>
          <w:lang w:val="uk-UA"/>
        </w:rPr>
        <w:t xml:space="preserve">.2015; подання директора Чугуївської </w:t>
      </w:r>
      <w:r>
        <w:rPr>
          <w:rFonts w:ascii="Times New Roman" w:hAnsi="Times New Roman"/>
          <w:sz w:val="28"/>
          <w:szCs w:val="28"/>
          <w:lang w:val="uk-UA"/>
        </w:rPr>
        <w:t>гімназії  № 5</w:t>
      </w:r>
      <w:r w:rsidRPr="002C6694">
        <w:rPr>
          <w:rFonts w:ascii="Times New Roman" w:hAnsi="Times New Roman"/>
          <w:sz w:val="28"/>
          <w:szCs w:val="28"/>
          <w:lang w:val="uk-UA"/>
        </w:rPr>
        <w:t xml:space="preserve"> Чугуївської міської ради Харківської області від </w:t>
      </w:r>
      <w:r>
        <w:rPr>
          <w:rFonts w:ascii="Times New Roman" w:hAnsi="Times New Roman"/>
          <w:sz w:val="28"/>
          <w:szCs w:val="28"/>
          <w:lang w:val="uk-UA"/>
        </w:rPr>
        <w:t>____</w:t>
      </w:r>
      <w:r w:rsidRPr="002C6694">
        <w:rPr>
          <w:rFonts w:ascii="Times New Roman" w:hAnsi="Times New Roman"/>
          <w:sz w:val="28"/>
          <w:szCs w:val="28"/>
          <w:lang w:val="uk-UA"/>
        </w:rPr>
        <w:t xml:space="preserve">2015 № </w:t>
      </w:r>
      <w:r>
        <w:rPr>
          <w:rFonts w:ascii="Times New Roman" w:hAnsi="Times New Roman"/>
          <w:sz w:val="28"/>
          <w:szCs w:val="28"/>
          <w:lang w:val="uk-UA"/>
        </w:rPr>
        <w:t>____</w:t>
      </w:r>
      <w:r w:rsidRPr="002C6694">
        <w:rPr>
          <w:rFonts w:ascii="Times New Roman" w:hAnsi="Times New Roman"/>
          <w:sz w:val="28"/>
          <w:szCs w:val="28"/>
          <w:lang w:val="uk-UA"/>
        </w:rPr>
        <w:t>; свідоцтво про народження дитини 1-ВЛ № 402386, ст. 179 КЗпП України.</w:t>
      </w:r>
    </w:p>
    <w:p w:rsidR="008D5D87" w:rsidRPr="002C6694" w:rsidRDefault="008D5D87" w:rsidP="002C669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D87" w:rsidRPr="00B57D13" w:rsidRDefault="008D5D87" w:rsidP="002C6694">
      <w:pPr>
        <w:rPr>
          <w:rFonts w:ascii="Times New Roman" w:hAnsi="Times New Roman"/>
          <w:sz w:val="28"/>
          <w:szCs w:val="28"/>
          <w:lang w:val="uk-UA"/>
        </w:rPr>
      </w:pPr>
      <w:r w:rsidRPr="002C6694">
        <w:rPr>
          <w:rFonts w:ascii="Times New Roman" w:hAnsi="Times New Roman"/>
          <w:b/>
          <w:sz w:val="28"/>
          <w:szCs w:val="28"/>
        </w:rPr>
        <w:t xml:space="preserve">Начальник  відділу освіти                                                      М.В. ПРОЦЕНКО </w:t>
      </w:r>
    </w:p>
    <w:p w:rsidR="008D5D87" w:rsidRPr="002C6694" w:rsidRDefault="008D5D87" w:rsidP="002C6694">
      <w:pPr>
        <w:rPr>
          <w:rFonts w:ascii="Times New Roman" w:hAnsi="Times New Roman"/>
          <w:b/>
          <w:sz w:val="28"/>
          <w:szCs w:val="28"/>
        </w:rPr>
      </w:pPr>
    </w:p>
    <w:p w:rsidR="008D5D87" w:rsidRPr="00B57D13" w:rsidRDefault="008D5D87" w:rsidP="002C6694">
      <w:pPr>
        <w:rPr>
          <w:rFonts w:ascii="Times New Roman" w:hAnsi="Times New Roman"/>
          <w:sz w:val="28"/>
          <w:szCs w:val="28"/>
          <w:lang w:val="uk-UA"/>
        </w:rPr>
      </w:pPr>
      <w:r w:rsidRPr="002C6694">
        <w:rPr>
          <w:rFonts w:ascii="Times New Roman" w:hAnsi="Times New Roman"/>
          <w:sz w:val="28"/>
          <w:szCs w:val="28"/>
        </w:rPr>
        <w:t>З наказом ознайомлена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__________       «_______»__________</w:t>
      </w:r>
      <w:r w:rsidRPr="002C6694">
        <w:rPr>
          <w:rFonts w:ascii="Times New Roman" w:hAnsi="Times New Roman"/>
          <w:sz w:val="28"/>
          <w:szCs w:val="28"/>
        </w:rPr>
        <w:t>__2015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8D5D87" w:rsidRDefault="008D5D87" w:rsidP="002C6694">
      <w:pPr>
        <w:rPr>
          <w:szCs w:val="28"/>
        </w:rPr>
      </w:pPr>
    </w:p>
    <w:p w:rsidR="008D5D87" w:rsidRDefault="008D5D87" w:rsidP="002C6694">
      <w:r>
        <w:rPr>
          <w:sz w:val="23"/>
          <w:szCs w:val="23"/>
        </w:rPr>
        <w:t xml:space="preserve">    </w:t>
      </w:r>
    </w:p>
    <w:p w:rsidR="008D5D87" w:rsidRDefault="008D5D87" w:rsidP="002C6694">
      <w:pPr>
        <w:rPr>
          <w:sz w:val="6"/>
          <w:szCs w:val="6"/>
        </w:rPr>
      </w:pPr>
    </w:p>
    <w:p w:rsidR="008D5D87" w:rsidRDefault="008D5D87" w:rsidP="002C6694">
      <w:pPr>
        <w:jc w:val="both"/>
      </w:pPr>
    </w:p>
    <w:p w:rsidR="008D5D87" w:rsidRPr="000C55B3" w:rsidRDefault="008D5D87" w:rsidP="00C8495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D87" w:rsidRPr="00C63870" w:rsidRDefault="008D5D87" w:rsidP="000C55B3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Заява основного працівника про переривання відпустки для догляду за дитиною до досягнення нею трирічного віку.</w:t>
      </w:r>
    </w:p>
    <w:p w:rsidR="008D5D87" w:rsidRDefault="008D5D87" w:rsidP="008B031E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>Начальнику відділу освіти</w:t>
      </w:r>
    </w:p>
    <w:p w:rsidR="008D5D87" w:rsidRDefault="008D5D87" w:rsidP="008B031E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Чугуївської міської ради </w:t>
      </w:r>
    </w:p>
    <w:p w:rsidR="008D5D87" w:rsidRDefault="008D5D87" w:rsidP="008B031E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Проценко </w:t>
      </w:r>
      <w:r>
        <w:rPr>
          <w:rFonts w:ascii="Times New Roman" w:hAnsi="Times New Roman"/>
          <w:i/>
          <w:sz w:val="28"/>
          <w:szCs w:val="28"/>
          <w:lang w:val="uk-UA"/>
        </w:rPr>
        <w:t>М.В</w:t>
      </w:r>
    </w:p>
    <w:p w:rsidR="008D5D87" w:rsidRPr="000F6D3C" w:rsidRDefault="008D5D87" w:rsidP="008B031E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>вчителя початкових класів</w:t>
      </w:r>
    </w:p>
    <w:p w:rsidR="008D5D87" w:rsidRPr="008B031E" w:rsidRDefault="008D5D87" w:rsidP="008B031E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Чугуївської гімназії № 5 </w:t>
      </w:r>
    </w:p>
    <w:p w:rsidR="008D5D87" w:rsidRDefault="008D5D87" w:rsidP="008B031E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Чугуївської міської ради </w:t>
      </w:r>
    </w:p>
    <w:p w:rsidR="008D5D87" w:rsidRDefault="008D5D87" w:rsidP="008B031E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Харківської області</w:t>
      </w: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8D5D87" w:rsidRDefault="008D5D87" w:rsidP="008B031E">
      <w:pPr>
        <w:spacing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</w:t>
      </w: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Іванової Тетяни Іванівни  </w:t>
      </w:r>
    </w:p>
    <w:p w:rsidR="008D5D87" w:rsidRPr="00F67447" w:rsidRDefault="008D5D87" w:rsidP="000C55B3">
      <w:pPr>
        <w:spacing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Заява</w:t>
      </w:r>
    </w:p>
    <w:p w:rsidR="008D5D87" w:rsidRPr="0068203B" w:rsidRDefault="008D5D87" w:rsidP="000C55B3">
      <w:pPr>
        <w:spacing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8203B">
        <w:rPr>
          <w:rFonts w:ascii="Times New Roman" w:hAnsi="Times New Roman"/>
          <w:i/>
          <w:sz w:val="28"/>
          <w:szCs w:val="28"/>
        </w:rPr>
        <w:t>Прошу</w:t>
      </w:r>
      <w:r w:rsidRPr="0068203B">
        <w:rPr>
          <w:rFonts w:ascii="Times New Roman" w:hAnsi="Times New Roman"/>
          <w:i/>
          <w:sz w:val="28"/>
          <w:szCs w:val="28"/>
          <w:lang w:val="uk-UA"/>
        </w:rPr>
        <w:t xml:space="preserve"> перервати надану мені відпустку для догляду за дитиною до досягнення нею трирічного віку і дозволити приступити до виконання своїх посадових обов'язків з 01.03.201</w:t>
      </w:r>
      <w:r>
        <w:rPr>
          <w:rFonts w:ascii="Times New Roman" w:hAnsi="Times New Roman"/>
          <w:i/>
          <w:sz w:val="28"/>
          <w:szCs w:val="28"/>
          <w:lang w:val="uk-UA"/>
        </w:rPr>
        <w:t>5</w:t>
      </w:r>
      <w:r w:rsidRPr="0068203B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8D5D87" w:rsidRDefault="008D5D87" w:rsidP="000C55B3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  <w:r w:rsidRPr="0068203B">
        <w:rPr>
          <w:rFonts w:ascii="Times New Roman" w:hAnsi="Times New Roman"/>
          <w:i/>
          <w:sz w:val="28"/>
          <w:szCs w:val="28"/>
          <w:lang w:val="uk-UA"/>
        </w:rPr>
        <w:t>25.02.201</w:t>
      </w:r>
      <w:r>
        <w:rPr>
          <w:rFonts w:ascii="Times New Roman" w:hAnsi="Times New Roman"/>
          <w:i/>
          <w:sz w:val="28"/>
          <w:szCs w:val="28"/>
          <w:lang w:val="uk-UA"/>
        </w:rPr>
        <w:t>5</w:t>
      </w:r>
      <w:r w:rsidRPr="0068203B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                </w:t>
      </w:r>
      <w:r w:rsidRPr="0068203B">
        <w:rPr>
          <w:rFonts w:ascii="Times New Roman" w:hAnsi="Times New Roman"/>
          <w:i/>
          <w:sz w:val="28"/>
          <w:szCs w:val="28"/>
          <w:lang w:val="uk-UA"/>
        </w:rPr>
        <w:t>Іванова</w:t>
      </w:r>
    </w:p>
    <w:p w:rsidR="008D5D87" w:rsidRPr="00C63870" w:rsidRDefault="008D5D87" w:rsidP="00022E52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Подання</w:t>
      </w:r>
      <w:r w:rsidRPr="00814D4B">
        <w:rPr>
          <w:rFonts w:ascii="Times New Roman" w:hAnsi="Times New Roman"/>
          <w:b/>
          <w:sz w:val="28"/>
          <w:szCs w:val="28"/>
        </w:rPr>
        <w:t xml:space="preserve"> про </w:t>
      </w:r>
      <w:r>
        <w:rPr>
          <w:rFonts w:ascii="Times New Roman" w:hAnsi="Times New Roman"/>
          <w:b/>
          <w:sz w:val="28"/>
          <w:szCs w:val="28"/>
          <w:lang w:val="uk-UA"/>
        </w:rPr>
        <w:t>про переривання відпустки для догляду за дитиною до досягнення нею трирічного віку.</w:t>
      </w:r>
    </w:p>
    <w:p w:rsidR="008D5D87" w:rsidRPr="00180E7B" w:rsidRDefault="008D5D87" w:rsidP="00022E52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D5D87" w:rsidRPr="00CA5AB5" w:rsidRDefault="008D5D87" w:rsidP="00022E52">
      <w:pPr>
        <w:spacing w:after="0" w:line="240" w:lineRule="auto"/>
        <w:ind w:firstLine="5760"/>
        <w:jc w:val="both"/>
        <w:rPr>
          <w:rFonts w:ascii="Times New Roman" w:hAnsi="Times New Roman"/>
          <w:sz w:val="28"/>
          <w:szCs w:val="28"/>
          <w:lang w:val="uk-UA"/>
        </w:rPr>
      </w:pPr>
      <w:r w:rsidRPr="00CA5AB5">
        <w:rPr>
          <w:rFonts w:ascii="Times New Roman" w:hAnsi="Times New Roman"/>
          <w:sz w:val="28"/>
          <w:szCs w:val="28"/>
          <w:lang w:val="uk-UA"/>
        </w:rPr>
        <w:t>Начальнику відділу освіти</w:t>
      </w:r>
    </w:p>
    <w:p w:rsidR="008D5D87" w:rsidRPr="00CA5AB5" w:rsidRDefault="008D5D87" w:rsidP="00022E52">
      <w:pPr>
        <w:spacing w:after="0" w:line="240" w:lineRule="auto"/>
        <w:ind w:firstLine="5760"/>
        <w:jc w:val="both"/>
        <w:rPr>
          <w:rFonts w:ascii="Times New Roman" w:hAnsi="Times New Roman"/>
          <w:sz w:val="28"/>
          <w:szCs w:val="28"/>
          <w:lang w:val="uk-UA"/>
        </w:rPr>
      </w:pPr>
      <w:r w:rsidRPr="00CA5AB5">
        <w:rPr>
          <w:rFonts w:ascii="Times New Roman" w:hAnsi="Times New Roman"/>
          <w:sz w:val="28"/>
          <w:szCs w:val="28"/>
          <w:lang w:val="uk-UA"/>
        </w:rPr>
        <w:t xml:space="preserve">Чугуївської міської ради </w:t>
      </w:r>
    </w:p>
    <w:p w:rsidR="008D5D87" w:rsidRPr="00031A79" w:rsidRDefault="008D5D87" w:rsidP="00022E52">
      <w:pPr>
        <w:spacing w:after="0" w:line="240" w:lineRule="auto"/>
        <w:ind w:firstLine="576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31A79">
        <w:rPr>
          <w:rFonts w:ascii="Times New Roman" w:hAnsi="Times New Roman"/>
          <w:b/>
          <w:sz w:val="28"/>
          <w:szCs w:val="28"/>
          <w:lang w:val="uk-UA"/>
        </w:rPr>
        <w:t>ПРОЦЕНКО М.В</w:t>
      </w:r>
    </w:p>
    <w:p w:rsidR="008D5D87" w:rsidRPr="00180E7B" w:rsidRDefault="008D5D87" w:rsidP="00022E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D5D87" w:rsidRPr="00031A79" w:rsidRDefault="008D5D87" w:rsidP="00022E52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>Подання</w:t>
      </w:r>
    </w:p>
    <w:p w:rsidR="008D5D87" w:rsidRDefault="008D5D87" w:rsidP="00022E52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1A79">
        <w:rPr>
          <w:rFonts w:ascii="Times New Roman" w:hAnsi="Times New Roman"/>
          <w:sz w:val="28"/>
          <w:szCs w:val="28"/>
          <w:lang w:val="uk-UA"/>
        </w:rPr>
        <w:tab/>
        <w:t xml:space="preserve">Адміністрація </w:t>
      </w:r>
      <w:r>
        <w:rPr>
          <w:rFonts w:ascii="Times New Roman" w:hAnsi="Times New Roman"/>
          <w:sz w:val="28"/>
          <w:szCs w:val="28"/>
          <w:lang w:val="uk-UA"/>
        </w:rPr>
        <w:t>Чугуївської гімназії № 5 Чугуївської міської ради Харківської області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просить </w:t>
      </w:r>
      <w:r>
        <w:rPr>
          <w:rFonts w:ascii="Times New Roman" w:hAnsi="Times New Roman"/>
          <w:sz w:val="28"/>
          <w:szCs w:val="28"/>
          <w:lang w:val="uk-UA"/>
        </w:rPr>
        <w:t>перервати відпустку для догляду за дитиною до досягнення нею трирічного віку</w:t>
      </w:r>
      <w:r w:rsidRPr="00FF7B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1A79">
        <w:rPr>
          <w:rFonts w:ascii="Times New Roman" w:hAnsi="Times New Roman"/>
          <w:sz w:val="28"/>
          <w:szCs w:val="28"/>
          <w:lang w:val="uk-UA"/>
        </w:rPr>
        <w:t>Івановій Тетяні Іванівні, вчителю початкових класів</w:t>
      </w:r>
      <w:r>
        <w:rPr>
          <w:rFonts w:ascii="Times New Roman" w:hAnsi="Times New Roman"/>
          <w:sz w:val="28"/>
          <w:szCs w:val="28"/>
          <w:lang w:val="uk-UA"/>
        </w:rPr>
        <w:t xml:space="preserve"> та дозволити приступити їй до виконання своїх посадових обов’язків з 01.03.2015.</w:t>
      </w:r>
    </w:p>
    <w:p w:rsidR="008D5D87" w:rsidRPr="00031A79" w:rsidRDefault="008D5D87" w:rsidP="00022E52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 xml:space="preserve">Додаток: </w:t>
      </w:r>
      <w:r>
        <w:rPr>
          <w:rFonts w:ascii="Times New Roman" w:hAnsi="Times New Roman"/>
          <w:sz w:val="28"/>
          <w:szCs w:val="28"/>
          <w:lang w:val="uk-UA"/>
        </w:rPr>
        <w:t>заява Іванової Т.І. від 25.02.2015.</w:t>
      </w:r>
    </w:p>
    <w:p w:rsidR="008D5D87" w:rsidRDefault="008D5D87" w:rsidP="00022E52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D5D87" w:rsidRPr="00E44E2B" w:rsidRDefault="008D5D87" w:rsidP="00022E52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44E2B">
        <w:rPr>
          <w:rFonts w:ascii="Times New Roman" w:hAnsi="Times New Roman"/>
          <w:b/>
          <w:sz w:val="28"/>
          <w:szCs w:val="28"/>
          <w:lang w:val="uk-UA"/>
        </w:rPr>
        <w:t>Директор</w:t>
      </w:r>
      <w:r w:rsidRPr="00E44E2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Pr="00E44E2B">
        <w:rPr>
          <w:rFonts w:ascii="Times New Roman" w:hAnsi="Times New Roman"/>
          <w:b/>
          <w:sz w:val="28"/>
          <w:szCs w:val="28"/>
          <w:lang w:val="uk-UA"/>
        </w:rPr>
        <w:t>ПІБ</w:t>
      </w:r>
    </w:p>
    <w:p w:rsidR="008D5D87" w:rsidRDefault="008D5D87" w:rsidP="000C55B3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Default="008D5D87" w:rsidP="00C8495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D87" w:rsidRDefault="008D5D87" w:rsidP="00C8495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D87" w:rsidRDefault="008D5D87" w:rsidP="00C8495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D87" w:rsidRPr="002C6694" w:rsidRDefault="008D5D87" w:rsidP="00FF7B74">
      <w:pPr>
        <w:pStyle w:val="ShapkaDocumentu"/>
        <w:spacing w:after="0"/>
        <w:ind w:left="6804" w:hanging="6804"/>
        <w:rPr>
          <w:rFonts w:ascii="Times New Roman" w:hAnsi="Times New Roman" w:cs="Times New Roman"/>
          <w:color w:val="000000"/>
          <w:sz w:val="28"/>
          <w:szCs w:val="28"/>
        </w:rPr>
      </w:pPr>
      <w:r w:rsidRPr="002C6694">
        <w:rPr>
          <w:rFonts w:ascii="Times New Roman" w:hAnsi="Times New Roman" w:cs="Times New Roman"/>
          <w:color w:val="000000"/>
          <w:sz w:val="28"/>
          <w:szCs w:val="28"/>
        </w:rPr>
        <w:object w:dxaOrig="1036" w:dyaOrig="1396">
          <v:shape id="_x0000_i1026" type="#_x0000_t75" style="width:42pt;height:55.5pt" o:ole="" o:preferrelative="f" filled="t">
            <v:fill color2="black"/>
            <v:imagedata r:id="rId6" o:title=""/>
          </v:shape>
          <o:OLEObject Type="Embed" ProgID="Word.Picture.8" ShapeID="_x0000_i1026" DrawAspect="Content" ObjectID="_1516103679" r:id="rId8"/>
        </w:object>
      </w:r>
    </w:p>
    <w:p w:rsidR="008D5D87" w:rsidRPr="002C6694" w:rsidRDefault="008D5D87" w:rsidP="00FF7B74">
      <w:pPr>
        <w:pStyle w:val="Heading2"/>
        <w:spacing w:before="0"/>
        <w:jc w:val="center"/>
        <w:rPr>
          <w:rFonts w:ascii="Times New Roman" w:hAnsi="Times New Roman"/>
          <w:i/>
          <w:color w:val="000000"/>
          <w:sz w:val="32"/>
          <w:szCs w:val="32"/>
        </w:rPr>
      </w:pPr>
      <w:r w:rsidRPr="002C6694">
        <w:rPr>
          <w:rFonts w:ascii="Times New Roman" w:hAnsi="Times New Roman"/>
          <w:color w:val="000000"/>
          <w:sz w:val="32"/>
          <w:szCs w:val="32"/>
        </w:rPr>
        <w:t>ЧУГУЇВСЬКА МІСЬКА РАДА ХАРКІВСЬКОЇ  ОБЛАСТІ</w:t>
      </w:r>
    </w:p>
    <w:p w:rsidR="008D5D87" w:rsidRPr="002C6694" w:rsidRDefault="008D5D87" w:rsidP="00FF7B74">
      <w:pPr>
        <w:spacing w:line="360" w:lineRule="auto"/>
        <w:jc w:val="center"/>
        <w:rPr>
          <w:rFonts w:ascii="Times New Roman" w:hAnsi="Times New Roman"/>
          <w:b/>
          <w:i/>
          <w:color w:val="000000"/>
          <w:sz w:val="32"/>
          <w:szCs w:val="32"/>
          <w:lang w:val="uk-UA"/>
        </w:rPr>
      </w:pPr>
      <w:r w:rsidRPr="002C6694">
        <w:rPr>
          <w:rFonts w:ascii="Times New Roman" w:hAnsi="Times New Roman"/>
          <w:b/>
          <w:color w:val="000000"/>
          <w:sz w:val="32"/>
          <w:szCs w:val="32"/>
          <w:lang w:val="uk-UA"/>
        </w:rPr>
        <w:t xml:space="preserve"> ВІДДІЛ ОСВІТИ</w:t>
      </w:r>
    </w:p>
    <w:p w:rsidR="008D5D87" w:rsidRPr="002C6694" w:rsidRDefault="008D5D87" w:rsidP="00FF7B74">
      <w:pPr>
        <w:spacing w:line="36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2C6694">
        <w:rPr>
          <w:rFonts w:ascii="Times New Roman" w:hAnsi="Times New Roman"/>
          <w:b/>
          <w:color w:val="000000"/>
          <w:sz w:val="32"/>
          <w:szCs w:val="32"/>
        </w:rPr>
        <w:t>НАКАЗ</w:t>
      </w:r>
    </w:p>
    <w:tbl>
      <w:tblPr>
        <w:tblW w:w="10059" w:type="dxa"/>
        <w:jc w:val="center"/>
        <w:tblLook w:val="01E0"/>
      </w:tblPr>
      <w:tblGrid>
        <w:gridCol w:w="3447"/>
        <w:gridCol w:w="2788"/>
        <w:gridCol w:w="3824"/>
      </w:tblGrid>
      <w:tr w:rsidR="008D5D87" w:rsidRPr="002C6694" w:rsidTr="00BD5267">
        <w:trPr>
          <w:jc w:val="center"/>
        </w:trPr>
        <w:tc>
          <w:tcPr>
            <w:tcW w:w="3447" w:type="dxa"/>
          </w:tcPr>
          <w:p w:rsidR="008D5D87" w:rsidRPr="002C6694" w:rsidRDefault="008D5D87" w:rsidP="00BD5267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01.03.</w:t>
            </w:r>
            <w:r w:rsidRPr="002C6694">
              <w:rPr>
                <w:rFonts w:ascii="Times New Roman" w:hAnsi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2788" w:type="dxa"/>
          </w:tcPr>
          <w:p w:rsidR="008D5D87" w:rsidRPr="002C6694" w:rsidRDefault="008D5D87" w:rsidP="00BD5267">
            <w:pPr>
              <w:spacing w:line="360" w:lineRule="auto"/>
              <w:ind w:right="-207" w:hanging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66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Чугуїв</w:t>
            </w:r>
          </w:p>
        </w:tc>
        <w:tc>
          <w:tcPr>
            <w:tcW w:w="3824" w:type="dxa"/>
          </w:tcPr>
          <w:p w:rsidR="008D5D87" w:rsidRPr="002C6694" w:rsidRDefault="008D5D87" w:rsidP="003D16CD">
            <w:pPr>
              <w:spacing w:line="360" w:lineRule="auto"/>
              <w:ind w:firstLine="54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66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№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145</w:t>
            </w:r>
            <w:r w:rsidRPr="002C6694">
              <w:rPr>
                <w:rFonts w:ascii="Times New Roman" w:hAnsi="Times New Roman"/>
                <w:color w:val="000000"/>
                <w:sz w:val="28"/>
                <w:szCs w:val="28"/>
              </w:rPr>
              <w:t>-о</w:t>
            </w:r>
          </w:p>
        </w:tc>
      </w:tr>
    </w:tbl>
    <w:p w:rsidR="008D5D87" w:rsidRPr="00B1235F" w:rsidRDefault="008D5D87" w:rsidP="003D16CD">
      <w:pPr>
        <w:pStyle w:val="Heading1"/>
        <w:spacing w:before="0"/>
        <w:rPr>
          <w:rFonts w:ascii="Times New Roman" w:hAnsi="Times New Roman"/>
          <w:b w:val="0"/>
          <w:color w:val="auto"/>
        </w:rPr>
      </w:pPr>
      <w:r w:rsidRPr="00B1235F">
        <w:rPr>
          <w:rFonts w:ascii="Times New Roman" w:hAnsi="Times New Roman"/>
          <w:b w:val="0"/>
          <w:color w:val="auto"/>
        </w:rPr>
        <w:t xml:space="preserve">Про вихід на роботу      </w:t>
      </w:r>
    </w:p>
    <w:p w:rsidR="008D5D87" w:rsidRDefault="008D5D87" w:rsidP="003D16CD">
      <w:pPr>
        <w:pStyle w:val="Heading1"/>
        <w:spacing w:before="0"/>
        <w:rPr>
          <w:rFonts w:ascii="Times New Roman" w:hAnsi="Times New Roman"/>
          <w:color w:val="auto"/>
          <w:lang w:val="ru-RU"/>
        </w:rPr>
      </w:pPr>
      <w:r>
        <w:rPr>
          <w:rFonts w:ascii="Times New Roman" w:hAnsi="Times New Roman"/>
          <w:color w:val="auto"/>
          <w:lang w:val="ru-RU"/>
        </w:rPr>
        <w:t>Іванової  Т.І.</w:t>
      </w:r>
    </w:p>
    <w:p w:rsidR="008D5D87" w:rsidRPr="003D16CD" w:rsidRDefault="008D5D87" w:rsidP="003D16CD">
      <w:pPr>
        <w:rPr>
          <w:lang w:val="uk-UA" w:eastAsia="ru-RU"/>
        </w:rPr>
      </w:pPr>
    </w:p>
    <w:p w:rsidR="008D5D87" w:rsidRPr="003D16CD" w:rsidRDefault="008D5D87" w:rsidP="003D16CD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16CD">
        <w:rPr>
          <w:rFonts w:ascii="Times New Roman" w:hAnsi="Times New Roman"/>
          <w:sz w:val="28"/>
          <w:szCs w:val="28"/>
        </w:rPr>
        <w:t xml:space="preserve">ВВАЖАТИ </w:t>
      </w:r>
    </w:p>
    <w:p w:rsidR="008D5D87" w:rsidRPr="00DB182C" w:rsidRDefault="008D5D87" w:rsidP="00DB182C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ІВАНОВУ Тетяну Іванівну, вчителя початкових класів Чугуївської гімназії № 5 Чугуївської міської ради Харківської області</w:t>
      </w:r>
      <w:r w:rsidRPr="00DB182C">
        <w:rPr>
          <w:rFonts w:ascii="Times New Roman" w:hAnsi="Times New Roman"/>
          <w:sz w:val="28"/>
          <w:szCs w:val="28"/>
        </w:rPr>
        <w:t xml:space="preserve">, такою, що приступила до роботи з </w:t>
      </w:r>
      <w:r>
        <w:rPr>
          <w:rFonts w:ascii="Times New Roman" w:hAnsi="Times New Roman"/>
          <w:sz w:val="28"/>
          <w:szCs w:val="28"/>
          <w:lang w:val="uk-UA"/>
        </w:rPr>
        <w:t>01.03.</w:t>
      </w:r>
      <w:r w:rsidRPr="00DB182C">
        <w:rPr>
          <w:rFonts w:ascii="Times New Roman" w:hAnsi="Times New Roman"/>
          <w:sz w:val="28"/>
          <w:szCs w:val="28"/>
        </w:rPr>
        <w:t>2015 року у зв'язку з перериванням відпустки по догляду за дитиною</w:t>
      </w:r>
      <w:r w:rsidRPr="00DB182C">
        <w:rPr>
          <w:rFonts w:ascii="Times New Roman" w:hAnsi="Times New Roman"/>
          <w:szCs w:val="28"/>
        </w:rPr>
        <w:t xml:space="preserve"> </w:t>
      </w:r>
      <w:r w:rsidRPr="00DB182C">
        <w:rPr>
          <w:rFonts w:ascii="Times New Roman" w:hAnsi="Times New Roman"/>
          <w:sz w:val="28"/>
          <w:szCs w:val="28"/>
        </w:rPr>
        <w:t xml:space="preserve">до досягнення нею трирічного віку </w:t>
      </w:r>
      <w:r w:rsidRPr="00DB182C">
        <w:rPr>
          <w:rFonts w:ascii="Times New Roman" w:hAnsi="Times New Roman"/>
          <w:sz w:val="28"/>
        </w:rPr>
        <w:t xml:space="preserve">з оплатою праці відповідно до штатного розпису. </w:t>
      </w:r>
    </w:p>
    <w:p w:rsidR="008D5D87" w:rsidRPr="003D16CD" w:rsidRDefault="008D5D87" w:rsidP="00DB182C">
      <w:pPr>
        <w:spacing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8D5D87" w:rsidRPr="003D16CD" w:rsidRDefault="008D5D87" w:rsidP="003D16C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D16CD">
        <w:rPr>
          <w:rFonts w:ascii="Times New Roman" w:hAnsi="Times New Roman"/>
          <w:b/>
          <w:iCs/>
          <w:sz w:val="28"/>
        </w:rPr>
        <w:t>Підстава:</w:t>
      </w:r>
      <w:r w:rsidRPr="003D16CD">
        <w:rPr>
          <w:rFonts w:ascii="Times New Roman" w:hAnsi="Times New Roman"/>
          <w:b/>
          <w:i/>
          <w:iCs/>
          <w:sz w:val="28"/>
        </w:rPr>
        <w:t xml:space="preserve"> </w:t>
      </w:r>
      <w:r w:rsidRPr="003D16CD">
        <w:rPr>
          <w:rFonts w:ascii="Times New Roman" w:hAnsi="Times New Roman"/>
          <w:sz w:val="28"/>
        </w:rPr>
        <w:t xml:space="preserve">заява </w:t>
      </w:r>
      <w:r>
        <w:rPr>
          <w:rFonts w:ascii="Times New Roman" w:hAnsi="Times New Roman"/>
          <w:sz w:val="28"/>
          <w:lang w:val="uk-UA"/>
        </w:rPr>
        <w:t xml:space="preserve">Іванової Т.І. від 25.02.2015, подання директора Чугуївської гімназії № 5 Чугуївської міської ради Харківської області від 26.02.2015 № 78, </w:t>
      </w:r>
      <w:r w:rsidRPr="003D16CD">
        <w:rPr>
          <w:rFonts w:ascii="Times New Roman" w:hAnsi="Times New Roman"/>
          <w:sz w:val="28"/>
        </w:rPr>
        <w:t>наказ відд</w:t>
      </w:r>
      <w:r>
        <w:rPr>
          <w:rFonts w:ascii="Times New Roman" w:hAnsi="Times New Roman"/>
          <w:sz w:val="28"/>
        </w:rPr>
        <w:t xml:space="preserve">ілу освіти  </w:t>
      </w:r>
      <w:r w:rsidRPr="003D16CD">
        <w:rPr>
          <w:rFonts w:ascii="Times New Roman" w:hAnsi="Times New Roman"/>
          <w:sz w:val="28"/>
        </w:rPr>
        <w:t xml:space="preserve">від 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3D16CD">
        <w:rPr>
          <w:rFonts w:ascii="Times New Roman" w:hAnsi="Times New Roman"/>
          <w:sz w:val="28"/>
        </w:rPr>
        <w:t>20.01.201</w:t>
      </w:r>
      <w:r>
        <w:rPr>
          <w:rFonts w:ascii="Times New Roman" w:hAnsi="Times New Roman"/>
          <w:sz w:val="28"/>
          <w:lang w:val="uk-UA"/>
        </w:rPr>
        <w:t>3</w:t>
      </w:r>
      <w:r w:rsidRPr="003D16CD">
        <w:rPr>
          <w:rFonts w:ascii="Times New Roman" w:hAnsi="Times New Roman"/>
          <w:sz w:val="28"/>
        </w:rPr>
        <w:t xml:space="preserve">  № 47-о «</w:t>
      </w:r>
      <w:r w:rsidRPr="003D16CD">
        <w:rPr>
          <w:rFonts w:ascii="Times New Roman" w:hAnsi="Times New Roman"/>
          <w:sz w:val="28"/>
          <w:szCs w:val="28"/>
        </w:rPr>
        <w:t xml:space="preserve">Про надання відпустки </w:t>
      </w:r>
      <w:r>
        <w:rPr>
          <w:rFonts w:ascii="Times New Roman" w:hAnsi="Times New Roman"/>
          <w:sz w:val="28"/>
          <w:szCs w:val="28"/>
          <w:lang w:val="uk-UA"/>
        </w:rPr>
        <w:t xml:space="preserve">      Івановій Т.І.</w:t>
      </w:r>
      <w:r w:rsidRPr="003D16CD">
        <w:rPr>
          <w:rFonts w:ascii="Times New Roman" w:hAnsi="Times New Roman"/>
          <w:sz w:val="28"/>
          <w:szCs w:val="28"/>
        </w:rPr>
        <w:t xml:space="preserve">» </w:t>
      </w:r>
    </w:p>
    <w:p w:rsidR="008D5D87" w:rsidRPr="00CC7C4E" w:rsidRDefault="008D5D87" w:rsidP="003D16CD">
      <w:pPr>
        <w:spacing w:line="240" w:lineRule="auto"/>
        <w:jc w:val="both"/>
        <w:rPr>
          <w:rFonts w:ascii="Times New Roman" w:hAnsi="Times New Roman"/>
          <w:sz w:val="28"/>
          <w:lang w:val="uk-UA"/>
        </w:rPr>
      </w:pPr>
    </w:p>
    <w:p w:rsidR="008D5D87" w:rsidRPr="003D16CD" w:rsidRDefault="008D5D87" w:rsidP="003D16CD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3D16CD">
        <w:rPr>
          <w:rFonts w:ascii="Times New Roman" w:hAnsi="Times New Roman"/>
          <w:b/>
          <w:sz w:val="28"/>
          <w:szCs w:val="28"/>
        </w:rPr>
        <w:t xml:space="preserve">Начальник відділу освіти                                                          М.В. ПРОЦЕНКО </w:t>
      </w:r>
    </w:p>
    <w:p w:rsidR="008D5D87" w:rsidRPr="003D16CD" w:rsidRDefault="008D5D87" w:rsidP="003D16C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D5D87" w:rsidRPr="003D16CD" w:rsidRDefault="008D5D87" w:rsidP="003D16C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D5D87" w:rsidRPr="003D16CD" w:rsidRDefault="008D5D87" w:rsidP="003D16C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D5D87" w:rsidRDefault="008D5D87" w:rsidP="00C25716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3D16CD">
        <w:rPr>
          <w:rFonts w:ascii="Times New Roman" w:hAnsi="Times New Roman"/>
          <w:sz w:val="28"/>
          <w:szCs w:val="28"/>
        </w:rPr>
        <w:t>З н</w:t>
      </w:r>
      <w:r>
        <w:rPr>
          <w:rFonts w:ascii="Times New Roman" w:hAnsi="Times New Roman"/>
          <w:sz w:val="28"/>
          <w:szCs w:val="28"/>
        </w:rPr>
        <w:t>аказом ознайомлена  _______</w:t>
      </w:r>
      <w:r w:rsidRPr="003D16CD">
        <w:rPr>
          <w:rFonts w:ascii="Times New Roman" w:hAnsi="Times New Roman"/>
          <w:sz w:val="28"/>
          <w:szCs w:val="28"/>
        </w:rPr>
        <w:t>___        «_______»</w:t>
      </w:r>
      <w:r>
        <w:rPr>
          <w:rFonts w:ascii="Times New Roman" w:hAnsi="Times New Roman"/>
          <w:sz w:val="28"/>
          <w:szCs w:val="28"/>
        </w:rPr>
        <w:t>________</w:t>
      </w:r>
      <w:r w:rsidRPr="003D16CD">
        <w:rPr>
          <w:rFonts w:ascii="Times New Roman" w:hAnsi="Times New Roman"/>
          <w:sz w:val="28"/>
          <w:szCs w:val="28"/>
        </w:rPr>
        <w:t>____2015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8D5D87" w:rsidRDefault="008D5D87" w:rsidP="00C8495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D87" w:rsidRPr="00C63870" w:rsidRDefault="008D5D87" w:rsidP="001F5947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Заява основного працівника про вихід з відпустки для догляду за дитиною до досягнення нею трирічного віку.</w:t>
      </w:r>
    </w:p>
    <w:p w:rsidR="008D5D87" w:rsidRDefault="008D5D87" w:rsidP="001F5947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>Начальнику відділу освіти</w:t>
      </w:r>
    </w:p>
    <w:p w:rsidR="008D5D87" w:rsidRDefault="008D5D87" w:rsidP="001F5947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Чугуївської міської ради </w:t>
      </w:r>
    </w:p>
    <w:p w:rsidR="008D5D87" w:rsidRDefault="008D5D87" w:rsidP="001F5947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Проценко </w:t>
      </w:r>
      <w:r>
        <w:rPr>
          <w:rFonts w:ascii="Times New Roman" w:hAnsi="Times New Roman"/>
          <w:i/>
          <w:sz w:val="28"/>
          <w:szCs w:val="28"/>
          <w:lang w:val="uk-UA"/>
        </w:rPr>
        <w:t>М.В</w:t>
      </w:r>
    </w:p>
    <w:p w:rsidR="008D5D87" w:rsidRPr="000F6D3C" w:rsidRDefault="008D5D87" w:rsidP="001F5947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>вчителя початкових класів</w:t>
      </w:r>
    </w:p>
    <w:p w:rsidR="008D5D87" w:rsidRPr="008B031E" w:rsidRDefault="008D5D87" w:rsidP="001F5947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Чугуївської гімназії № 5 </w:t>
      </w:r>
    </w:p>
    <w:p w:rsidR="008D5D87" w:rsidRDefault="008D5D87" w:rsidP="001F5947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Чугуївської міської ради </w:t>
      </w:r>
    </w:p>
    <w:p w:rsidR="008D5D87" w:rsidRDefault="008D5D87" w:rsidP="001F5947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Харківської області</w:t>
      </w: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8D5D87" w:rsidRDefault="008D5D87" w:rsidP="001F5947">
      <w:pPr>
        <w:spacing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</w:t>
      </w: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Іванової Тетяни Іванівни  </w:t>
      </w:r>
    </w:p>
    <w:p w:rsidR="008D5D87" w:rsidRPr="00F67447" w:rsidRDefault="008D5D87" w:rsidP="001F5947">
      <w:pPr>
        <w:spacing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Заява</w:t>
      </w:r>
    </w:p>
    <w:p w:rsidR="008D5D87" w:rsidRPr="00D80609" w:rsidRDefault="008D5D87" w:rsidP="00F56B2E">
      <w:pPr>
        <w:spacing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Прошу вважати такою, що приступила</w:t>
      </w:r>
      <w:r w:rsidRPr="00D80609">
        <w:rPr>
          <w:rFonts w:ascii="Times New Roman" w:hAnsi="Times New Roman"/>
          <w:i/>
          <w:sz w:val="28"/>
          <w:szCs w:val="28"/>
          <w:lang w:val="uk-UA"/>
        </w:rPr>
        <w:t xml:space="preserve"> до </w:t>
      </w:r>
      <w:r>
        <w:rPr>
          <w:rFonts w:ascii="Times New Roman" w:hAnsi="Times New Roman"/>
          <w:i/>
          <w:sz w:val="28"/>
          <w:szCs w:val="28"/>
          <w:lang w:val="uk-UA"/>
        </w:rPr>
        <w:t>роботи з 01.03.2015</w:t>
      </w:r>
      <w:r w:rsidRPr="00D80609">
        <w:rPr>
          <w:rFonts w:ascii="Times New Roman" w:hAnsi="Times New Roman"/>
          <w:i/>
          <w:sz w:val="28"/>
          <w:szCs w:val="28"/>
          <w:lang w:val="uk-UA"/>
        </w:rPr>
        <w:t xml:space="preserve"> після закінчення відпустки для догляду за дитиною до досягнення нею трирічного віку.</w:t>
      </w:r>
    </w:p>
    <w:p w:rsidR="008D5D87" w:rsidRDefault="008D5D87" w:rsidP="001F5947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Default="008D5D87" w:rsidP="001F5947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  <w:r w:rsidRPr="0068203B">
        <w:rPr>
          <w:rFonts w:ascii="Times New Roman" w:hAnsi="Times New Roman"/>
          <w:i/>
          <w:sz w:val="28"/>
          <w:szCs w:val="28"/>
          <w:lang w:val="uk-UA"/>
        </w:rPr>
        <w:t>25.02.201</w:t>
      </w:r>
      <w:r>
        <w:rPr>
          <w:rFonts w:ascii="Times New Roman" w:hAnsi="Times New Roman"/>
          <w:i/>
          <w:sz w:val="28"/>
          <w:szCs w:val="28"/>
          <w:lang w:val="uk-UA"/>
        </w:rPr>
        <w:t>5</w:t>
      </w:r>
      <w:r w:rsidRPr="0068203B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                </w:t>
      </w:r>
      <w:r w:rsidRPr="0068203B">
        <w:rPr>
          <w:rFonts w:ascii="Times New Roman" w:hAnsi="Times New Roman"/>
          <w:i/>
          <w:sz w:val="28"/>
          <w:szCs w:val="28"/>
          <w:lang w:val="uk-UA"/>
        </w:rPr>
        <w:t>Іванова</w:t>
      </w:r>
    </w:p>
    <w:p w:rsidR="008D5D87" w:rsidRDefault="008D5D87" w:rsidP="001F5947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D5D87" w:rsidRPr="00C63870" w:rsidRDefault="008D5D87" w:rsidP="001F5947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Подання</w:t>
      </w:r>
      <w:r w:rsidRPr="00814D4B">
        <w:rPr>
          <w:rFonts w:ascii="Times New Roman" w:hAnsi="Times New Roman"/>
          <w:b/>
          <w:sz w:val="28"/>
          <w:szCs w:val="28"/>
        </w:rPr>
        <w:t xml:space="preserve"> про </w:t>
      </w:r>
      <w:r>
        <w:rPr>
          <w:rFonts w:ascii="Times New Roman" w:hAnsi="Times New Roman"/>
          <w:b/>
          <w:sz w:val="28"/>
          <w:szCs w:val="28"/>
          <w:lang w:val="uk-UA"/>
        </w:rPr>
        <w:t>вихід з відпустки для догляду за дитиною до досягнення нею трирічного віку.</w:t>
      </w:r>
    </w:p>
    <w:p w:rsidR="008D5D87" w:rsidRPr="00180E7B" w:rsidRDefault="008D5D87" w:rsidP="001F5947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D5D87" w:rsidRPr="00CA5AB5" w:rsidRDefault="008D5D87" w:rsidP="001F5947">
      <w:pPr>
        <w:spacing w:after="0" w:line="240" w:lineRule="auto"/>
        <w:ind w:firstLine="5760"/>
        <w:jc w:val="both"/>
        <w:rPr>
          <w:rFonts w:ascii="Times New Roman" w:hAnsi="Times New Roman"/>
          <w:sz w:val="28"/>
          <w:szCs w:val="28"/>
          <w:lang w:val="uk-UA"/>
        </w:rPr>
      </w:pPr>
      <w:r w:rsidRPr="00CA5AB5">
        <w:rPr>
          <w:rFonts w:ascii="Times New Roman" w:hAnsi="Times New Roman"/>
          <w:sz w:val="28"/>
          <w:szCs w:val="28"/>
          <w:lang w:val="uk-UA"/>
        </w:rPr>
        <w:t>Начальнику відділу освіти</w:t>
      </w:r>
    </w:p>
    <w:p w:rsidR="008D5D87" w:rsidRPr="00CA5AB5" w:rsidRDefault="008D5D87" w:rsidP="001F5947">
      <w:pPr>
        <w:spacing w:after="0" w:line="240" w:lineRule="auto"/>
        <w:ind w:firstLine="5760"/>
        <w:jc w:val="both"/>
        <w:rPr>
          <w:rFonts w:ascii="Times New Roman" w:hAnsi="Times New Roman"/>
          <w:sz w:val="28"/>
          <w:szCs w:val="28"/>
          <w:lang w:val="uk-UA"/>
        </w:rPr>
      </w:pPr>
      <w:r w:rsidRPr="00CA5AB5">
        <w:rPr>
          <w:rFonts w:ascii="Times New Roman" w:hAnsi="Times New Roman"/>
          <w:sz w:val="28"/>
          <w:szCs w:val="28"/>
          <w:lang w:val="uk-UA"/>
        </w:rPr>
        <w:t xml:space="preserve">Чугуївської міської ради </w:t>
      </w:r>
    </w:p>
    <w:p w:rsidR="008D5D87" w:rsidRPr="00031A79" w:rsidRDefault="008D5D87" w:rsidP="001F5947">
      <w:pPr>
        <w:spacing w:after="0" w:line="240" w:lineRule="auto"/>
        <w:ind w:firstLine="576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31A79">
        <w:rPr>
          <w:rFonts w:ascii="Times New Roman" w:hAnsi="Times New Roman"/>
          <w:b/>
          <w:sz w:val="28"/>
          <w:szCs w:val="28"/>
          <w:lang w:val="uk-UA"/>
        </w:rPr>
        <w:t>ПРОЦЕНКО М.В</w:t>
      </w:r>
    </w:p>
    <w:p w:rsidR="008D5D87" w:rsidRPr="00180E7B" w:rsidRDefault="008D5D87" w:rsidP="001F594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D5D87" w:rsidRPr="00031A79" w:rsidRDefault="008D5D87" w:rsidP="001F5947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>Подання</w:t>
      </w:r>
    </w:p>
    <w:p w:rsidR="008D5D87" w:rsidRPr="009C020C" w:rsidRDefault="008D5D87" w:rsidP="009C020C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Адміністрація </w:t>
      </w:r>
      <w:r>
        <w:rPr>
          <w:rFonts w:ascii="Times New Roman" w:hAnsi="Times New Roman"/>
          <w:sz w:val="28"/>
          <w:szCs w:val="28"/>
          <w:lang w:val="uk-UA"/>
        </w:rPr>
        <w:t>Чугуївської гімназії № 5 Чугуївської міської ради Харківської області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просить </w:t>
      </w:r>
      <w:r>
        <w:rPr>
          <w:rFonts w:ascii="Times New Roman" w:hAnsi="Times New Roman"/>
          <w:sz w:val="28"/>
          <w:szCs w:val="28"/>
          <w:lang w:val="uk-UA"/>
        </w:rPr>
        <w:t xml:space="preserve">вважати </w:t>
      </w:r>
      <w:r w:rsidRPr="00031A79">
        <w:rPr>
          <w:rFonts w:ascii="Times New Roman" w:hAnsi="Times New Roman"/>
          <w:sz w:val="28"/>
          <w:szCs w:val="28"/>
          <w:lang w:val="uk-UA"/>
        </w:rPr>
        <w:t>Іванов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Тетян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Іванівн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31A79">
        <w:rPr>
          <w:rFonts w:ascii="Times New Roman" w:hAnsi="Times New Roman"/>
          <w:sz w:val="28"/>
          <w:szCs w:val="28"/>
          <w:lang w:val="uk-UA"/>
        </w:rPr>
        <w:t>, вчител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початкових класів</w:t>
      </w:r>
      <w:r>
        <w:rPr>
          <w:rFonts w:ascii="Times New Roman" w:hAnsi="Times New Roman"/>
          <w:sz w:val="28"/>
          <w:szCs w:val="28"/>
          <w:lang w:val="uk-UA"/>
        </w:rPr>
        <w:t xml:space="preserve"> такою, що приступила до роботи у зв’язку з закінченням відпустки для догляду за дитиною до досягнення нею трирічного віку</w:t>
      </w:r>
      <w:r w:rsidRPr="00FF7B7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 01.03.2015 </w:t>
      </w:r>
      <w:r w:rsidRPr="009C020C">
        <w:rPr>
          <w:rFonts w:ascii="Times New Roman" w:hAnsi="Times New Roman"/>
          <w:sz w:val="28"/>
          <w:lang w:val="uk-UA"/>
        </w:rPr>
        <w:t xml:space="preserve">з оплатою праці відповідно до штатного розпису. </w:t>
      </w:r>
    </w:p>
    <w:p w:rsidR="008D5D87" w:rsidRPr="00031A79" w:rsidRDefault="008D5D87" w:rsidP="001F5947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 xml:space="preserve">Додаток: </w:t>
      </w:r>
      <w:r>
        <w:rPr>
          <w:rFonts w:ascii="Times New Roman" w:hAnsi="Times New Roman"/>
          <w:sz w:val="28"/>
          <w:szCs w:val="28"/>
          <w:lang w:val="uk-UA"/>
        </w:rPr>
        <w:t>заява Іванової Т.І. від 25.02.2015.</w:t>
      </w:r>
    </w:p>
    <w:p w:rsidR="008D5D87" w:rsidRDefault="008D5D87" w:rsidP="001F5947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D5D87" w:rsidRPr="00E44E2B" w:rsidRDefault="008D5D87" w:rsidP="001F5947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44E2B">
        <w:rPr>
          <w:rFonts w:ascii="Times New Roman" w:hAnsi="Times New Roman"/>
          <w:b/>
          <w:sz w:val="28"/>
          <w:szCs w:val="28"/>
          <w:lang w:val="uk-UA"/>
        </w:rPr>
        <w:t>Директор</w:t>
      </w:r>
      <w:r w:rsidRPr="00E44E2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Pr="00E44E2B">
        <w:rPr>
          <w:rFonts w:ascii="Times New Roman" w:hAnsi="Times New Roman"/>
          <w:b/>
          <w:sz w:val="28"/>
          <w:szCs w:val="28"/>
          <w:lang w:val="uk-UA"/>
        </w:rPr>
        <w:t>ПІБ</w:t>
      </w:r>
    </w:p>
    <w:p w:rsidR="008D5D87" w:rsidRDefault="008D5D87" w:rsidP="001F5947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D87" w:rsidRPr="002C6694" w:rsidRDefault="008D5D87" w:rsidP="001F5947">
      <w:pPr>
        <w:pStyle w:val="ShapkaDocumentu"/>
        <w:spacing w:after="0"/>
        <w:ind w:left="6804" w:hanging="6804"/>
        <w:rPr>
          <w:rFonts w:ascii="Times New Roman" w:hAnsi="Times New Roman" w:cs="Times New Roman"/>
          <w:color w:val="000000"/>
          <w:sz w:val="28"/>
          <w:szCs w:val="28"/>
        </w:rPr>
      </w:pPr>
      <w:r w:rsidRPr="002C6694">
        <w:rPr>
          <w:rFonts w:ascii="Times New Roman" w:hAnsi="Times New Roman" w:cs="Times New Roman"/>
          <w:color w:val="000000"/>
          <w:sz w:val="28"/>
          <w:szCs w:val="28"/>
        </w:rPr>
        <w:object w:dxaOrig="1036" w:dyaOrig="1396">
          <v:shape id="_x0000_i1027" type="#_x0000_t75" style="width:42pt;height:55.5pt" o:ole="" o:preferrelative="f" filled="t">
            <v:fill color2="black"/>
            <v:imagedata r:id="rId6" o:title=""/>
          </v:shape>
          <o:OLEObject Type="Embed" ProgID="Word.Picture.8" ShapeID="_x0000_i1027" DrawAspect="Content" ObjectID="_1516103680" r:id="rId9"/>
        </w:object>
      </w:r>
    </w:p>
    <w:p w:rsidR="008D5D87" w:rsidRPr="002C6694" w:rsidRDefault="008D5D87" w:rsidP="001F5947">
      <w:pPr>
        <w:pStyle w:val="Heading2"/>
        <w:spacing w:before="0"/>
        <w:jc w:val="center"/>
        <w:rPr>
          <w:rFonts w:ascii="Times New Roman" w:hAnsi="Times New Roman"/>
          <w:i/>
          <w:color w:val="000000"/>
          <w:sz w:val="32"/>
          <w:szCs w:val="32"/>
        </w:rPr>
      </w:pPr>
      <w:r w:rsidRPr="002C6694">
        <w:rPr>
          <w:rFonts w:ascii="Times New Roman" w:hAnsi="Times New Roman"/>
          <w:color w:val="000000"/>
          <w:sz w:val="32"/>
          <w:szCs w:val="32"/>
        </w:rPr>
        <w:t>ЧУГУЇВСЬКА МІСЬКА РАДА ХАРКІВСЬКОЇ  ОБЛАСТІ</w:t>
      </w:r>
    </w:p>
    <w:p w:rsidR="008D5D87" w:rsidRPr="002C6694" w:rsidRDefault="008D5D87" w:rsidP="001F5947">
      <w:pPr>
        <w:spacing w:line="360" w:lineRule="auto"/>
        <w:jc w:val="center"/>
        <w:rPr>
          <w:rFonts w:ascii="Times New Roman" w:hAnsi="Times New Roman"/>
          <w:b/>
          <w:i/>
          <w:color w:val="000000"/>
          <w:sz w:val="32"/>
          <w:szCs w:val="32"/>
          <w:lang w:val="uk-UA"/>
        </w:rPr>
      </w:pPr>
      <w:r w:rsidRPr="002C6694">
        <w:rPr>
          <w:rFonts w:ascii="Times New Roman" w:hAnsi="Times New Roman"/>
          <w:b/>
          <w:color w:val="000000"/>
          <w:sz w:val="32"/>
          <w:szCs w:val="32"/>
          <w:lang w:val="uk-UA"/>
        </w:rPr>
        <w:t xml:space="preserve"> ВІДДІЛ ОСВІТИ</w:t>
      </w:r>
    </w:p>
    <w:p w:rsidR="008D5D87" w:rsidRPr="002C6694" w:rsidRDefault="008D5D87" w:rsidP="001F5947">
      <w:pPr>
        <w:spacing w:line="36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2C6694">
        <w:rPr>
          <w:rFonts w:ascii="Times New Roman" w:hAnsi="Times New Roman"/>
          <w:b/>
          <w:color w:val="000000"/>
          <w:sz w:val="32"/>
          <w:szCs w:val="32"/>
        </w:rPr>
        <w:t>НАКАЗ</w:t>
      </w:r>
    </w:p>
    <w:tbl>
      <w:tblPr>
        <w:tblW w:w="10059" w:type="dxa"/>
        <w:jc w:val="center"/>
        <w:tblLook w:val="01E0"/>
      </w:tblPr>
      <w:tblGrid>
        <w:gridCol w:w="3447"/>
        <w:gridCol w:w="2788"/>
        <w:gridCol w:w="3824"/>
      </w:tblGrid>
      <w:tr w:rsidR="008D5D87" w:rsidRPr="002C6694" w:rsidTr="00BD5267">
        <w:trPr>
          <w:jc w:val="center"/>
        </w:trPr>
        <w:tc>
          <w:tcPr>
            <w:tcW w:w="3447" w:type="dxa"/>
          </w:tcPr>
          <w:p w:rsidR="008D5D87" w:rsidRPr="002C6694" w:rsidRDefault="008D5D87" w:rsidP="00BD5267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01.03.</w:t>
            </w:r>
            <w:r w:rsidRPr="002C6694">
              <w:rPr>
                <w:rFonts w:ascii="Times New Roman" w:hAnsi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2788" w:type="dxa"/>
          </w:tcPr>
          <w:p w:rsidR="008D5D87" w:rsidRPr="002C6694" w:rsidRDefault="008D5D87" w:rsidP="00BD5267">
            <w:pPr>
              <w:spacing w:line="360" w:lineRule="auto"/>
              <w:ind w:right="-207" w:hanging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66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Чугуїв</w:t>
            </w:r>
          </w:p>
        </w:tc>
        <w:tc>
          <w:tcPr>
            <w:tcW w:w="3824" w:type="dxa"/>
          </w:tcPr>
          <w:p w:rsidR="008D5D87" w:rsidRPr="002C6694" w:rsidRDefault="008D5D87" w:rsidP="00BD5267">
            <w:pPr>
              <w:spacing w:line="360" w:lineRule="auto"/>
              <w:ind w:firstLine="54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66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№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145</w:t>
            </w:r>
            <w:r w:rsidRPr="002C6694">
              <w:rPr>
                <w:rFonts w:ascii="Times New Roman" w:hAnsi="Times New Roman"/>
                <w:color w:val="000000"/>
                <w:sz w:val="28"/>
                <w:szCs w:val="28"/>
              </w:rPr>
              <w:t>-о</w:t>
            </w:r>
          </w:p>
        </w:tc>
      </w:tr>
    </w:tbl>
    <w:p w:rsidR="008D5D87" w:rsidRPr="00B1235F" w:rsidRDefault="008D5D87" w:rsidP="007C236E">
      <w:pPr>
        <w:pStyle w:val="Heading1"/>
        <w:spacing w:before="0"/>
        <w:rPr>
          <w:rFonts w:ascii="Times New Roman" w:hAnsi="Times New Roman"/>
          <w:b w:val="0"/>
          <w:color w:val="auto"/>
        </w:rPr>
      </w:pPr>
      <w:r w:rsidRPr="00B1235F">
        <w:rPr>
          <w:rFonts w:ascii="Times New Roman" w:hAnsi="Times New Roman"/>
          <w:b w:val="0"/>
          <w:color w:val="auto"/>
        </w:rPr>
        <w:t xml:space="preserve">Про вихід на роботу      </w:t>
      </w:r>
    </w:p>
    <w:p w:rsidR="008D5D87" w:rsidRDefault="008D5D87" w:rsidP="007C236E">
      <w:pPr>
        <w:pStyle w:val="Heading1"/>
        <w:spacing w:before="0"/>
        <w:rPr>
          <w:rFonts w:ascii="Times New Roman" w:hAnsi="Times New Roman"/>
          <w:color w:val="auto"/>
          <w:lang w:val="ru-RU"/>
        </w:rPr>
      </w:pPr>
      <w:r>
        <w:rPr>
          <w:rFonts w:ascii="Times New Roman" w:hAnsi="Times New Roman"/>
          <w:color w:val="auto"/>
          <w:lang w:val="ru-RU"/>
        </w:rPr>
        <w:t>Іванової  Т.І.</w:t>
      </w:r>
    </w:p>
    <w:p w:rsidR="008D5D87" w:rsidRPr="007C236E" w:rsidRDefault="008D5D87" w:rsidP="007C236E">
      <w:pPr>
        <w:rPr>
          <w:b/>
          <w:lang w:val="uk-UA"/>
        </w:rPr>
      </w:pPr>
    </w:p>
    <w:p w:rsidR="008D5D87" w:rsidRPr="009C020C" w:rsidRDefault="008D5D87" w:rsidP="001F5947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C020C">
        <w:rPr>
          <w:rFonts w:ascii="Times New Roman" w:hAnsi="Times New Roman"/>
          <w:sz w:val="28"/>
          <w:szCs w:val="28"/>
          <w:lang w:val="uk-UA"/>
        </w:rPr>
        <w:t xml:space="preserve">ВВАЖАТИ </w:t>
      </w:r>
    </w:p>
    <w:p w:rsidR="008D5D87" w:rsidRPr="009C020C" w:rsidRDefault="008D5D87" w:rsidP="001F5947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ІВАНОВУ Тетяну Іванівну, вчителя початкових класів Чугуївської гімназії № 5 Чугуївської міської ради Харківської області</w:t>
      </w:r>
      <w:r w:rsidRPr="009C020C">
        <w:rPr>
          <w:rFonts w:ascii="Times New Roman" w:hAnsi="Times New Roman"/>
          <w:sz w:val="28"/>
          <w:szCs w:val="28"/>
          <w:lang w:val="uk-UA"/>
        </w:rPr>
        <w:t xml:space="preserve">, такою, що приступила до роботи з </w:t>
      </w:r>
      <w:r>
        <w:rPr>
          <w:rFonts w:ascii="Times New Roman" w:hAnsi="Times New Roman"/>
          <w:sz w:val="28"/>
          <w:szCs w:val="28"/>
          <w:lang w:val="uk-UA"/>
        </w:rPr>
        <w:t>01.03.</w:t>
      </w:r>
      <w:r w:rsidRPr="009C020C">
        <w:rPr>
          <w:rFonts w:ascii="Times New Roman" w:hAnsi="Times New Roman"/>
          <w:sz w:val="28"/>
          <w:szCs w:val="28"/>
          <w:lang w:val="uk-UA"/>
        </w:rPr>
        <w:t xml:space="preserve">2015 року у зв'язку з </w:t>
      </w:r>
      <w:r>
        <w:rPr>
          <w:rFonts w:ascii="Times New Roman" w:hAnsi="Times New Roman"/>
          <w:sz w:val="28"/>
          <w:szCs w:val="28"/>
          <w:lang w:val="uk-UA"/>
        </w:rPr>
        <w:t xml:space="preserve">закінченням </w:t>
      </w:r>
      <w:r w:rsidRPr="009C020C">
        <w:rPr>
          <w:rFonts w:ascii="Times New Roman" w:hAnsi="Times New Roman"/>
          <w:sz w:val="28"/>
          <w:szCs w:val="28"/>
          <w:lang w:val="uk-UA"/>
        </w:rPr>
        <w:t>відпустки по догляду за дитиною</w:t>
      </w:r>
      <w:r w:rsidRPr="009C020C">
        <w:rPr>
          <w:rFonts w:ascii="Times New Roman" w:hAnsi="Times New Roman"/>
          <w:szCs w:val="28"/>
          <w:lang w:val="uk-UA"/>
        </w:rPr>
        <w:t xml:space="preserve"> </w:t>
      </w:r>
      <w:r w:rsidRPr="009C020C">
        <w:rPr>
          <w:rFonts w:ascii="Times New Roman" w:hAnsi="Times New Roman"/>
          <w:sz w:val="28"/>
          <w:szCs w:val="28"/>
          <w:lang w:val="uk-UA"/>
        </w:rPr>
        <w:t xml:space="preserve">до досягнення нею трирічного віку </w:t>
      </w:r>
      <w:r w:rsidRPr="009C020C">
        <w:rPr>
          <w:rFonts w:ascii="Times New Roman" w:hAnsi="Times New Roman"/>
          <w:sz w:val="28"/>
          <w:lang w:val="uk-UA"/>
        </w:rPr>
        <w:t xml:space="preserve">з оплатою праці відповідно до штатного розпису. </w:t>
      </w:r>
    </w:p>
    <w:p w:rsidR="008D5D87" w:rsidRPr="009C020C" w:rsidRDefault="008D5D87" w:rsidP="001F5947">
      <w:pPr>
        <w:spacing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</w:p>
    <w:p w:rsidR="008D5D87" w:rsidRPr="00993C04" w:rsidRDefault="008D5D87" w:rsidP="001F5947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93C04">
        <w:rPr>
          <w:rFonts w:ascii="Times New Roman" w:hAnsi="Times New Roman"/>
          <w:b/>
          <w:iCs/>
          <w:sz w:val="28"/>
          <w:lang w:val="uk-UA"/>
        </w:rPr>
        <w:t>Підстава:</w:t>
      </w:r>
      <w:r w:rsidRPr="00993C04">
        <w:rPr>
          <w:rFonts w:ascii="Times New Roman" w:hAnsi="Times New Roman"/>
          <w:b/>
          <w:i/>
          <w:iCs/>
          <w:sz w:val="28"/>
          <w:lang w:val="uk-UA"/>
        </w:rPr>
        <w:t xml:space="preserve"> </w:t>
      </w:r>
      <w:r w:rsidRPr="00993C04">
        <w:rPr>
          <w:rFonts w:ascii="Times New Roman" w:hAnsi="Times New Roman"/>
          <w:sz w:val="28"/>
          <w:lang w:val="uk-UA"/>
        </w:rPr>
        <w:t xml:space="preserve">заява </w:t>
      </w:r>
      <w:r>
        <w:rPr>
          <w:rFonts w:ascii="Times New Roman" w:hAnsi="Times New Roman"/>
          <w:sz w:val="28"/>
          <w:lang w:val="uk-UA"/>
        </w:rPr>
        <w:t xml:space="preserve">Іванової Т.І. від 25.02.2015, подання директора Чугуївської гімназії № 5 Чугуївської міської ради Харківської області від 26.02.2015 № 78, </w:t>
      </w:r>
      <w:r w:rsidRPr="00993C04">
        <w:rPr>
          <w:rFonts w:ascii="Times New Roman" w:hAnsi="Times New Roman"/>
          <w:sz w:val="28"/>
          <w:lang w:val="uk-UA"/>
        </w:rPr>
        <w:t xml:space="preserve">наказ відділу освіти  від 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993C04">
        <w:rPr>
          <w:rFonts w:ascii="Times New Roman" w:hAnsi="Times New Roman"/>
          <w:sz w:val="28"/>
          <w:lang w:val="uk-UA"/>
        </w:rPr>
        <w:t>20.01.201</w:t>
      </w:r>
      <w:r>
        <w:rPr>
          <w:rFonts w:ascii="Times New Roman" w:hAnsi="Times New Roman"/>
          <w:sz w:val="28"/>
          <w:lang w:val="uk-UA"/>
        </w:rPr>
        <w:t>3</w:t>
      </w:r>
      <w:r w:rsidRPr="00993C04">
        <w:rPr>
          <w:rFonts w:ascii="Times New Roman" w:hAnsi="Times New Roman"/>
          <w:sz w:val="28"/>
          <w:lang w:val="uk-UA"/>
        </w:rPr>
        <w:t xml:space="preserve">  № 47-о «</w:t>
      </w:r>
      <w:r w:rsidRPr="00993C04">
        <w:rPr>
          <w:rFonts w:ascii="Times New Roman" w:hAnsi="Times New Roman"/>
          <w:sz w:val="28"/>
          <w:szCs w:val="28"/>
          <w:lang w:val="uk-UA"/>
        </w:rPr>
        <w:t xml:space="preserve">Про надання відпустки </w:t>
      </w:r>
      <w:r>
        <w:rPr>
          <w:rFonts w:ascii="Times New Roman" w:hAnsi="Times New Roman"/>
          <w:sz w:val="28"/>
          <w:szCs w:val="28"/>
          <w:lang w:val="uk-UA"/>
        </w:rPr>
        <w:t xml:space="preserve">      Івановій Т.І.</w:t>
      </w:r>
      <w:r w:rsidRPr="00993C04">
        <w:rPr>
          <w:rFonts w:ascii="Times New Roman" w:hAnsi="Times New Roman"/>
          <w:sz w:val="28"/>
          <w:szCs w:val="28"/>
          <w:lang w:val="uk-UA"/>
        </w:rPr>
        <w:t xml:space="preserve">» </w:t>
      </w:r>
    </w:p>
    <w:p w:rsidR="008D5D87" w:rsidRPr="00CC7C4E" w:rsidRDefault="008D5D87" w:rsidP="001F5947">
      <w:pPr>
        <w:spacing w:line="240" w:lineRule="auto"/>
        <w:jc w:val="both"/>
        <w:rPr>
          <w:rFonts w:ascii="Times New Roman" w:hAnsi="Times New Roman"/>
          <w:sz w:val="28"/>
          <w:lang w:val="uk-UA"/>
        </w:rPr>
      </w:pPr>
    </w:p>
    <w:p w:rsidR="008D5D87" w:rsidRPr="003D16CD" w:rsidRDefault="008D5D87" w:rsidP="001F5947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3D16CD">
        <w:rPr>
          <w:rFonts w:ascii="Times New Roman" w:hAnsi="Times New Roman"/>
          <w:b/>
          <w:sz w:val="28"/>
          <w:szCs w:val="28"/>
        </w:rPr>
        <w:t xml:space="preserve">Начальник відділу освіти                                                          М.В. ПРОЦЕНКО </w:t>
      </w:r>
    </w:p>
    <w:p w:rsidR="008D5D87" w:rsidRPr="003D16CD" w:rsidRDefault="008D5D87" w:rsidP="001F594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D5D87" w:rsidRPr="003D16CD" w:rsidRDefault="008D5D87" w:rsidP="001F594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D5D87" w:rsidRPr="003D16CD" w:rsidRDefault="008D5D87" w:rsidP="001F594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D5D87" w:rsidRPr="00CC7C4E" w:rsidRDefault="008D5D87" w:rsidP="001F5947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3D16CD">
        <w:rPr>
          <w:rFonts w:ascii="Times New Roman" w:hAnsi="Times New Roman"/>
          <w:sz w:val="28"/>
          <w:szCs w:val="28"/>
        </w:rPr>
        <w:t>З н</w:t>
      </w:r>
      <w:r>
        <w:rPr>
          <w:rFonts w:ascii="Times New Roman" w:hAnsi="Times New Roman"/>
          <w:sz w:val="28"/>
          <w:szCs w:val="28"/>
        </w:rPr>
        <w:t>аказом ознайомлена  _______</w:t>
      </w:r>
      <w:r w:rsidRPr="003D16CD">
        <w:rPr>
          <w:rFonts w:ascii="Times New Roman" w:hAnsi="Times New Roman"/>
          <w:sz w:val="28"/>
          <w:szCs w:val="28"/>
        </w:rPr>
        <w:t>___        «_______»</w:t>
      </w:r>
      <w:r>
        <w:rPr>
          <w:rFonts w:ascii="Times New Roman" w:hAnsi="Times New Roman"/>
          <w:sz w:val="28"/>
          <w:szCs w:val="28"/>
        </w:rPr>
        <w:t>________</w:t>
      </w:r>
      <w:r w:rsidRPr="003D16CD">
        <w:rPr>
          <w:rFonts w:ascii="Times New Roman" w:hAnsi="Times New Roman"/>
          <w:sz w:val="28"/>
          <w:szCs w:val="28"/>
        </w:rPr>
        <w:t>____2015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8D5D87" w:rsidRDefault="008D5D87" w:rsidP="001F5947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D87" w:rsidRDefault="008D5D87" w:rsidP="00C8495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D87" w:rsidRPr="00B33A3B" w:rsidRDefault="008D5D87" w:rsidP="00306959">
      <w:pPr>
        <w:spacing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33A3B">
        <w:rPr>
          <w:rFonts w:ascii="Times New Roman" w:hAnsi="Times New Roman"/>
          <w:b/>
          <w:sz w:val="28"/>
          <w:szCs w:val="28"/>
          <w:lang w:val="uk-UA"/>
        </w:rPr>
        <w:t xml:space="preserve">Заява про надання </w:t>
      </w:r>
      <w:r>
        <w:rPr>
          <w:rFonts w:ascii="Times New Roman" w:hAnsi="Times New Roman"/>
          <w:b/>
          <w:sz w:val="28"/>
          <w:szCs w:val="28"/>
          <w:lang w:val="uk-UA"/>
        </w:rPr>
        <w:t>додаткової відпустки (соціальна)</w:t>
      </w:r>
    </w:p>
    <w:p w:rsidR="008D5D87" w:rsidRDefault="008D5D87" w:rsidP="00306959">
      <w:pPr>
        <w:spacing w:after="0" w:line="240" w:lineRule="auto"/>
        <w:ind w:left="2124" w:firstLine="708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</w:t>
      </w:r>
    </w:p>
    <w:p w:rsidR="008D5D87" w:rsidRDefault="008D5D87" w:rsidP="00306959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>Начальнику відділу освіти</w:t>
      </w:r>
    </w:p>
    <w:p w:rsidR="008D5D87" w:rsidRDefault="008D5D87" w:rsidP="00306959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Чугуївської міської ради </w:t>
      </w:r>
    </w:p>
    <w:p w:rsidR="008D5D87" w:rsidRDefault="008D5D87" w:rsidP="00306959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Проценко </w:t>
      </w:r>
      <w:r>
        <w:rPr>
          <w:rFonts w:ascii="Times New Roman" w:hAnsi="Times New Roman"/>
          <w:i/>
          <w:sz w:val="28"/>
          <w:szCs w:val="28"/>
          <w:lang w:val="uk-UA"/>
        </w:rPr>
        <w:t>М.В</w:t>
      </w:r>
    </w:p>
    <w:p w:rsidR="008D5D87" w:rsidRPr="000F6D3C" w:rsidRDefault="008D5D87" w:rsidP="00306959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>вчителя початкових класів</w:t>
      </w:r>
    </w:p>
    <w:p w:rsidR="008D5D87" w:rsidRPr="008B031E" w:rsidRDefault="008D5D87" w:rsidP="00306959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Чугуївської гімназії № 5 </w:t>
      </w:r>
    </w:p>
    <w:p w:rsidR="008D5D87" w:rsidRDefault="008D5D87" w:rsidP="00306959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Чугуївської міської ради </w:t>
      </w:r>
    </w:p>
    <w:p w:rsidR="008D5D87" w:rsidRDefault="008D5D87" w:rsidP="00306959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Харківської області</w:t>
      </w: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8D5D87" w:rsidRDefault="008D5D87" w:rsidP="00306959">
      <w:pPr>
        <w:spacing w:after="0" w:line="240" w:lineRule="auto"/>
        <w:ind w:left="3285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</w:t>
      </w: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Іванової Тетяни Іванівни  </w:t>
      </w:r>
    </w:p>
    <w:p w:rsidR="008D5D87" w:rsidRDefault="008D5D87" w:rsidP="00306959">
      <w:pPr>
        <w:spacing w:line="240" w:lineRule="auto"/>
        <w:ind w:firstLine="708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Заява</w:t>
      </w:r>
    </w:p>
    <w:p w:rsidR="008D5D87" w:rsidRDefault="008D5D87" w:rsidP="00306959">
      <w:pPr>
        <w:spacing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Прошу надати мені додаткову оплачувану відпустку відпустку з 18.05.2015 по 28.05.2015 тривалістю 10 календарних днів, як матері, яка має двох дітей віком до 15 років.</w:t>
      </w:r>
    </w:p>
    <w:p w:rsidR="008D5D87" w:rsidRDefault="008D5D87" w:rsidP="00306959">
      <w:pPr>
        <w:spacing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До заяви додаю копії свідоцтв про народження серія І-ВЛ № 019003              від 30.03.1997 р., свідоцтво про народження серія І-ВЛ № 0190 від 11.03.2000р., </w:t>
      </w:r>
    </w:p>
    <w:p w:rsidR="008D5D87" w:rsidRDefault="008D5D87" w:rsidP="00306959">
      <w:pPr>
        <w:spacing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10.05.2015                                                                   Іванова</w:t>
      </w:r>
    </w:p>
    <w:p w:rsidR="008D5D87" w:rsidRDefault="008D5D87" w:rsidP="00D3157C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D5D87" w:rsidRPr="00C63870" w:rsidRDefault="008D5D87" w:rsidP="00D3157C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Подання</w:t>
      </w:r>
      <w:r w:rsidRPr="00814D4B">
        <w:rPr>
          <w:rFonts w:ascii="Times New Roman" w:hAnsi="Times New Roman"/>
          <w:b/>
          <w:sz w:val="28"/>
          <w:szCs w:val="28"/>
        </w:rPr>
        <w:t xml:space="preserve"> про </w:t>
      </w:r>
      <w:r>
        <w:rPr>
          <w:rFonts w:ascii="Times New Roman" w:hAnsi="Times New Roman"/>
          <w:b/>
          <w:sz w:val="28"/>
          <w:szCs w:val="28"/>
          <w:lang w:val="uk-UA"/>
        </w:rPr>
        <w:t>надання додаткової відпустки (соціальна)</w:t>
      </w:r>
    </w:p>
    <w:p w:rsidR="008D5D87" w:rsidRPr="00180E7B" w:rsidRDefault="008D5D87" w:rsidP="00D3157C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D5D87" w:rsidRPr="00CA5AB5" w:rsidRDefault="008D5D87" w:rsidP="00D3157C">
      <w:pPr>
        <w:spacing w:after="0" w:line="240" w:lineRule="auto"/>
        <w:ind w:firstLine="5760"/>
        <w:jc w:val="both"/>
        <w:rPr>
          <w:rFonts w:ascii="Times New Roman" w:hAnsi="Times New Roman"/>
          <w:sz w:val="28"/>
          <w:szCs w:val="28"/>
          <w:lang w:val="uk-UA"/>
        </w:rPr>
      </w:pPr>
      <w:r w:rsidRPr="00CA5AB5">
        <w:rPr>
          <w:rFonts w:ascii="Times New Roman" w:hAnsi="Times New Roman"/>
          <w:sz w:val="28"/>
          <w:szCs w:val="28"/>
          <w:lang w:val="uk-UA"/>
        </w:rPr>
        <w:t>Начальнику відділу освіти</w:t>
      </w:r>
    </w:p>
    <w:p w:rsidR="008D5D87" w:rsidRPr="00CA5AB5" w:rsidRDefault="008D5D87" w:rsidP="00D3157C">
      <w:pPr>
        <w:spacing w:after="0" w:line="240" w:lineRule="auto"/>
        <w:ind w:firstLine="5760"/>
        <w:jc w:val="both"/>
        <w:rPr>
          <w:rFonts w:ascii="Times New Roman" w:hAnsi="Times New Roman"/>
          <w:sz w:val="28"/>
          <w:szCs w:val="28"/>
          <w:lang w:val="uk-UA"/>
        </w:rPr>
      </w:pPr>
      <w:r w:rsidRPr="00CA5AB5">
        <w:rPr>
          <w:rFonts w:ascii="Times New Roman" w:hAnsi="Times New Roman"/>
          <w:sz w:val="28"/>
          <w:szCs w:val="28"/>
          <w:lang w:val="uk-UA"/>
        </w:rPr>
        <w:t xml:space="preserve">Чугуївської міської ради </w:t>
      </w:r>
    </w:p>
    <w:p w:rsidR="008D5D87" w:rsidRPr="00031A79" w:rsidRDefault="008D5D87" w:rsidP="00D3157C">
      <w:pPr>
        <w:spacing w:after="0" w:line="240" w:lineRule="auto"/>
        <w:ind w:firstLine="576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31A79">
        <w:rPr>
          <w:rFonts w:ascii="Times New Roman" w:hAnsi="Times New Roman"/>
          <w:b/>
          <w:sz w:val="28"/>
          <w:szCs w:val="28"/>
          <w:lang w:val="uk-UA"/>
        </w:rPr>
        <w:t>ПРОЦЕНКО М.В</w:t>
      </w:r>
    </w:p>
    <w:p w:rsidR="008D5D87" w:rsidRPr="00180E7B" w:rsidRDefault="008D5D87" w:rsidP="00D3157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D5D87" w:rsidRPr="00031A79" w:rsidRDefault="008D5D87" w:rsidP="00D3157C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>Подання</w:t>
      </w:r>
    </w:p>
    <w:p w:rsidR="008D5D87" w:rsidRPr="00D3157C" w:rsidRDefault="008D5D87" w:rsidP="00D3157C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Адміністрація </w:t>
      </w:r>
      <w:r>
        <w:rPr>
          <w:rFonts w:ascii="Times New Roman" w:hAnsi="Times New Roman"/>
          <w:sz w:val="28"/>
          <w:szCs w:val="28"/>
          <w:lang w:val="uk-UA"/>
        </w:rPr>
        <w:t>Чугуївської гімназії № 5 Чугуївської міської ради Харківської області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просить </w:t>
      </w:r>
      <w:r>
        <w:rPr>
          <w:rFonts w:ascii="Times New Roman" w:hAnsi="Times New Roman"/>
          <w:sz w:val="28"/>
          <w:szCs w:val="28"/>
          <w:lang w:val="uk-UA"/>
        </w:rPr>
        <w:t xml:space="preserve">надати </w:t>
      </w:r>
      <w:r w:rsidRPr="00031A79">
        <w:rPr>
          <w:rFonts w:ascii="Times New Roman" w:hAnsi="Times New Roman"/>
          <w:sz w:val="28"/>
          <w:szCs w:val="28"/>
          <w:lang w:val="uk-UA"/>
        </w:rPr>
        <w:t>Іванов</w:t>
      </w:r>
      <w:r>
        <w:rPr>
          <w:rFonts w:ascii="Times New Roman" w:hAnsi="Times New Roman"/>
          <w:sz w:val="28"/>
          <w:szCs w:val="28"/>
          <w:lang w:val="uk-UA"/>
        </w:rPr>
        <w:t>ій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Тетян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Іванівн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31A79">
        <w:rPr>
          <w:rFonts w:ascii="Times New Roman" w:hAnsi="Times New Roman"/>
          <w:sz w:val="28"/>
          <w:szCs w:val="28"/>
          <w:lang w:val="uk-UA"/>
        </w:rPr>
        <w:t>, вчител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початкових класів </w:t>
      </w:r>
      <w:r w:rsidRPr="00D3157C">
        <w:rPr>
          <w:rFonts w:ascii="Times New Roman" w:hAnsi="Times New Roman"/>
          <w:sz w:val="28"/>
          <w:szCs w:val="28"/>
          <w:lang w:val="uk-UA"/>
        </w:rPr>
        <w:t>додаткову оплачувану відпустку з 18.05.2015 по 28.05.2015 тривалістю 10 календарних днів, як матері, яка має двох дітей віком до 15 років.</w:t>
      </w:r>
    </w:p>
    <w:p w:rsidR="008D5D87" w:rsidRPr="00031A79" w:rsidRDefault="008D5D87" w:rsidP="00D3157C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 xml:space="preserve">Додаток: </w:t>
      </w:r>
      <w:r>
        <w:rPr>
          <w:rFonts w:ascii="Times New Roman" w:hAnsi="Times New Roman"/>
          <w:sz w:val="28"/>
          <w:szCs w:val="28"/>
          <w:lang w:val="uk-UA"/>
        </w:rPr>
        <w:t>заява Іванової Т.І. від 10.05.2015.</w:t>
      </w:r>
    </w:p>
    <w:p w:rsidR="008D5D87" w:rsidRDefault="008D5D87" w:rsidP="00D3157C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D5D87" w:rsidRPr="00E44E2B" w:rsidRDefault="008D5D87" w:rsidP="00D3157C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44E2B">
        <w:rPr>
          <w:rFonts w:ascii="Times New Roman" w:hAnsi="Times New Roman"/>
          <w:b/>
          <w:sz w:val="28"/>
          <w:szCs w:val="28"/>
          <w:lang w:val="uk-UA"/>
        </w:rPr>
        <w:t>Директор</w:t>
      </w:r>
      <w:r w:rsidRPr="00E44E2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Pr="00E44E2B">
        <w:rPr>
          <w:rFonts w:ascii="Times New Roman" w:hAnsi="Times New Roman"/>
          <w:b/>
          <w:sz w:val="28"/>
          <w:szCs w:val="28"/>
          <w:lang w:val="uk-UA"/>
        </w:rPr>
        <w:t>ПІБ</w:t>
      </w:r>
    </w:p>
    <w:p w:rsidR="008D5D87" w:rsidRDefault="008D5D87" w:rsidP="00D3157C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Default="008D5D87" w:rsidP="00C8495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D87" w:rsidRPr="002C6694" w:rsidRDefault="008D5D87" w:rsidP="00BA0525">
      <w:pPr>
        <w:pStyle w:val="ShapkaDocumentu"/>
        <w:spacing w:after="0"/>
        <w:ind w:left="6804" w:hanging="6804"/>
        <w:rPr>
          <w:rFonts w:ascii="Times New Roman" w:hAnsi="Times New Roman" w:cs="Times New Roman"/>
          <w:color w:val="000000"/>
          <w:sz w:val="28"/>
          <w:szCs w:val="28"/>
        </w:rPr>
      </w:pPr>
      <w:r w:rsidRPr="002C6694">
        <w:rPr>
          <w:rFonts w:ascii="Times New Roman" w:hAnsi="Times New Roman" w:cs="Times New Roman"/>
          <w:color w:val="000000"/>
          <w:sz w:val="28"/>
          <w:szCs w:val="28"/>
        </w:rPr>
        <w:object w:dxaOrig="1036" w:dyaOrig="1396">
          <v:shape id="_x0000_i1028" type="#_x0000_t75" style="width:42pt;height:55.5pt" o:ole="" o:preferrelative="f" filled="t">
            <v:fill color2="black"/>
            <v:imagedata r:id="rId6" o:title=""/>
          </v:shape>
          <o:OLEObject Type="Embed" ProgID="Word.Picture.8" ShapeID="_x0000_i1028" DrawAspect="Content" ObjectID="_1516103681" r:id="rId10"/>
        </w:object>
      </w:r>
    </w:p>
    <w:p w:rsidR="008D5D87" w:rsidRPr="002C6694" w:rsidRDefault="008D5D87" w:rsidP="00BA0525">
      <w:pPr>
        <w:pStyle w:val="Heading2"/>
        <w:spacing w:before="0"/>
        <w:jc w:val="center"/>
        <w:rPr>
          <w:rFonts w:ascii="Times New Roman" w:hAnsi="Times New Roman"/>
          <w:i/>
          <w:color w:val="000000"/>
          <w:sz w:val="32"/>
          <w:szCs w:val="32"/>
        </w:rPr>
      </w:pPr>
      <w:r w:rsidRPr="002C6694">
        <w:rPr>
          <w:rFonts w:ascii="Times New Roman" w:hAnsi="Times New Roman"/>
          <w:color w:val="000000"/>
          <w:sz w:val="32"/>
          <w:szCs w:val="32"/>
        </w:rPr>
        <w:t>ЧУГУЇВСЬКА МІСЬКА РАДА ХАРКІВСЬКОЇ  ОБЛАСТІ</w:t>
      </w:r>
    </w:p>
    <w:p w:rsidR="008D5D87" w:rsidRPr="002C6694" w:rsidRDefault="008D5D87" w:rsidP="00BA0525">
      <w:pPr>
        <w:spacing w:line="360" w:lineRule="auto"/>
        <w:jc w:val="center"/>
        <w:rPr>
          <w:rFonts w:ascii="Times New Roman" w:hAnsi="Times New Roman"/>
          <w:b/>
          <w:i/>
          <w:color w:val="000000"/>
          <w:sz w:val="32"/>
          <w:szCs w:val="32"/>
          <w:lang w:val="uk-UA"/>
        </w:rPr>
      </w:pPr>
      <w:r w:rsidRPr="002C6694">
        <w:rPr>
          <w:rFonts w:ascii="Times New Roman" w:hAnsi="Times New Roman"/>
          <w:b/>
          <w:color w:val="000000"/>
          <w:sz w:val="32"/>
          <w:szCs w:val="32"/>
          <w:lang w:val="uk-UA"/>
        </w:rPr>
        <w:t xml:space="preserve"> ВІДДІЛ ОСВІТИ</w:t>
      </w:r>
    </w:p>
    <w:p w:rsidR="008D5D87" w:rsidRPr="00BA0525" w:rsidRDefault="008D5D87" w:rsidP="00BA0525">
      <w:pPr>
        <w:spacing w:line="360" w:lineRule="auto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 w:rsidRPr="002C6694">
        <w:rPr>
          <w:rFonts w:ascii="Times New Roman" w:hAnsi="Times New Roman"/>
          <w:b/>
          <w:color w:val="000000"/>
          <w:sz w:val="32"/>
          <w:szCs w:val="32"/>
        </w:rPr>
        <w:t>НАКАЗ</w:t>
      </w:r>
    </w:p>
    <w:tbl>
      <w:tblPr>
        <w:tblW w:w="9828" w:type="dxa"/>
        <w:tblLook w:val="01E0"/>
      </w:tblPr>
      <w:tblGrid>
        <w:gridCol w:w="3199"/>
        <w:gridCol w:w="2795"/>
        <w:gridCol w:w="3834"/>
      </w:tblGrid>
      <w:tr w:rsidR="008D5D87" w:rsidRPr="00BA0525" w:rsidTr="00BD5267">
        <w:tc>
          <w:tcPr>
            <w:tcW w:w="3199" w:type="dxa"/>
          </w:tcPr>
          <w:p w:rsidR="008D5D87" w:rsidRPr="00BA0525" w:rsidRDefault="008D5D87" w:rsidP="00BD526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A0525">
              <w:rPr>
                <w:rFonts w:ascii="Times New Roman" w:hAnsi="Times New Roman"/>
                <w:sz w:val="28"/>
                <w:szCs w:val="28"/>
              </w:rPr>
              <w:t>№ 76-о</w:t>
            </w:r>
          </w:p>
        </w:tc>
        <w:tc>
          <w:tcPr>
            <w:tcW w:w="2795" w:type="dxa"/>
          </w:tcPr>
          <w:p w:rsidR="008D5D87" w:rsidRPr="00BA0525" w:rsidRDefault="008D5D87" w:rsidP="00BD5267">
            <w:pPr>
              <w:spacing w:line="360" w:lineRule="auto"/>
              <w:ind w:right="-207" w:hanging="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0525">
              <w:rPr>
                <w:rFonts w:ascii="Times New Roman" w:hAnsi="Times New Roman"/>
                <w:sz w:val="28"/>
                <w:szCs w:val="28"/>
              </w:rPr>
              <w:t xml:space="preserve">              Чугуїв</w:t>
            </w:r>
          </w:p>
        </w:tc>
        <w:tc>
          <w:tcPr>
            <w:tcW w:w="3834" w:type="dxa"/>
          </w:tcPr>
          <w:p w:rsidR="008D5D87" w:rsidRPr="00BA0525" w:rsidRDefault="008D5D87" w:rsidP="00BA0525">
            <w:pPr>
              <w:spacing w:line="360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A0525">
              <w:rPr>
                <w:rFonts w:ascii="Times New Roman" w:hAnsi="Times New Roman"/>
                <w:sz w:val="28"/>
                <w:szCs w:val="28"/>
              </w:rPr>
              <w:t xml:space="preserve">                   від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  <w:r w:rsidRPr="00BA0525">
              <w:rPr>
                <w:rFonts w:ascii="Times New Roman" w:hAnsi="Times New Roman"/>
                <w:sz w:val="28"/>
                <w:szCs w:val="28"/>
              </w:rPr>
              <w:t>.05.201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</w:tbl>
    <w:p w:rsidR="008D5D87" w:rsidRPr="00BA0525" w:rsidRDefault="008D5D87" w:rsidP="009025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0525">
        <w:rPr>
          <w:rFonts w:ascii="Times New Roman" w:hAnsi="Times New Roman"/>
          <w:sz w:val="28"/>
          <w:szCs w:val="28"/>
        </w:rPr>
        <w:t>Про надання відпустки</w:t>
      </w:r>
    </w:p>
    <w:p w:rsidR="008D5D87" w:rsidRPr="00902595" w:rsidRDefault="008D5D87" w:rsidP="0090259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Івановій Т.І.</w:t>
      </w:r>
    </w:p>
    <w:p w:rsidR="008D5D87" w:rsidRPr="00BA0525" w:rsidRDefault="008D5D87" w:rsidP="0090259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D5D87" w:rsidRPr="00BA0525" w:rsidRDefault="008D5D87" w:rsidP="00BA05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A0525">
        <w:rPr>
          <w:rFonts w:ascii="Times New Roman" w:hAnsi="Times New Roman"/>
          <w:sz w:val="28"/>
          <w:szCs w:val="28"/>
        </w:rPr>
        <w:t>НАДАТИ:</w:t>
      </w:r>
    </w:p>
    <w:p w:rsidR="008D5D87" w:rsidRPr="00BA0525" w:rsidRDefault="008D5D87" w:rsidP="00BA0525">
      <w:pPr>
        <w:pStyle w:val="BodyText"/>
        <w:ind w:firstLine="708"/>
        <w:jc w:val="both"/>
        <w:rPr>
          <w:szCs w:val="28"/>
        </w:rPr>
      </w:pPr>
      <w:r>
        <w:rPr>
          <w:szCs w:val="28"/>
        </w:rPr>
        <w:t xml:space="preserve">ІВАНОВІЙ Тетяні Іванівні, вчителю початкових класів Чугуївської гімназії № 5 Чугуївської міської ради Харківської області </w:t>
      </w:r>
      <w:r w:rsidRPr="00BA0525">
        <w:rPr>
          <w:szCs w:val="28"/>
        </w:rPr>
        <w:t xml:space="preserve">додаткову оплачувану відпустку з </w:t>
      </w:r>
      <w:r>
        <w:rPr>
          <w:szCs w:val="28"/>
        </w:rPr>
        <w:t>18.05.2015 по 28.05.2015</w:t>
      </w:r>
      <w:r w:rsidRPr="00BA0525">
        <w:rPr>
          <w:szCs w:val="28"/>
        </w:rPr>
        <w:t xml:space="preserve"> тривалістю 10 календарних днів, як матері, яка має двох дітей. </w:t>
      </w:r>
    </w:p>
    <w:p w:rsidR="008D5D87" w:rsidRDefault="008D5D87" w:rsidP="00BA0525">
      <w:pPr>
        <w:spacing w:line="240" w:lineRule="auto"/>
        <w:jc w:val="both"/>
        <w:rPr>
          <w:rFonts w:ascii="Times New Roman" w:hAnsi="Times New Roman"/>
          <w:b/>
          <w:bCs/>
          <w:sz w:val="28"/>
          <w:lang w:val="uk-UA"/>
        </w:rPr>
      </w:pPr>
    </w:p>
    <w:p w:rsidR="008D5D87" w:rsidRPr="00BA0525" w:rsidRDefault="008D5D87" w:rsidP="00BA0525">
      <w:pPr>
        <w:spacing w:line="240" w:lineRule="auto"/>
        <w:jc w:val="both"/>
        <w:rPr>
          <w:rFonts w:ascii="Times New Roman" w:hAnsi="Times New Roman"/>
          <w:sz w:val="28"/>
          <w:lang w:val="uk-UA"/>
        </w:rPr>
      </w:pPr>
      <w:r w:rsidRPr="00255A98">
        <w:rPr>
          <w:rFonts w:ascii="Times New Roman" w:hAnsi="Times New Roman"/>
          <w:bCs/>
          <w:sz w:val="28"/>
          <w:lang w:val="uk-UA"/>
        </w:rPr>
        <w:t>Підстава:</w:t>
      </w:r>
      <w:r w:rsidRPr="00BA0525">
        <w:rPr>
          <w:rFonts w:ascii="Times New Roman" w:hAnsi="Times New Roman"/>
          <w:b/>
          <w:sz w:val="28"/>
          <w:lang w:val="uk-UA"/>
        </w:rPr>
        <w:t xml:space="preserve"> </w:t>
      </w:r>
      <w:r w:rsidRPr="00BA0525">
        <w:rPr>
          <w:rFonts w:ascii="Times New Roman" w:hAnsi="Times New Roman"/>
          <w:sz w:val="28"/>
          <w:lang w:val="uk-UA"/>
        </w:rPr>
        <w:t xml:space="preserve">заява </w:t>
      </w:r>
      <w:r>
        <w:rPr>
          <w:rFonts w:ascii="Times New Roman" w:hAnsi="Times New Roman"/>
          <w:sz w:val="28"/>
          <w:lang w:val="uk-UA"/>
        </w:rPr>
        <w:t>Іванової Т.І</w:t>
      </w:r>
      <w:r w:rsidRPr="00BA0525">
        <w:rPr>
          <w:rFonts w:ascii="Times New Roman" w:hAnsi="Times New Roman"/>
          <w:sz w:val="28"/>
          <w:lang w:val="uk-UA"/>
        </w:rPr>
        <w:t xml:space="preserve">. від </w:t>
      </w:r>
      <w:r>
        <w:rPr>
          <w:rFonts w:ascii="Times New Roman" w:hAnsi="Times New Roman"/>
          <w:sz w:val="28"/>
          <w:lang w:val="uk-UA"/>
        </w:rPr>
        <w:t>1</w:t>
      </w:r>
      <w:r w:rsidRPr="00BA0525">
        <w:rPr>
          <w:rFonts w:ascii="Times New Roman" w:hAnsi="Times New Roman"/>
          <w:sz w:val="28"/>
          <w:lang w:val="uk-UA"/>
        </w:rPr>
        <w:t>0.05.201</w:t>
      </w:r>
      <w:r>
        <w:rPr>
          <w:rFonts w:ascii="Times New Roman" w:hAnsi="Times New Roman"/>
          <w:sz w:val="28"/>
          <w:lang w:val="uk-UA"/>
        </w:rPr>
        <w:t>5</w:t>
      </w:r>
      <w:r w:rsidRPr="00BA0525">
        <w:rPr>
          <w:rFonts w:ascii="Times New Roman" w:hAnsi="Times New Roman"/>
          <w:sz w:val="28"/>
          <w:lang w:val="uk-UA"/>
        </w:rPr>
        <w:t>; ст. 19 Закону України «Про відпустки», копії свідоцтв про народження</w:t>
      </w:r>
      <w:r w:rsidRPr="00255A98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255A98">
        <w:rPr>
          <w:rFonts w:ascii="Times New Roman" w:hAnsi="Times New Roman"/>
          <w:sz w:val="28"/>
          <w:szCs w:val="28"/>
          <w:lang w:val="uk-UA"/>
        </w:rPr>
        <w:t>І-ВЛ № 01900</w:t>
      </w:r>
      <w:r>
        <w:rPr>
          <w:rFonts w:ascii="Times New Roman" w:hAnsi="Times New Roman"/>
          <w:sz w:val="28"/>
          <w:szCs w:val="28"/>
          <w:lang w:val="uk-UA"/>
        </w:rPr>
        <w:t xml:space="preserve">3,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І-ВЛ № 0190</w:t>
      </w:r>
      <w:r>
        <w:rPr>
          <w:rFonts w:ascii="Times New Roman" w:hAnsi="Times New Roman"/>
          <w:sz w:val="28"/>
          <w:lang w:val="uk-UA"/>
        </w:rPr>
        <w:t xml:space="preserve"> 002.</w:t>
      </w:r>
    </w:p>
    <w:p w:rsidR="008D5D87" w:rsidRDefault="008D5D87" w:rsidP="00813D8C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D5D87" w:rsidRPr="003D16CD" w:rsidRDefault="008D5D87" w:rsidP="00813D8C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3D16CD">
        <w:rPr>
          <w:rFonts w:ascii="Times New Roman" w:hAnsi="Times New Roman"/>
          <w:b/>
          <w:sz w:val="28"/>
          <w:szCs w:val="28"/>
        </w:rPr>
        <w:t xml:space="preserve">Начальник відділу освіти                                                          М.В. ПРОЦЕНКО </w:t>
      </w:r>
    </w:p>
    <w:p w:rsidR="008D5D87" w:rsidRPr="003D16CD" w:rsidRDefault="008D5D87" w:rsidP="00813D8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D5D87" w:rsidRPr="003D16CD" w:rsidRDefault="008D5D87" w:rsidP="00813D8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D5D87" w:rsidRPr="003D16CD" w:rsidRDefault="008D5D87" w:rsidP="00813D8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D5D87" w:rsidRPr="00CC7C4E" w:rsidRDefault="008D5D87" w:rsidP="00813D8C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3D16CD">
        <w:rPr>
          <w:rFonts w:ascii="Times New Roman" w:hAnsi="Times New Roman"/>
          <w:sz w:val="28"/>
          <w:szCs w:val="28"/>
        </w:rPr>
        <w:t>З н</w:t>
      </w:r>
      <w:r>
        <w:rPr>
          <w:rFonts w:ascii="Times New Roman" w:hAnsi="Times New Roman"/>
          <w:sz w:val="28"/>
          <w:szCs w:val="28"/>
        </w:rPr>
        <w:t>аказом ознайомлена  _______</w:t>
      </w:r>
      <w:r w:rsidRPr="003D16CD">
        <w:rPr>
          <w:rFonts w:ascii="Times New Roman" w:hAnsi="Times New Roman"/>
          <w:sz w:val="28"/>
          <w:szCs w:val="28"/>
        </w:rPr>
        <w:t>___        «_______»</w:t>
      </w:r>
      <w:r>
        <w:rPr>
          <w:rFonts w:ascii="Times New Roman" w:hAnsi="Times New Roman"/>
          <w:sz w:val="28"/>
          <w:szCs w:val="28"/>
        </w:rPr>
        <w:t>________</w:t>
      </w:r>
      <w:r w:rsidRPr="003D16CD">
        <w:rPr>
          <w:rFonts w:ascii="Times New Roman" w:hAnsi="Times New Roman"/>
          <w:sz w:val="28"/>
          <w:szCs w:val="28"/>
        </w:rPr>
        <w:t>____2015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8D5D87" w:rsidRDefault="008D5D87" w:rsidP="00813D8C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D87" w:rsidRPr="00BA0525" w:rsidRDefault="008D5D87" w:rsidP="00BA0525">
      <w:pPr>
        <w:jc w:val="center"/>
        <w:rPr>
          <w:b/>
          <w:i/>
          <w:sz w:val="32"/>
          <w:szCs w:val="32"/>
          <w:lang w:val="uk-UA"/>
        </w:rPr>
      </w:pPr>
    </w:p>
    <w:p w:rsidR="008D5D87" w:rsidRPr="00BA0525" w:rsidRDefault="008D5D87" w:rsidP="00BA0525">
      <w:pPr>
        <w:jc w:val="both"/>
        <w:rPr>
          <w:sz w:val="28"/>
          <w:szCs w:val="28"/>
          <w:lang w:val="uk-UA"/>
        </w:rPr>
      </w:pPr>
    </w:p>
    <w:p w:rsidR="008D5D87" w:rsidRPr="00BA0525" w:rsidRDefault="008D5D87" w:rsidP="00BA0525">
      <w:pPr>
        <w:jc w:val="both"/>
        <w:rPr>
          <w:sz w:val="28"/>
          <w:szCs w:val="28"/>
          <w:lang w:val="uk-UA"/>
        </w:rPr>
      </w:pPr>
    </w:p>
    <w:p w:rsidR="008D5D87" w:rsidRPr="00BA0525" w:rsidRDefault="008D5D87" w:rsidP="00BA0525">
      <w:pPr>
        <w:jc w:val="both"/>
        <w:rPr>
          <w:sz w:val="28"/>
          <w:szCs w:val="28"/>
          <w:lang w:val="uk-UA"/>
        </w:rPr>
      </w:pPr>
    </w:p>
    <w:p w:rsidR="008D5D87" w:rsidRDefault="008D5D87" w:rsidP="00C8495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D87" w:rsidRPr="00B33A3B" w:rsidRDefault="008D5D87" w:rsidP="00A21934">
      <w:pPr>
        <w:spacing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33A3B">
        <w:rPr>
          <w:rFonts w:ascii="Times New Roman" w:hAnsi="Times New Roman"/>
          <w:b/>
          <w:sz w:val="28"/>
          <w:szCs w:val="28"/>
          <w:lang w:val="uk-UA"/>
        </w:rPr>
        <w:t xml:space="preserve">Заява про надання </w:t>
      </w:r>
      <w:r>
        <w:rPr>
          <w:rFonts w:ascii="Times New Roman" w:hAnsi="Times New Roman"/>
          <w:b/>
          <w:sz w:val="28"/>
          <w:szCs w:val="28"/>
          <w:lang w:val="uk-UA"/>
        </w:rPr>
        <w:t>додаткової відпустки (соціальна) 2</w:t>
      </w:r>
    </w:p>
    <w:p w:rsidR="008D5D87" w:rsidRDefault="008D5D87" w:rsidP="00A21934">
      <w:pPr>
        <w:spacing w:after="0" w:line="240" w:lineRule="auto"/>
        <w:ind w:left="2124" w:firstLine="708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</w:t>
      </w:r>
    </w:p>
    <w:p w:rsidR="008D5D87" w:rsidRDefault="008D5D87" w:rsidP="00A21934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>Начальнику відділу освіти</w:t>
      </w:r>
    </w:p>
    <w:p w:rsidR="008D5D87" w:rsidRDefault="008D5D87" w:rsidP="00A21934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Чугуївської міської ради </w:t>
      </w:r>
    </w:p>
    <w:p w:rsidR="008D5D87" w:rsidRDefault="008D5D87" w:rsidP="00A21934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Проценко </w:t>
      </w:r>
      <w:r>
        <w:rPr>
          <w:rFonts w:ascii="Times New Roman" w:hAnsi="Times New Roman"/>
          <w:i/>
          <w:sz w:val="28"/>
          <w:szCs w:val="28"/>
          <w:lang w:val="uk-UA"/>
        </w:rPr>
        <w:t>М.В</w:t>
      </w:r>
    </w:p>
    <w:p w:rsidR="008D5D87" w:rsidRPr="000F6D3C" w:rsidRDefault="008D5D87" w:rsidP="00A21934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>вчителя початкових класів</w:t>
      </w:r>
    </w:p>
    <w:p w:rsidR="008D5D87" w:rsidRPr="008B031E" w:rsidRDefault="008D5D87" w:rsidP="00A21934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Чугуївської гімназії № 5 </w:t>
      </w:r>
    </w:p>
    <w:p w:rsidR="008D5D87" w:rsidRDefault="008D5D87" w:rsidP="00A21934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Чугуївської міської ради </w:t>
      </w:r>
    </w:p>
    <w:p w:rsidR="008D5D87" w:rsidRDefault="008D5D87" w:rsidP="00A21934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Харківської області</w:t>
      </w: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8D5D87" w:rsidRDefault="008D5D87" w:rsidP="00A21934">
      <w:pPr>
        <w:spacing w:after="0" w:line="240" w:lineRule="auto"/>
        <w:ind w:left="3285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</w:t>
      </w: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Іванової Тетяни Іванівни  </w:t>
      </w:r>
    </w:p>
    <w:p w:rsidR="008D5D87" w:rsidRDefault="008D5D87" w:rsidP="00A21934">
      <w:pPr>
        <w:spacing w:line="240" w:lineRule="auto"/>
        <w:ind w:firstLine="708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Заява</w:t>
      </w:r>
    </w:p>
    <w:p w:rsidR="008D5D87" w:rsidRDefault="008D5D87" w:rsidP="00A21934">
      <w:pPr>
        <w:spacing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Прошу надати мені додаткову оплачувану відпустку з 18.05.2015 по 28.05.2015 тривалістю 10 календарних днів, як одинокій матері.</w:t>
      </w:r>
    </w:p>
    <w:p w:rsidR="008D5D87" w:rsidRDefault="008D5D87" w:rsidP="00A21934">
      <w:pPr>
        <w:spacing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До заяви додаю копії свідоцтва про народження серія І-ВЛ № 019003 від 22.05.2006, </w:t>
      </w:r>
      <w:r w:rsidRPr="001C6299">
        <w:rPr>
          <w:rFonts w:ascii="Times New Roman" w:hAnsi="Times New Roman"/>
          <w:i/>
          <w:sz w:val="28"/>
          <w:szCs w:val="28"/>
          <w:lang w:val="uk-UA"/>
        </w:rPr>
        <w:t>свідоцтво про розірвання шлюбу серія І-ВЛ № 087520  від 19.03.200</w:t>
      </w:r>
      <w:r>
        <w:rPr>
          <w:rFonts w:ascii="Times New Roman" w:hAnsi="Times New Roman"/>
          <w:i/>
          <w:sz w:val="28"/>
          <w:szCs w:val="28"/>
          <w:lang w:val="uk-UA"/>
        </w:rPr>
        <w:t>8</w:t>
      </w:r>
      <w:r w:rsidRPr="001C6299">
        <w:rPr>
          <w:rFonts w:ascii="Times New Roman" w:hAnsi="Times New Roman"/>
          <w:i/>
          <w:sz w:val="28"/>
          <w:szCs w:val="28"/>
          <w:lang w:val="uk-UA"/>
        </w:rPr>
        <w:t>р.</w:t>
      </w:r>
    </w:p>
    <w:p w:rsidR="008D5D87" w:rsidRDefault="008D5D87" w:rsidP="00A21934">
      <w:pPr>
        <w:spacing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10.05.2015                                                                   Іванова</w:t>
      </w:r>
    </w:p>
    <w:p w:rsidR="008D5D87" w:rsidRDefault="008D5D87" w:rsidP="00A21934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D5D87" w:rsidRPr="00C63870" w:rsidRDefault="008D5D87" w:rsidP="00A21934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Подання</w:t>
      </w:r>
      <w:r w:rsidRPr="00814D4B">
        <w:rPr>
          <w:rFonts w:ascii="Times New Roman" w:hAnsi="Times New Roman"/>
          <w:b/>
          <w:sz w:val="28"/>
          <w:szCs w:val="28"/>
        </w:rPr>
        <w:t xml:space="preserve"> про </w:t>
      </w:r>
      <w:r>
        <w:rPr>
          <w:rFonts w:ascii="Times New Roman" w:hAnsi="Times New Roman"/>
          <w:b/>
          <w:sz w:val="28"/>
          <w:szCs w:val="28"/>
          <w:lang w:val="uk-UA"/>
        </w:rPr>
        <w:t>надання додаткової відпустки (соціальна) 2</w:t>
      </w:r>
    </w:p>
    <w:p w:rsidR="008D5D87" w:rsidRPr="00180E7B" w:rsidRDefault="008D5D87" w:rsidP="00A21934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D5D87" w:rsidRPr="00CA5AB5" w:rsidRDefault="008D5D87" w:rsidP="00A21934">
      <w:pPr>
        <w:spacing w:after="0" w:line="240" w:lineRule="auto"/>
        <w:ind w:firstLine="5760"/>
        <w:jc w:val="both"/>
        <w:rPr>
          <w:rFonts w:ascii="Times New Roman" w:hAnsi="Times New Roman"/>
          <w:sz w:val="28"/>
          <w:szCs w:val="28"/>
          <w:lang w:val="uk-UA"/>
        </w:rPr>
      </w:pPr>
      <w:r w:rsidRPr="00CA5AB5">
        <w:rPr>
          <w:rFonts w:ascii="Times New Roman" w:hAnsi="Times New Roman"/>
          <w:sz w:val="28"/>
          <w:szCs w:val="28"/>
          <w:lang w:val="uk-UA"/>
        </w:rPr>
        <w:t>Начальнику відділу освіти</w:t>
      </w:r>
    </w:p>
    <w:p w:rsidR="008D5D87" w:rsidRPr="00CA5AB5" w:rsidRDefault="008D5D87" w:rsidP="00A21934">
      <w:pPr>
        <w:spacing w:after="0" w:line="240" w:lineRule="auto"/>
        <w:ind w:firstLine="5760"/>
        <w:jc w:val="both"/>
        <w:rPr>
          <w:rFonts w:ascii="Times New Roman" w:hAnsi="Times New Roman"/>
          <w:sz w:val="28"/>
          <w:szCs w:val="28"/>
          <w:lang w:val="uk-UA"/>
        </w:rPr>
      </w:pPr>
      <w:r w:rsidRPr="00CA5AB5">
        <w:rPr>
          <w:rFonts w:ascii="Times New Roman" w:hAnsi="Times New Roman"/>
          <w:sz w:val="28"/>
          <w:szCs w:val="28"/>
          <w:lang w:val="uk-UA"/>
        </w:rPr>
        <w:t xml:space="preserve">Чугуївської міської ради </w:t>
      </w:r>
    </w:p>
    <w:p w:rsidR="008D5D87" w:rsidRPr="00031A79" w:rsidRDefault="008D5D87" w:rsidP="00A21934">
      <w:pPr>
        <w:spacing w:after="0" w:line="240" w:lineRule="auto"/>
        <w:ind w:firstLine="576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31A79">
        <w:rPr>
          <w:rFonts w:ascii="Times New Roman" w:hAnsi="Times New Roman"/>
          <w:b/>
          <w:sz w:val="28"/>
          <w:szCs w:val="28"/>
          <w:lang w:val="uk-UA"/>
        </w:rPr>
        <w:t>ПРОЦЕНКО М.В</w:t>
      </w:r>
    </w:p>
    <w:p w:rsidR="008D5D87" w:rsidRPr="00180E7B" w:rsidRDefault="008D5D87" w:rsidP="00A2193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D5D87" w:rsidRPr="00031A79" w:rsidRDefault="008D5D87" w:rsidP="00A21934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>Подання</w:t>
      </w:r>
    </w:p>
    <w:p w:rsidR="008D5D87" w:rsidRPr="00D3157C" w:rsidRDefault="008D5D87" w:rsidP="00A21934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Адміністрація </w:t>
      </w:r>
      <w:r>
        <w:rPr>
          <w:rFonts w:ascii="Times New Roman" w:hAnsi="Times New Roman"/>
          <w:sz w:val="28"/>
          <w:szCs w:val="28"/>
          <w:lang w:val="uk-UA"/>
        </w:rPr>
        <w:t>Чугуївської гімназії № 5 Чугуївської міської ради Харківської області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просить </w:t>
      </w:r>
      <w:r>
        <w:rPr>
          <w:rFonts w:ascii="Times New Roman" w:hAnsi="Times New Roman"/>
          <w:sz w:val="28"/>
          <w:szCs w:val="28"/>
          <w:lang w:val="uk-UA"/>
        </w:rPr>
        <w:t xml:space="preserve">надати </w:t>
      </w:r>
      <w:r w:rsidRPr="00031A79">
        <w:rPr>
          <w:rFonts w:ascii="Times New Roman" w:hAnsi="Times New Roman"/>
          <w:sz w:val="28"/>
          <w:szCs w:val="28"/>
          <w:lang w:val="uk-UA"/>
        </w:rPr>
        <w:t>Іванов</w:t>
      </w:r>
      <w:r>
        <w:rPr>
          <w:rFonts w:ascii="Times New Roman" w:hAnsi="Times New Roman"/>
          <w:sz w:val="28"/>
          <w:szCs w:val="28"/>
          <w:lang w:val="uk-UA"/>
        </w:rPr>
        <w:t>ій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Тетян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Іванівн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31A79">
        <w:rPr>
          <w:rFonts w:ascii="Times New Roman" w:hAnsi="Times New Roman"/>
          <w:sz w:val="28"/>
          <w:szCs w:val="28"/>
          <w:lang w:val="uk-UA"/>
        </w:rPr>
        <w:t>, вчител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початкових класів </w:t>
      </w:r>
      <w:r w:rsidRPr="00D3157C">
        <w:rPr>
          <w:rFonts w:ascii="Times New Roman" w:hAnsi="Times New Roman"/>
          <w:sz w:val="28"/>
          <w:szCs w:val="28"/>
          <w:lang w:val="uk-UA"/>
        </w:rPr>
        <w:t xml:space="preserve">додаткову оплачувану відпустку з 18.05.2015 по 28.05.2015 тривалістю 10 календарних днів, як </w:t>
      </w:r>
      <w:r>
        <w:rPr>
          <w:rFonts w:ascii="Times New Roman" w:hAnsi="Times New Roman"/>
          <w:sz w:val="28"/>
          <w:szCs w:val="28"/>
          <w:lang w:val="uk-UA"/>
        </w:rPr>
        <w:t>одинокій матері.</w:t>
      </w:r>
    </w:p>
    <w:p w:rsidR="008D5D87" w:rsidRPr="00031A79" w:rsidRDefault="008D5D87" w:rsidP="00A219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 xml:space="preserve">Додаток: </w:t>
      </w:r>
      <w:r>
        <w:rPr>
          <w:rFonts w:ascii="Times New Roman" w:hAnsi="Times New Roman"/>
          <w:sz w:val="28"/>
          <w:szCs w:val="28"/>
          <w:lang w:val="uk-UA"/>
        </w:rPr>
        <w:t>заява Іванової Т.І. від 10.05.2015.</w:t>
      </w:r>
    </w:p>
    <w:p w:rsidR="008D5D87" w:rsidRDefault="008D5D87" w:rsidP="00A21934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D5D87" w:rsidRPr="00E44E2B" w:rsidRDefault="008D5D87" w:rsidP="00A21934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44E2B">
        <w:rPr>
          <w:rFonts w:ascii="Times New Roman" w:hAnsi="Times New Roman"/>
          <w:b/>
          <w:sz w:val="28"/>
          <w:szCs w:val="28"/>
          <w:lang w:val="uk-UA"/>
        </w:rPr>
        <w:t>Директор</w:t>
      </w:r>
      <w:r w:rsidRPr="00E44E2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Pr="00E44E2B">
        <w:rPr>
          <w:rFonts w:ascii="Times New Roman" w:hAnsi="Times New Roman"/>
          <w:b/>
          <w:sz w:val="28"/>
          <w:szCs w:val="28"/>
          <w:lang w:val="uk-UA"/>
        </w:rPr>
        <w:t>ПІБ</w:t>
      </w:r>
    </w:p>
    <w:p w:rsidR="008D5D87" w:rsidRDefault="008D5D87" w:rsidP="00A21934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Default="008D5D87" w:rsidP="00A219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D87" w:rsidRPr="002C6694" w:rsidRDefault="008D5D87" w:rsidP="00A21934">
      <w:pPr>
        <w:pStyle w:val="ShapkaDocumentu"/>
        <w:spacing w:after="0"/>
        <w:ind w:left="6804" w:hanging="6804"/>
        <w:rPr>
          <w:rFonts w:ascii="Times New Roman" w:hAnsi="Times New Roman" w:cs="Times New Roman"/>
          <w:color w:val="000000"/>
          <w:sz w:val="28"/>
          <w:szCs w:val="28"/>
        </w:rPr>
      </w:pPr>
      <w:r w:rsidRPr="002C6694">
        <w:rPr>
          <w:rFonts w:ascii="Times New Roman" w:hAnsi="Times New Roman" w:cs="Times New Roman"/>
          <w:color w:val="000000"/>
          <w:sz w:val="28"/>
          <w:szCs w:val="28"/>
        </w:rPr>
        <w:object w:dxaOrig="1036" w:dyaOrig="1396">
          <v:shape id="_x0000_i1029" type="#_x0000_t75" style="width:42pt;height:55.5pt" o:ole="" o:preferrelative="f" filled="t">
            <v:fill color2="black"/>
            <v:imagedata r:id="rId6" o:title=""/>
          </v:shape>
          <o:OLEObject Type="Embed" ProgID="Word.Picture.8" ShapeID="_x0000_i1029" DrawAspect="Content" ObjectID="_1516103682" r:id="rId11"/>
        </w:object>
      </w:r>
    </w:p>
    <w:p w:rsidR="008D5D87" w:rsidRPr="002C6694" w:rsidRDefault="008D5D87" w:rsidP="00A21934">
      <w:pPr>
        <w:pStyle w:val="Heading2"/>
        <w:spacing w:before="0"/>
        <w:jc w:val="center"/>
        <w:rPr>
          <w:rFonts w:ascii="Times New Roman" w:hAnsi="Times New Roman"/>
          <w:i/>
          <w:color w:val="000000"/>
          <w:sz w:val="32"/>
          <w:szCs w:val="32"/>
        </w:rPr>
      </w:pPr>
      <w:r w:rsidRPr="002C6694">
        <w:rPr>
          <w:rFonts w:ascii="Times New Roman" w:hAnsi="Times New Roman"/>
          <w:color w:val="000000"/>
          <w:sz w:val="32"/>
          <w:szCs w:val="32"/>
        </w:rPr>
        <w:t>ЧУГУЇВСЬКА МІСЬКА РАДА ХАРКІВСЬКОЇ  ОБЛАСТІ</w:t>
      </w:r>
    </w:p>
    <w:p w:rsidR="008D5D87" w:rsidRPr="002C6694" w:rsidRDefault="008D5D87" w:rsidP="00A21934">
      <w:pPr>
        <w:spacing w:line="360" w:lineRule="auto"/>
        <w:jc w:val="center"/>
        <w:rPr>
          <w:rFonts w:ascii="Times New Roman" w:hAnsi="Times New Roman"/>
          <w:b/>
          <w:i/>
          <w:color w:val="000000"/>
          <w:sz w:val="32"/>
          <w:szCs w:val="32"/>
          <w:lang w:val="uk-UA"/>
        </w:rPr>
      </w:pPr>
      <w:r w:rsidRPr="002C6694">
        <w:rPr>
          <w:rFonts w:ascii="Times New Roman" w:hAnsi="Times New Roman"/>
          <w:b/>
          <w:color w:val="000000"/>
          <w:sz w:val="32"/>
          <w:szCs w:val="32"/>
          <w:lang w:val="uk-UA"/>
        </w:rPr>
        <w:t xml:space="preserve"> ВІДДІЛ ОСВІТИ</w:t>
      </w:r>
    </w:p>
    <w:p w:rsidR="008D5D87" w:rsidRPr="00BA0525" w:rsidRDefault="008D5D87" w:rsidP="00A21934">
      <w:pPr>
        <w:spacing w:line="360" w:lineRule="auto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 w:rsidRPr="002C6694">
        <w:rPr>
          <w:rFonts w:ascii="Times New Roman" w:hAnsi="Times New Roman"/>
          <w:b/>
          <w:color w:val="000000"/>
          <w:sz w:val="32"/>
          <w:szCs w:val="32"/>
        </w:rPr>
        <w:t>НАКАЗ</w:t>
      </w:r>
    </w:p>
    <w:tbl>
      <w:tblPr>
        <w:tblW w:w="9828" w:type="dxa"/>
        <w:tblLook w:val="01E0"/>
      </w:tblPr>
      <w:tblGrid>
        <w:gridCol w:w="3199"/>
        <w:gridCol w:w="2795"/>
        <w:gridCol w:w="3834"/>
      </w:tblGrid>
      <w:tr w:rsidR="008D5D87" w:rsidRPr="00BA0525" w:rsidTr="00BD5267">
        <w:tc>
          <w:tcPr>
            <w:tcW w:w="3199" w:type="dxa"/>
          </w:tcPr>
          <w:p w:rsidR="008D5D87" w:rsidRPr="00BA0525" w:rsidRDefault="008D5D87" w:rsidP="00BD526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A0525">
              <w:rPr>
                <w:rFonts w:ascii="Times New Roman" w:hAnsi="Times New Roman"/>
                <w:sz w:val="28"/>
                <w:szCs w:val="28"/>
              </w:rPr>
              <w:t>№ 76-о</w:t>
            </w:r>
          </w:p>
        </w:tc>
        <w:tc>
          <w:tcPr>
            <w:tcW w:w="2795" w:type="dxa"/>
          </w:tcPr>
          <w:p w:rsidR="008D5D87" w:rsidRPr="00BA0525" w:rsidRDefault="008D5D87" w:rsidP="00BD5267">
            <w:pPr>
              <w:spacing w:line="360" w:lineRule="auto"/>
              <w:ind w:right="-207" w:hanging="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0525">
              <w:rPr>
                <w:rFonts w:ascii="Times New Roman" w:hAnsi="Times New Roman"/>
                <w:sz w:val="28"/>
                <w:szCs w:val="28"/>
              </w:rPr>
              <w:t xml:space="preserve">              Чугуїв</w:t>
            </w:r>
          </w:p>
        </w:tc>
        <w:tc>
          <w:tcPr>
            <w:tcW w:w="3834" w:type="dxa"/>
          </w:tcPr>
          <w:p w:rsidR="008D5D87" w:rsidRPr="00BA0525" w:rsidRDefault="008D5D87" w:rsidP="00BD5267">
            <w:pPr>
              <w:spacing w:line="360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A0525">
              <w:rPr>
                <w:rFonts w:ascii="Times New Roman" w:hAnsi="Times New Roman"/>
                <w:sz w:val="28"/>
                <w:szCs w:val="28"/>
              </w:rPr>
              <w:t xml:space="preserve">                   від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  <w:r w:rsidRPr="00BA0525">
              <w:rPr>
                <w:rFonts w:ascii="Times New Roman" w:hAnsi="Times New Roman"/>
                <w:sz w:val="28"/>
                <w:szCs w:val="28"/>
              </w:rPr>
              <w:t>.05.201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</w:tbl>
    <w:p w:rsidR="008D5D87" w:rsidRPr="00BA0525" w:rsidRDefault="008D5D87" w:rsidP="00A2193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0525">
        <w:rPr>
          <w:rFonts w:ascii="Times New Roman" w:hAnsi="Times New Roman"/>
          <w:sz w:val="28"/>
          <w:szCs w:val="28"/>
        </w:rPr>
        <w:t>Про надання відпустки</w:t>
      </w:r>
    </w:p>
    <w:p w:rsidR="008D5D87" w:rsidRPr="00902595" w:rsidRDefault="008D5D87" w:rsidP="00A2193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Івановій Т.І.</w:t>
      </w:r>
    </w:p>
    <w:p w:rsidR="008D5D87" w:rsidRPr="00BA0525" w:rsidRDefault="008D5D87" w:rsidP="00A2193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D5D87" w:rsidRPr="00BA0525" w:rsidRDefault="008D5D87" w:rsidP="00A2193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A0525">
        <w:rPr>
          <w:rFonts w:ascii="Times New Roman" w:hAnsi="Times New Roman"/>
          <w:sz w:val="28"/>
          <w:szCs w:val="28"/>
        </w:rPr>
        <w:t>НАДАТИ:</w:t>
      </w:r>
    </w:p>
    <w:p w:rsidR="008D5D87" w:rsidRPr="00BA0525" w:rsidRDefault="008D5D87" w:rsidP="00A21934">
      <w:pPr>
        <w:pStyle w:val="BodyText"/>
        <w:ind w:firstLine="708"/>
        <w:jc w:val="both"/>
        <w:rPr>
          <w:szCs w:val="28"/>
        </w:rPr>
      </w:pPr>
      <w:r>
        <w:rPr>
          <w:szCs w:val="28"/>
        </w:rPr>
        <w:t xml:space="preserve">ІВАНОВІЙ Тетяні Іванівні, вчителю початкових класів Чугуївської гімназії № 5 Чугуївської міської ради Харківської області </w:t>
      </w:r>
      <w:r w:rsidRPr="00BA0525">
        <w:rPr>
          <w:szCs w:val="28"/>
        </w:rPr>
        <w:t xml:space="preserve">додаткову оплачувану відпустку з </w:t>
      </w:r>
      <w:r>
        <w:rPr>
          <w:szCs w:val="28"/>
        </w:rPr>
        <w:t>18.05.2015 по 28.05.2015</w:t>
      </w:r>
      <w:r w:rsidRPr="00BA0525">
        <w:rPr>
          <w:szCs w:val="28"/>
        </w:rPr>
        <w:t xml:space="preserve"> тривалістю 10 календарних днів, як </w:t>
      </w:r>
      <w:r>
        <w:rPr>
          <w:szCs w:val="28"/>
        </w:rPr>
        <w:t>одинокій матері.</w:t>
      </w:r>
    </w:p>
    <w:p w:rsidR="008D5D87" w:rsidRDefault="008D5D87" w:rsidP="00A21934">
      <w:pPr>
        <w:spacing w:line="240" w:lineRule="auto"/>
        <w:jc w:val="both"/>
        <w:rPr>
          <w:rFonts w:ascii="Times New Roman" w:hAnsi="Times New Roman"/>
          <w:b/>
          <w:bCs/>
          <w:sz w:val="28"/>
          <w:lang w:val="uk-UA"/>
        </w:rPr>
      </w:pPr>
    </w:p>
    <w:p w:rsidR="008D5D87" w:rsidRPr="00BA0525" w:rsidRDefault="008D5D87" w:rsidP="00A21934">
      <w:pPr>
        <w:spacing w:line="240" w:lineRule="auto"/>
        <w:jc w:val="both"/>
        <w:rPr>
          <w:rFonts w:ascii="Times New Roman" w:hAnsi="Times New Roman"/>
          <w:sz w:val="28"/>
          <w:lang w:val="uk-UA"/>
        </w:rPr>
      </w:pPr>
      <w:r w:rsidRPr="00255A98">
        <w:rPr>
          <w:rFonts w:ascii="Times New Roman" w:hAnsi="Times New Roman"/>
          <w:bCs/>
          <w:sz w:val="28"/>
          <w:lang w:val="uk-UA"/>
        </w:rPr>
        <w:t>Підстава:</w:t>
      </w:r>
      <w:r w:rsidRPr="00BA0525">
        <w:rPr>
          <w:rFonts w:ascii="Times New Roman" w:hAnsi="Times New Roman"/>
          <w:b/>
          <w:sz w:val="28"/>
          <w:lang w:val="uk-UA"/>
        </w:rPr>
        <w:t xml:space="preserve"> </w:t>
      </w:r>
      <w:r w:rsidRPr="00BA0525">
        <w:rPr>
          <w:rFonts w:ascii="Times New Roman" w:hAnsi="Times New Roman"/>
          <w:sz w:val="28"/>
          <w:lang w:val="uk-UA"/>
        </w:rPr>
        <w:t xml:space="preserve">заява </w:t>
      </w:r>
      <w:r>
        <w:rPr>
          <w:rFonts w:ascii="Times New Roman" w:hAnsi="Times New Roman"/>
          <w:sz w:val="28"/>
          <w:lang w:val="uk-UA"/>
        </w:rPr>
        <w:t>Іванової Т.І</w:t>
      </w:r>
      <w:r w:rsidRPr="00BA0525">
        <w:rPr>
          <w:rFonts w:ascii="Times New Roman" w:hAnsi="Times New Roman"/>
          <w:sz w:val="28"/>
          <w:lang w:val="uk-UA"/>
        </w:rPr>
        <w:t xml:space="preserve">. від </w:t>
      </w:r>
      <w:r>
        <w:rPr>
          <w:rFonts w:ascii="Times New Roman" w:hAnsi="Times New Roman"/>
          <w:sz w:val="28"/>
          <w:lang w:val="uk-UA"/>
        </w:rPr>
        <w:t>1</w:t>
      </w:r>
      <w:r w:rsidRPr="00BA0525">
        <w:rPr>
          <w:rFonts w:ascii="Times New Roman" w:hAnsi="Times New Roman"/>
          <w:sz w:val="28"/>
          <w:lang w:val="uk-UA"/>
        </w:rPr>
        <w:t>0.05.201</w:t>
      </w:r>
      <w:r>
        <w:rPr>
          <w:rFonts w:ascii="Times New Roman" w:hAnsi="Times New Roman"/>
          <w:sz w:val="28"/>
          <w:lang w:val="uk-UA"/>
        </w:rPr>
        <w:t>5</w:t>
      </w:r>
      <w:r w:rsidRPr="00BA0525">
        <w:rPr>
          <w:rFonts w:ascii="Times New Roman" w:hAnsi="Times New Roman"/>
          <w:sz w:val="28"/>
          <w:lang w:val="uk-UA"/>
        </w:rPr>
        <w:t>;</w:t>
      </w:r>
      <w:r w:rsidRPr="00EB7DF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ч. 1 ст. 182 Кодексу законів про </w:t>
      </w:r>
      <w:r w:rsidRPr="002C2116">
        <w:rPr>
          <w:rFonts w:ascii="Times New Roman" w:hAnsi="Times New Roman"/>
          <w:sz w:val="28"/>
          <w:szCs w:val="28"/>
          <w:lang w:val="uk-UA"/>
        </w:rPr>
        <w:t>працю України,</w:t>
      </w:r>
      <w:r w:rsidRPr="00EB7DF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2116">
        <w:rPr>
          <w:rFonts w:ascii="Times New Roman" w:hAnsi="Times New Roman"/>
          <w:sz w:val="28"/>
          <w:szCs w:val="28"/>
          <w:lang w:val="uk-UA"/>
        </w:rPr>
        <w:t xml:space="preserve">ч. 1 </w:t>
      </w:r>
      <w:r w:rsidRPr="00EB7DF4">
        <w:rPr>
          <w:rFonts w:ascii="Times New Roman" w:hAnsi="Times New Roman"/>
          <w:sz w:val="28"/>
          <w:szCs w:val="28"/>
          <w:lang w:val="uk-UA"/>
        </w:rPr>
        <w:t xml:space="preserve">ст. 19 Закону України «Про відпустки», </w:t>
      </w:r>
      <w:r w:rsidRPr="00BA0525">
        <w:rPr>
          <w:rFonts w:ascii="Times New Roman" w:hAnsi="Times New Roman"/>
          <w:sz w:val="28"/>
          <w:lang w:val="uk-UA"/>
        </w:rPr>
        <w:t xml:space="preserve"> копії свідоцтв про народження</w:t>
      </w:r>
      <w:r w:rsidRPr="00255A98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255A98">
        <w:rPr>
          <w:rFonts w:ascii="Times New Roman" w:hAnsi="Times New Roman"/>
          <w:sz w:val="28"/>
          <w:szCs w:val="28"/>
          <w:lang w:val="uk-UA"/>
        </w:rPr>
        <w:t>І-ВЛ № 01900</w:t>
      </w:r>
      <w:r>
        <w:rPr>
          <w:rFonts w:ascii="Times New Roman" w:hAnsi="Times New Roman"/>
          <w:sz w:val="28"/>
          <w:szCs w:val="28"/>
          <w:lang w:val="uk-UA"/>
        </w:rPr>
        <w:t>3.</w:t>
      </w:r>
    </w:p>
    <w:p w:rsidR="008D5D87" w:rsidRDefault="008D5D87" w:rsidP="00A21934">
      <w:pPr>
        <w:jc w:val="center"/>
        <w:rPr>
          <w:b/>
          <w:i/>
          <w:sz w:val="32"/>
          <w:szCs w:val="32"/>
          <w:lang w:val="uk-UA"/>
        </w:rPr>
      </w:pPr>
    </w:p>
    <w:p w:rsidR="008D5D87" w:rsidRPr="003D16CD" w:rsidRDefault="008D5D87" w:rsidP="00813D8C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3D16CD">
        <w:rPr>
          <w:rFonts w:ascii="Times New Roman" w:hAnsi="Times New Roman"/>
          <w:b/>
          <w:sz w:val="28"/>
          <w:szCs w:val="28"/>
        </w:rPr>
        <w:t xml:space="preserve">Начальник відділу освіти                                                          М.В. ПРОЦЕНКО </w:t>
      </w:r>
    </w:p>
    <w:p w:rsidR="008D5D87" w:rsidRPr="003D16CD" w:rsidRDefault="008D5D87" w:rsidP="00813D8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D5D87" w:rsidRPr="003D16CD" w:rsidRDefault="008D5D87" w:rsidP="00813D8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D5D87" w:rsidRPr="003D16CD" w:rsidRDefault="008D5D87" w:rsidP="00813D8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D5D87" w:rsidRPr="00CC7C4E" w:rsidRDefault="008D5D87" w:rsidP="00813D8C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3D16CD">
        <w:rPr>
          <w:rFonts w:ascii="Times New Roman" w:hAnsi="Times New Roman"/>
          <w:sz w:val="28"/>
          <w:szCs w:val="28"/>
        </w:rPr>
        <w:t>З н</w:t>
      </w:r>
      <w:r>
        <w:rPr>
          <w:rFonts w:ascii="Times New Roman" w:hAnsi="Times New Roman"/>
          <w:sz w:val="28"/>
          <w:szCs w:val="28"/>
        </w:rPr>
        <w:t>аказом ознайомлена  _______</w:t>
      </w:r>
      <w:r w:rsidRPr="003D16CD">
        <w:rPr>
          <w:rFonts w:ascii="Times New Roman" w:hAnsi="Times New Roman"/>
          <w:sz w:val="28"/>
          <w:szCs w:val="28"/>
        </w:rPr>
        <w:t>___        «_______»</w:t>
      </w:r>
      <w:r>
        <w:rPr>
          <w:rFonts w:ascii="Times New Roman" w:hAnsi="Times New Roman"/>
          <w:sz w:val="28"/>
          <w:szCs w:val="28"/>
        </w:rPr>
        <w:t>________</w:t>
      </w:r>
      <w:r w:rsidRPr="003D16CD">
        <w:rPr>
          <w:rFonts w:ascii="Times New Roman" w:hAnsi="Times New Roman"/>
          <w:sz w:val="28"/>
          <w:szCs w:val="28"/>
        </w:rPr>
        <w:t>____2015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8D5D87" w:rsidRDefault="008D5D87" w:rsidP="00813D8C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D87" w:rsidRPr="00BA0525" w:rsidRDefault="008D5D87" w:rsidP="00A21934">
      <w:pPr>
        <w:jc w:val="center"/>
        <w:rPr>
          <w:b/>
          <w:i/>
          <w:sz w:val="32"/>
          <w:szCs w:val="32"/>
          <w:lang w:val="uk-UA"/>
        </w:rPr>
      </w:pPr>
    </w:p>
    <w:p w:rsidR="008D5D87" w:rsidRDefault="008D5D87" w:rsidP="00C8495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D87" w:rsidRDefault="008D5D87" w:rsidP="003966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33A3B">
        <w:rPr>
          <w:rFonts w:ascii="Times New Roman" w:hAnsi="Times New Roman"/>
          <w:b/>
          <w:sz w:val="28"/>
          <w:szCs w:val="28"/>
          <w:lang w:val="uk-UA"/>
        </w:rPr>
        <w:t xml:space="preserve">Заява про надання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відпустки без збереження заробітної плати </w:t>
      </w:r>
      <w:r w:rsidRPr="0039667B">
        <w:rPr>
          <w:rFonts w:ascii="Times New Roman" w:hAnsi="Times New Roman"/>
          <w:b/>
          <w:sz w:val="28"/>
          <w:szCs w:val="28"/>
        </w:rPr>
        <w:t>для догляду за дитиною</w:t>
      </w:r>
      <w:r w:rsidRPr="0039667B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(соціальна) 3</w:t>
      </w:r>
    </w:p>
    <w:p w:rsidR="008D5D87" w:rsidRPr="0039667B" w:rsidRDefault="008D5D87" w:rsidP="0039667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8D5D87" w:rsidRDefault="008D5D87" w:rsidP="0039667B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>Начальнику відділу освіти</w:t>
      </w:r>
    </w:p>
    <w:p w:rsidR="008D5D87" w:rsidRDefault="008D5D87" w:rsidP="0039667B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Чугуївської міської ради </w:t>
      </w:r>
    </w:p>
    <w:p w:rsidR="008D5D87" w:rsidRDefault="008D5D87" w:rsidP="0039667B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Проценко </w:t>
      </w:r>
      <w:r>
        <w:rPr>
          <w:rFonts w:ascii="Times New Roman" w:hAnsi="Times New Roman"/>
          <w:i/>
          <w:sz w:val="28"/>
          <w:szCs w:val="28"/>
          <w:lang w:val="uk-UA"/>
        </w:rPr>
        <w:t>М.В</w:t>
      </w:r>
    </w:p>
    <w:p w:rsidR="008D5D87" w:rsidRPr="000F6D3C" w:rsidRDefault="008D5D87" w:rsidP="0039667B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>вчителя початкових класів</w:t>
      </w:r>
    </w:p>
    <w:p w:rsidR="008D5D87" w:rsidRPr="008B031E" w:rsidRDefault="008D5D87" w:rsidP="0039667B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Чугуївської гімназії № 5 </w:t>
      </w:r>
    </w:p>
    <w:p w:rsidR="008D5D87" w:rsidRDefault="008D5D87" w:rsidP="0039667B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Чугуївської міської ради </w:t>
      </w:r>
    </w:p>
    <w:p w:rsidR="008D5D87" w:rsidRDefault="008D5D87" w:rsidP="0039667B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Харківської області</w:t>
      </w: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8D5D87" w:rsidRDefault="008D5D87" w:rsidP="0039667B">
      <w:pPr>
        <w:spacing w:after="0" w:line="240" w:lineRule="auto"/>
        <w:ind w:left="3285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</w:t>
      </w: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Іванової Тетяни Іванівни  </w:t>
      </w:r>
    </w:p>
    <w:p w:rsidR="008D5D87" w:rsidRDefault="008D5D87" w:rsidP="0039667B">
      <w:pPr>
        <w:spacing w:line="240" w:lineRule="auto"/>
        <w:ind w:firstLine="708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Заява</w:t>
      </w:r>
    </w:p>
    <w:p w:rsidR="008D5D87" w:rsidRPr="0039667B" w:rsidRDefault="008D5D87" w:rsidP="0039667B">
      <w:pPr>
        <w:spacing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Прошу надати мені  відпустку </w:t>
      </w:r>
      <w:r w:rsidRPr="0039667B">
        <w:rPr>
          <w:rFonts w:ascii="Times New Roman" w:hAnsi="Times New Roman"/>
          <w:i/>
          <w:sz w:val="28"/>
          <w:szCs w:val="28"/>
          <w:lang w:val="uk-UA"/>
        </w:rPr>
        <w:t>без збереження заробітної плати для догляду за дитиною до досягнення нею чотирьохрічного віку у зв’язку з необхідністю домашнього режиму та індивідуального догляду за дитиною з 10 лютого 2015 року по 10 лютого  2016 року.</w:t>
      </w:r>
    </w:p>
    <w:p w:rsidR="008D5D87" w:rsidRPr="0039667B" w:rsidRDefault="008D5D87" w:rsidP="0039667B">
      <w:pPr>
        <w:spacing w:line="240" w:lineRule="auto"/>
        <w:jc w:val="both"/>
        <w:rPr>
          <w:rFonts w:ascii="Times New Roman" w:hAnsi="Times New Roman"/>
          <w:i/>
          <w:sz w:val="28"/>
          <w:lang w:val="uk-UA"/>
        </w:rPr>
      </w:pPr>
      <w:r>
        <w:rPr>
          <w:rFonts w:ascii="Times New Roman" w:hAnsi="Times New Roman"/>
          <w:bCs/>
          <w:i/>
          <w:sz w:val="28"/>
          <w:lang w:val="uk-UA"/>
        </w:rPr>
        <w:t xml:space="preserve">До заяви </w:t>
      </w:r>
      <w:r>
        <w:rPr>
          <w:rFonts w:ascii="Times New Roman" w:hAnsi="Times New Roman"/>
          <w:i/>
          <w:sz w:val="28"/>
          <w:lang w:val="uk-UA"/>
        </w:rPr>
        <w:t>додаю</w:t>
      </w:r>
      <w:r w:rsidRPr="0039667B">
        <w:rPr>
          <w:rFonts w:ascii="Times New Roman" w:hAnsi="Times New Roman"/>
          <w:i/>
          <w:sz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lang w:val="uk-UA"/>
        </w:rPr>
        <w:t>копію</w:t>
      </w:r>
      <w:r w:rsidRPr="0039667B">
        <w:rPr>
          <w:rFonts w:ascii="Times New Roman" w:hAnsi="Times New Roman"/>
          <w:i/>
          <w:sz w:val="28"/>
          <w:szCs w:val="28"/>
          <w:lang w:val="uk-UA"/>
        </w:rPr>
        <w:t xml:space="preserve"> медичн</w:t>
      </w:r>
      <w:r>
        <w:rPr>
          <w:rFonts w:ascii="Times New Roman" w:hAnsi="Times New Roman"/>
          <w:i/>
          <w:sz w:val="28"/>
          <w:szCs w:val="28"/>
          <w:lang w:val="uk-UA"/>
        </w:rPr>
        <w:t>ого</w:t>
      </w:r>
      <w:r w:rsidRPr="0039667B">
        <w:rPr>
          <w:rFonts w:ascii="Times New Roman" w:hAnsi="Times New Roman"/>
          <w:i/>
          <w:sz w:val="28"/>
          <w:szCs w:val="28"/>
          <w:lang w:val="uk-UA"/>
        </w:rPr>
        <w:t xml:space="preserve"> заключення засідання лікарняно-консультаційної комісії Чугуївської ЦРБ  (від 07.02.2015 № 174.</w:t>
      </w:r>
    </w:p>
    <w:p w:rsidR="008D5D87" w:rsidRDefault="008D5D87" w:rsidP="0039667B">
      <w:pPr>
        <w:spacing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18.01.2015                                                                   Іванова</w:t>
      </w:r>
    </w:p>
    <w:p w:rsidR="008D5D87" w:rsidRDefault="008D5D87" w:rsidP="0039667B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D5D87" w:rsidRPr="00180E7B" w:rsidRDefault="008D5D87" w:rsidP="0039667B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Подання</w:t>
      </w:r>
      <w:r w:rsidRPr="00814D4B">
        <w:rPr>
          <w:rFonts w:ascii="Times New Roman" w:hAnsi="Times New Roman"/>
          <w:b/>
          <w:sz w:val="28"/>
          <w:szCs w:val="28"/>
        </w:rPr>
        <w:t xml:space="preserve"> про </w:t>
      </w:r>
      <w:r w:rsidRPr="00B33A3B">
        <w:rPr>
          <w:rFonts w:ascii="Times New Roman" w:hAnsi="Times New Roman"/>
          <w:b/>
          <w:sz w:val="28"/>
          <w:szCs w:val="28"/>
          <w:lang w:val="uk-UA"/>
        </w:rPr>
        <w:t xml:space="preserve">надання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відпустки без збереження заробітної плати </w:t>
      </w:r>
      <w:r w:rsidRPr="0039667B">
        <w:rPr>
          <w:rFonts w:ascii="Times New Roman" w:hAnsi="Times New Roman"/>
          <w:b/>
          <w:sz w:val="28"/>
          <w:szCs w:val="28"/>
        </w:rPr>
        <w:t>для догляду за дитиною</w:t>
      </w:r>
      <w:r w:rsidRPr="0039667B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(соціальна) 3</w:t>
      </w:r>
    </w:p>
    <w:p w:rsidR="008D5D87" w:rsidRPr="00CA5AB5" w:rsidRDefault="008D5D87" w:rsidP="0039667B">
      <w:pPr>
        <w:spacing w:after="0" w:line="240" w:lineRule="auto"/>
        <w:ind w:firstLine="5760"/>
        <w:jc w:val="both"/>
        <w:rPr>
          <w:rFonts w:ascii="Times New Roman" w:hAnsi="Times New Roman"/>
          <w:sz w:val="28"/>
          <w:szCs w:val="28"/>
          <w:lang w:val="uk-UA"/>
        </w:rPr>
      </w:pPr>
      <w:r w:rsidRPr="00CA5AB5">
        <w:rPr>
          <w:rFonts w:ascii="Times New Roman" w:hAnsi="Times New Roman"/>
          <w:sz w:val="28"/>
          <w:szCs w:val="28"/>
          <w:lang w:val="uk-UA"/>
        </w:rPr>
        <w:t>Начальнику відділу освіти</w:t>
      </w:r>
    </w:p>
    <w:p w:rsidR="008D5D87" w:rsidRPr="00CA5AB5" w:rsidRDefault="008D5D87" w:rsidP="0039667B">
      <w:pPr>
        <w:spacing w:after="0" w:line="240" w:lineRule="auto"/>
        <w:ind w:firstLine="5760"/>
        <w:jc w:val="both"/>
        <w:rPr>
          <w:rFonts w:ascii="Times New Roman" w:hAnsi="Times New Roman"/>
          <w:sz w:val="28"/>
          <w:szCs w:val="28"/>
          <w:lang w:val="uk-UA"/>
        </w:rPr>
      </w:pPr>
      <w:r w:rsidRPr="00CA5AB5">
        <w:rPr>
          <w:rFonts w:ascii="Times New Roman" w:hAnsi="Times New Roman"/>
          <w:sz w:val="28"/>
          <w:szCs w:val="28"/>
          <w:lang w:val="uk-UA"/>
        </w:rPr>
        <w:t xml:space="preserve">Чугуївської міської ради </w:t>
      </w:r>
    </w:p>
    <w:p w:rsidR="008D5D87" w:rsidRPr="00031A79" w:rsidRDefault="008D5D87" w:rsidP="0039667B">
      <w:pPr>
        <w:spacing w:after="0" w:line="240" w:lineRule="auto"/>
        <w:ind w:firstLine="576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31A79">
        <w:rPr>
          <w:rFonts w:ascii="Times New Roman" w:hAnsi="Times New Roman"/>
          <w:b/>
          <w:sz w:val="28"/>
          <w:szCs w:val="28"/>
          <w:lang w:val="uk-UA"/>
        </w:rPr>
        <w:t>ПРОЦЕНКО М.В</w:t>
      </w:r>
    </w:p>
    <w:p w:rsidR="008D5D87" w:rsidRPr="00180E7B" w:rsidRDefault="008D5D87" w:rsidP="003966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D5D87" w:rsidRPr="00031A79" w:rsidRDefault="008D5D87" w:rsidP="0039667B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>Подання</w:t>
      </w:r>
    </w:p>
    <w:p w:rsidR="008D5D87" w:rsidRPr="00226AAD" w:rsidRDefault="008D5D87" w:rsidP="00226AAD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Адміністрація </w:t>
      </w:r>
      <w:r>
        <w:rPr>
          <w:rFonts w:ascii="Times New Roman" w:hAnsi="Times New Roman"/>
          <w:sz w:val="28"/>
          <w:szCs w:val="28"/>
          <w:lang w:val="uk-UA"/>
        </w:rPr>
        <w:t>Чугуївської гімназії № 5 Чугуївської міської ради Харківської області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просить </w:t>
      </w:r>
      <w:r>
        <w:rPr>
          <w:rFonts w:ascii="Times New Roman" w:hAnsi="Times New Roman"/>
          <w:sz w:val="28"/>
          <w:szCs w:val="28"/>
          <w:lang w:val="uk-UA"/>
        </w:rPr>
        <w:t xml:space="preserve">надати </w:t>
      </w:r>
      <w:r w:rsidRPr="00031A79">
        <w:rPr>
          <w:rFonts w:ascii="Times New Roman" w:hAnsi="Times New Roman"/>
          <w:sz w:val="28"/>
          <w:szCs w:val="28"/>
          <w:lang w:val="uk-UA"/>
        </w:rPr>
        <w:t>Іванов</w:t>
      </w:r>
      <w:r>
        <w:rPr>
          <w:rFonts w:ascii="Times New Roman" w:hAnsi="Times New Roman"/>
          <w:sz w:val="28"/>
          <w:szCs w:val="28"/>
          <w:lang w:val="uk-UA"/>
        </w:rPr>
        <w:t>ій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Тетян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Іванівн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31A79">
        <w:rPr>
          <w:rFonts w:ascii="Times New Roman" w:hAnsi="Times New Roman"/>
          <w:sz w:val="28"/>
          <w:szCs w:val="28"/>
          <w:lang w:val="uk-UA"/>
        </w:rPr>
        <w:t>, вчител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початкових класів </w:t>
      </w:r>
      <w:r w:rsidRPr="00226AAD">
        <w:rPr>
          <w:rFonts w:ascii="Times New Roman" w:hAnsi="Times New Roman"/>
          <w:sz w:val="28"/>
          <w:szCs w:val="28"/>
          <w:lang w:val="uk-UA"/>
        </w:rPr>
        <w:t xml:space="preserve">відпустку без збереження заробітної плати для догляду за дитиною до досягнення нею чотирьохрічного віку у зв’язку з необхідністю домашнього режиму та індивідуального догляду за дитиною з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226AAD">
        <w:rPr>
          <w:rFonts w:ascii="Times New Roman" w:hAnsi="Times New Roman"/>
          <w:sz w:val="28"/>
          <w:szCs w:val="28"/>
          <w:lang w:val="uk-UA"/>
        </w:rPr>
        <w:t>0 лютого 2015 року по</w:t>
      </w:r>
      <w:r>
        <w:rPr>
          <w:rFonts w:ascii="Times New Roman" w:hAnsi="Times New Roman"/>
          <w:sz w:val="28"/>
          <w:szCs w:val="28"/>
          <w:lang w:val="uk-UA"/>
        </w:rPr>
        <w:t xml:space="preserve"> 20</w:t>
      </w:r>
      <w:r w:rsidRPr="00226AAD">
        <w:rPr>
          <w:rFonts w:ascii="Times New Roman" w:hAnsi="Times New Roman"/>
          <w:sz w:val="28"/>
          <w:szCs w:val="28"/>
          <w:lang w:val="uk-UA"/>
        </w:rPr>
        <w:t xml:space="preserve"> лютого  2016 року.</w:t>
      </w:r>
    </w:p>
    <w:p w:rsidR="008D5D87" w:rsidRPr="00031A79" w:rsidRDefault="008D5D87" w:rsidP="00226AAD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 xml:space="preserve">Додаток: </w:t>
      </w:r>
      <w:r>
        <w:rPr>
          <w:rFonts w:ascii="Times New Roman" w:hAnsi="Times New Roman"/>
          <w:sz w:val="28"/>
          <w:szCs w:val="28"/>
          <w:lang w:val="uk-UA"/>
        </w:rPr>
        <w:t>заява Іванової Т.І. від 18.05.2015.</w:t>
      </w:r>
    </w:p>
    <w:p w:rsidR="008D5D87" w:rsidRDefault="008D5D87" w:rsidP="0039667B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D5D87" w:rsidRPr="00BC0E18" w:rsidRDefault="008D5D87" w:rsidP="0039667B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44E2B">
        <w:rPr>
          <w:rFonts w:ascii="Times New Roman" w:hAnsi="Times New Roman"/>
          <w:b/>
          <w:sz w:val="28"/>
          <w:szCs w:val="28"/>
          <w:lang w:val="uk-UA"/>
        </w:rPr>
        <w:t>Директор</w:t>
      </w:r>
      <w:r w:rsidRPr="00E44E2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Pr="00E44E2B">
        <w:rPr>
          <w:rFonts w:ascii="Times New Roman" w:hAnsi="Times New Roman"/>
          <w:b/>
          <w:sz w:val="28"/>
          <w:szCs w:val="28"/>
          <w:lang w:val="uk-UA"/>
        </w:rPr>
        <w:t>ПІБ</w:t>
      </w:r>
    </w:p>
    <w:p w:rsidR="008D5D87" w:rsidRDefault="008D5D87" w:rsidP="00C8495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D87" w:rsidRPr="00946A31" w:rsidRDefault="008D5D87" w:rsidP="00946A31">
      <w:pPr>
        <w:pStyle w:val="ShapkaDocumentu"/>
        <w:spacing w:after="0"/>
        <w:ind w:left="6804" w:hanging="6804"/>
        <w:rPr>
          <w:rFonts w:ascii="Times New Roman" w:hAnsi="Times New Roman" w:cs="Times New Roman"/>
          <w:sz w:val="28"/>
          <w:szCs w:val="28"/>
        </w:rPr>
      </w:pPr>
      <w:r w:rsidRPr="00946A31">
        <w:rPr>
          <w:rFonts w:ascii="Times New Roman" w:hAnsi="Times New Roman" w:cs="Times New Roman"/>
          <w:sz w:val="28"/>
          <w:szCs w:val="28"/>
        </w:rPr>
        <w:object w:dxaOrig="1036" w:dyaOrig="1396">
          <v:shape id="_x0000_i1030" type="#_x0000_t75" style="width:43.5pt;height:55.5pt" o:ole="" filled="t">
            <v:fill color2="black"/>
            <v:imagedata r:id="rId6" o:title=""/>
          </v:shape>
          <o:OLEObject Type="Embed" ProgID="Word.Picture.8" ShapeID="_x0000_i1030" DrawAspect="Content" ObjectID="_1516103683" r:id="rId12"/>
        </w:object>
      </w:r>
    </w:p>
    <w:p w:rsidR="008D5D87" w:rsidRPr="00946A31" w:rsidRDefault="008D5D87" w:rsidP="00946A31">
      <w:pPr>
        <w:pStyle w:val="Heading2"/>
        <w:spacing w:before="0"/>
        <w:jc w:val="center"/>
        <w:rPr>
          <w:rFonts w:ascii="Times New Roman" w:hAnsi="Times New Roman"/>
          <w:i/>
          <w:color w:val="auto"/>
          <w:sz w:val="32"/>
          <w:szCs w:val="32"/>
        </w:rPr>
      </w:pPr>
      <w:r w:rsidRPr="00946A31">
        <w:rPr>
          <w:rFonts w:ascii="Times New Roman" w:hAnsi="Times New Roman"/>
          <w:color w:val="auto"/>
          <w:sz w:val="32"/>
          <w:szCs w:val="32"/>
        </w:rPr>
        <w:t>ЧУГУЇВСЬКА МІСЬКА РАДА ХАРКІВСЬКОЇ  ОБЛАСТІ</w:t>
      </w:r>
    </w:p>
    <w:p w:rsidR="008D5D87" w:rsidRPr="00993C04" w:rsidRDefault="008D5D87" w:rsidP="00946A31">
      <w:pPr>
        <w:jc w:val="center"/>
        <w:rPr>
          <w:rFonts w:ascii="Times New Roman" w:hAnsi="Times New Roman"/>
          <w:b/>
          <w:i/>
          <w:sz w:val="32"/>
          <w:szCs w:val="32"/>
          <w:lang w:val="uk-UA"/>
        </w:rPr>
      </w:pPr>
      <w:r w:rsidRPr="00946A31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993C04">
        <w:rPr>
          <w:rFonts w:ascii="Times New Roman" w:hAnsi="Times New Roman"/>
          <w:b/>
          <w:sz w:val="32"/>
          <w:szCs w:val="32"/>
          <w:lang w:val="uk-UA"/>
        </w:rPr>
        <w:t>ВІДДІЛ ОСВІТИ</w:t>
      </w:r>
    </w:p>
    <w:p w:rsidR="008D5D87" w:rsidRPr="00946A31" w:rsidRDefault="008D5D87" w:rsidP="00946A31">
      <w:pPr>
        <w:jc w:val="center"/>
        <w:rPr>
          <w:rFonts w:ascii="Times New Roman" w:hAnsi="Times New Roman"/>
          <w:b/>
          <w:sz w:val="32"/>
          <w:szCs w:val="32"/>
        </w:rPr>
      </w:pPr>
      <w:r w:rsidRPr="00946A31">
        <w:rPr>
          <w:rFonts w:ascii="Times New Roman" w:hAnsi="Times New Roman"/>
          <w:b/>
          <w:sz w:val="32"/>
          <w:szCs w:val="32"/>
        </w:rPr>
        <w:t>НАКАЗ</w:t>
      </w:r>
    </w:p>
    <w:tbl>
      <w:tblPr>
        <w:tblW w:w="9828" w:type="dxa"/>
        <w:tblLook w:val="01E0"/>
      </w:tblPr>
      <w:tblGrid>
        <w:gridCol w:w="3199"/>
        <w:gridCol w:w="2795"/>
        <w:gridCol w:w="3834"/>
      </w:tblGrid>
      <w:tr w:rsidR="008D5D87" w:rsidRPr="00946A31" w:rsidTr="00BD5267">
        <w:tc>
          <w:tcPr>
            <w:tcW w:w="3199" w:type="dxa"/>
          </w:tcPr>
          <w:p w:rsidR="008D5D87" w:rsidRPr="00946A31" w:rsidRDefault="008D5D87" w:rsidP="00BD526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46A31">
              <w:rPr>
                <w:rFonts w:ascii="Times New Roman" w:hAnsi="Times New Roman"/>
                <w:sz w:val="28"/>
                <w:szCs w:val="28"/>
              </w:rPr>
              <w:t xml:space="preserve"> № 15-о</w:t>
            </w:r>
          </w:p>
        </w:tc>
        <w:tc>
          <w:tcPr>
            <w:tcW w:w="2795" w:type="dxa"/>
          </w:tcPr>
          <w:p w:rsidR="008D5D87" w:rsidRPr="00946A31" w:rsidRDefault="008D5D87" w:rsidP="00BD5267">
            <w:pPr>
              <w:spacing w:line="360" w:lineRule="auto"/>
              <w:ind w:right="-207" w:hanging="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6A31">
              <w:rPr>
                <w:rFonts w:ascii="Times New Roman" w:hAnsi="Times New Roman"/>
                <w:sz w:val="28"/>
                <w:szCs w:val="28"/>
              </w:rPr>
              <w:t xml:space="preserve">              Чугуїв</w:t>
            </w:r>
          </w:p>
        </w:tc>
        <w:tc>
          <w:tcPr>
            <w:tcW w:w="3834" w:type="dxa"/>
          </w:tcPr>
          <w:p w:rsidR="008D5D87" w:rsidRPr="00946A31" w:rsidRDefault="008D5D87" w:rsidP="00BD5267">
            <w:pPr>
              <w:spacing w:line="360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6A31">
              <w:rPr>
                <w:rFonts w:ascii="Times New Roman" w:hAnsi="Times New Roman"/>
                <w:sz w:val="28"/>
                <w:szCs w:val="28"/>
              </w:rPr>
              <w:t xml:space="preserve">                   від 20.01.2014</w:t>
            </w:r>
          </w:p>
        </w:tc>
      </w:tr>
    </w:tbl>
    <w:p w:rsidR="008D5D87" w:rsidRPr="00946A31" w:rsidRDefault="008D5D87" w:rsidP="00946A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6A31">
        <w:rPr>
          <w:rFonts w:ascii="Times New Roman" w:hAnsi="Times New Roman"/>
          <w:sz w:val="28"/>
          <w:szCs w:val="28"/>
        </w:rPr>
        <w:t>Про надання відпустки</w:t>
      </w:r>
    </w:p>
    <w:p w:rsidR="008D5D87" w:rsidRPr="00946A31" w:rsidRDefault="008D5D87" w:rsidP="00946A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6A31">
        <w:rPr>
          <w:rFonts w:ascii="Times New Roman" w:hAnsi="Times New Roman"/>
          <w:sz w:val="28"/>
          <w:szCs w:val="28"/>
        </w:rPr>
        <w:t xml:space="preserve">без збереження заробітної плати </w:t>
      </w:r>
    </w:p>
    <w:p w:rsidR="008D5D87" w:rsidRPr="00946A31" w:rsidRDefault="008D5D87" w:rsidP="00946A3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46A31">
        <w:rPr>
          <w:rFonts w:ascii="Times New Roman" w:hAnsi="Times New Roman"/>
          <w:sz w:val="28"/>
          <w:szCs w:val="28"/>
        </w:rPr>
        <w:t>для догляду за дитиною</w:t>
      </w:r>
    </w:p>
    <w:p w:rsidR="008D5D87" w:rsidRPr="00902595" w:rsidRDefault="008D5D87" w:rsidP="00736E7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Івановій Т.І.</w:t>
      </w:r>
    </w:p>
    <w:p w:rsidR="008D5D87" w:rsidRPr="00946A31" w:rsidRDefault="008D5D87" w:rsidP="00946A3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D5D87" w:rsidRPr="00946A31" w:rsidRDefault="008D5D87" w:rsidP="00946A3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46A31">
        <w:rPr>
          <w:rFonts w:ascii="Times New Roman" w:hAnsi="Times New Roman"/>
          <w:sz w:val="28"/>
          <w:szCs w:val="28"/>
        </w:rPr>
        <w:t>НАДАТИ:</w:t>
      </w:r>
    </w:p>
    <w:p w:rsidR="008D5D87" w:rsidRPr="00736E70" w:rsidRDefault="008D5D87" w:rsidP="00736E70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36E70">
        <w:rPr>
          <w:rFonts w:ascii="Times New Roman" w:hAnsi="Times New Roman"/>
          <w:sz w:val="28"/>
          <w:szCs w:val="28"/>
        </w:rPr>
        <w:t xml:space="preserve">ІВАНОВІЙ Тетяні Іванівні, вчителю </w:t>
      </w:r>
      <w:r w:rsidRPr="00736E70">
        <w:rPr>
          <w:rFonts w:ascii="Times New Roman" w:hAnsi="Times New Roman"/>
          <w:sz w:val="28"/>
          <w:szCs w:val="28"/>
          <w:lang w:val="uk-UA"/>
        </w:rPr>
        <w:t>початкових класів Чугуївської гімназії № 5 Чугуївської міської ради Харківської області</w:t>
      </w:r>
      <w:r w:rsidRPr="00946A31">
        <w:rPr>
          <w:rFonts w:ascii="Times New Roman" w:hAnsi="Times New Roman"/>
          <w:sz w:val="28"/>
          <w:szCs w:val="28"/>
        </w:rPr>
        <w:t xml:space="preserve">, відпустку без збереження заробітної плати для догляду за дитиною до досягнення нею чотирьохрічного віку у зв’язку з необхідністю домашнього режиму та індивідуального догляду за дитиною з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946A31">
        <w:rPr>
          <w:rFonts w:ascii="Times New Roman" w:hAnsi="Times New Roman"/>
          <w:sz w:val="28"/>
          <w:szCs w:val="28"/>
        </w:rPr>
        <w:t>0 лютого 201</w:t>
      </w:r>
      <w:r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</w:rPr>
        <w:t xml:space="preserve"> року по </w:t>
      </w:r>
      <w:r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</w:rPr>
        <w:t>0 лют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946A31">
        <w:rPr>
          <w:rFonts w:ascii="Times New Roman" w:hAnsi="Times New Roman"/>
          <w:sz w:val="28"/>
          <w:szCs w:val="28"/>
        </w:rPr>
        <w:t xml:space="preserve">  201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946A31">
        <w:rPr>
          <w:rFonts w:ascii="Times New Roman" w:hAnsi="Times New Roman"/>
          <w:sz w:val="28"/>
          <w:szCs w:val="28"/>
        </w:rPr>
        <w:t xml:space="preserve"> року.</w:t>
      </w:r>
    </w:p>
    <w:p w:rsidR="008D5D87" w:rsidRPr="00736E70" w:rsidRDefault="008D5D87" w:rsidP="00736E70">
      <w:pPr>
        <w:spacing w:line="240" w:lineRule="auto"/>
        <w:jc w:val="both"/>
        <w:rPr>
          <w:rFonts w:ascii="Times New Roman" w:hAnsi="Times New Roman"/>
          <w:sz w:val="28"/>
          <w:lang w:val="uk-UA"/>
        </w:rPr>
      </w:pPr>
      <w:r w:rsidRPr="00255A98">
        <w:rPr>
          <w:rFonts w:ascii="Times New Roman" w:hAnsi="Times New Roman"/>
          <w:bCs/>
          <w:sz w:val="28"/>
          <w:lang w:val="uk-UA"/>
        </w:rPr>
        <w:t>Підстава:</w:t>
      </w:r>
      <w:r w:rsidRPr="00BA0525">
        <w:rPr>
          <w:rFonts w:ascii="Times New Roman" w:hAnsi="Times New Roman"/>
          <w:b/>
          <w:sz w:val="28"/>
          <w:lang w:val="uk-UA"/>
        </w:rPr>
        <w:t xml:space="preserve"> </w:t>
      </w:r>
      <w:r w:rsidRPr="00BA0525">
        <w:rPr>
          <w:rFonts w:ascii="Times New Roman" w:hAnsi="Times New Roman"/>
          <w:sz w:val="28"/>
          <w:lang w:val="uk-UA"/>
        </w:rPr>
        <w:t xml:space="preserve">заява </w:t>
      </w:r>
      <w:r>
        <w:rPr>
          <w:rFonts w:ascii="Times New Roman" w:hAnsi="Times New Roman"/>
          <w:sz w:val="28"/>
          <w:lang w:val="uk-UA"/>
        </w:rPr>
        <w:t>Іванової Т.І</w:t>
      </w:r>
      <w:r w:rsidRPr="00BA0525">
        <w:rPr>
          <w:rFonts w:ascii="Times New Roman" w:hAnsi="Times New Roman"/>
          <w:sz w:val="28"/>
          <w:lang w:val="uk-UA"/>
        </w:rPr>
        <w:t xml:space="preserve">. від </w:t>
      </w:r>
      <w:r>
        <w:rPr>
          <w:rFonts w:ascii="Times New Roman" w:hAnsi="Times New Roman"/>
          <w:sz w:val="28"/>
          <w:lang w:val="uk-UA"/>
        </w:rPr>
        <w:t>18.01</w:t>
      </w:r>
      <w:r w:rsidRPr="00BA0525">
        <w:rPr>
          <w:rFonts w:ascii="Times New Roman" w:hAnsi="Times New Roman"/>
          <w:sz w:val="28"/>
          <w:lang w:val="uk-UA"/>
        </w:rPr>
        <w:t>.201</w:t>
      </w:r>
      <w:r>
        <w:rPr>
          <w:rFonts w:ascii="Times New Roman" w:hAnsi="Times New Roman"/>
          <w:sz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, подання директора Чугуївської гімназії № 5 Чугуївської міської ради харківської області від 18.01.2015 № 36, </w:t>
      </w:r>
      <w:r w:rsidRPr="00736E70">
        <w:rPr>
          <w:rFonts w:ascii="Times New Roman" w:hAnsi="Times New Roman"/>
          <w:sz w:val="28"/>
          <w:szCs w:val="28"/>
          <w:lang w:val="uk-UA"/>
        </w:rPr>
        <w:t xml:space="preserve">медичне заключення засідання лікарняно-консультаційної комісії Чугуївської ЦРБ  </w:t>
      </w:r>
      <w:r>
        <w:rPr>
          <w:rFonts w:ascii="Times New Roman" w:hAnsi="Times New Roman"/>
          <w:sz w:val="28"/>
          <w:szCs w:val="28"/>
          <w:lang w:val="uk-UA"/>
        </w:rPr>
        <w:t>(від 17.01.2015</w:t>
      </w:r>
      <w:r w:rsidRPr="00736E70">
        <w:rPr>
          <w:rFonts w:ascii="Times New Roman" w:hAnsi="Times New Roman"/>
          <w:sz w:val="28"/>
          <w:szCs w:val="28"/>
          <w:lang w:val="uk-UA"/>
        </w:rPr>
        <w:t xml:space="preserve"> № 174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D5D87" w:rsidRPr="00736E70" w:rsidRDefault="008D5D87" w:rsidP="00946A31">
      <w:pPr>
        <w:rPr>
          <w:rFonts w:ascii="Times New Roman" w:hAnsi="Times New Roman"/>
          <w:sz w:val="6"/>
          <w:szCs w:val="6"/>
          <w:lang w:val="uk-UA"/>
        </w:rPr>
      </w:pPr>
      <w:r w:rsidRPr="00736E70">
        <w:rPr>
          <w:rFonts w:ascii="Times New Roman" w:hAnsi="Times New Roman"/>
          <w:sz w:val="23"/>
          <w:szCs w:val="23"/>
          <w:lang w:val="uk-UA"/>
        </w:rPr>
        <w:t xml:space="preserve">    </w:t>
      </w:r>
    </w:p>
    <w:p w:rsidR="008D5D87" w:rsidRPr="00946A31" w:rsidRDefault="008D5D87" w:rsidP="00946A31">
      <w:pPr>
        <w:rPr>
          <w:rFonts w:ascii="Times New Roman" w:hAnsi="Times New Roman"/>
          <w:b/>
          <w:sz w:val="28"/>
          <w:szCs w:val="28"/>
        </w:rPr>
      </w:pPr>
      <w:r w:rsidRPr="00946A31">
        <w:rPr>
          <w:rFonts w:ascii="Times New Roman" w:hAnsi="Times New Roman"/>
          <w:b/>
          <w:sz w:val="28"/>
          <w:szCs w:val="28"/>
        </w:rPr>
        <w:t xml:space="preserve">Начальник відділу освіти                                                          М.В. ПРОЦЕНКО </w:t>
      </w:r>
    </w:p>
    <w:p w:rsidR="008D5D87" w:rsidRPr="00CC7C4E" w:rsidRDefault="008D5D87" w:rsidP="00736E70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3D16CD">
        <w:rPr>
          <w:rFonts w:ascii="Times New Roman" w:hAnsi="Times New Roman"/>
          <w:sz w:val="28"/>
          <w:szCs w:val="28"/>
        </w:rPr>
        <w:t>З н</w:t>
      </w:r>
      <w:r>
        <w:rPr>
          <w:rFonts w:ascii="Times New Roman" w:hAnsi="Times New Roman"/>
          <w:sz w:val="28"/>
          <w:szCs w:val="28"/>
        </w:rPr>
        <w:t>аказом ознайомлена  _______</w:t>
      </w:r>
      <w:r w:rsidRPr="003D16CD">
        <w:rPr>
          <w:rFonts w:ascii="Times New Roman" w:hAnsi="Times New Roman"/>
          <w:sz w:val="28"/>
          <w:szCs w:val="28"/>
        </w:rPr>
        <w:t>___        «_______»</w:t>
      </w:r>
      <w:r>
        <w:rPr>
          <w:rFonts w:ascii="Times New Roman" w:hAnsi="Times New Roman"/>
          <w:sz w:val="28"/>
          <w:szCs w:val="28"/>
        </w:rPr>
        <w:t>________</w:t>
      </w:r>
      <w:r w:rsidRPr="003D16CD">
        <w:rPr>
          <w:rFonts w:ascii="Times New Roman" w:hAnsi="Times New Roman"/>
          <w:sz w:val="28"/>
          <w:szCs w:val="28"/>
        </w:rPr>
        <w:t>____2015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8D5D87" w:rsidRDefault="008D5D87" w:rsidP="00946A31">
      <w:pPr>
        <w:rPr>
          <w:sz w:val="28"/>
          <w:szCs w:val="28"/>
        </w:rPr>
      </w:pPr>
    </w:p>
    <w:p w:rsidR="008D5D87" w:rsidRPr="00946A31" w:rsidRDefault="008D5D87" w:rsidP="00C8495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8D5D87" w:rsidRDefault="008D5D87" w:rsidP="00C8495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D87" w:rsidRDefault="008D5D87" w:rsidP="00C8495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D87" w:rsidRDefault="008D5D87" w:rsidP="00C8495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D87" w:rsidRDefault="008D5D87" w:rsidP="00C8495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D87" w:rsidRDefault="008D5D87" w:rsidP="004C524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B33A3B">
        <w:rPr>
          <w:rFonts w:ascii="Times New Roman" w:hAnsi="Times New Roman"/>
          <w:b/>
          <w:sz w:val="28"/>
          <w:szCs w:val="28"/>
          <w:lang w:val="uk-UA"/>
        </w:rPr>
        <w:t xml:space="preserve">Заява про надання </w:t>
      </w:r>
      <w:r>
        <w:rPr>
          <w:rFonts w:ascii="Times New Roman" w:hAnsi="Times New Roman"/>
          <w:b/>
          <w:sz w:val="28"/>
          <w:szCs w:val="28"/>
          <w:lang w:val="uk-UA"/>
        </w:rPr>
        <w:t>відпустки</w:t>
      </w:r>
      <w:r w:rsidRPr="004C5249">
        <w:rPr>
          <w:rFonts w:ascii="Times New Roman" w:hAnsi="Times New Roman"/>
          <w:b/>
          <w:sz w:val="28"/>
          <w:szCs w:val="28"/>
          <w:lang w:val="uk-UA"/>
        </w:rPr>
        <w:t xml:space="preserve"> у зв’язку з вагітністю та пологами</w:t>
      </w:r>
    </w:p>
    <w:p w:rsidR="008D5D87" w:rsidRPr="0039667B" w:rsidRDefault="008D5D87" w:rsidP="004C524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8D5D87" w:rsidRDefault="008D5D87" w:rsidP="004C5249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>Начальнику відділу освіти</w:t>
      </w:r>
    </w:p>
    <w:p w:rsidR="008D5D87" w:rsidRDefault="008D5D87" w:rsidP="004C5249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Чугуївської міської ради </w:t>
      </w:r>
    </w:p>
    <w:p w:rsidR="008D5D87" w:rsidRDefault="008D5D87" w:rsidP="004C5249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Проценко </w:t>
      </w:r>
      <w:r>
        <w:rPr>
          <w:rFonts w:ascii="Times New Roman" w:hAnsi="Times New Roman"/>
          <w:i/>
          <w:sz w:val="28"/>
          <w:szCs w:val="28"/>
          <w:lang w:val="uk-UA"/>
        </w:rPr>
        <w:t>М.В</w:t>
      </w:r>
    </w:p>
    <w:p w:rsidR="008D5D87" w:rsidRPr="000F6D3C" w:rsidRDefault="008D5D87" w:rsidP="004C5249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>вчителя початкових класів</w:t>
      </w:r>
    </w:p>
    <w:p w:rsidR="008D5D87" w:rsidRPr="008B031E" w:rsidRDefault="008D5D87" w:rsidP="004C5249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Чугуївської гімназії № 5 </w:t>
      </w:r>
    </w:p>
    <w:p w:rsidR="008D5D87" w:rsidRDefault="008D5D87" w:rsidP="004C5249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Чугуївської міської ради </w:t>
      </w:r>
    </w:p>
    <w:p w:rsidR="008D5D87" w:rsidRDefault="008D5D87" w:rsidP="004C5249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Харківської області</w:t>
      </w: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8D5D87" w:rsidRDefault="008D5D87" w:rsidP="004C5249">
      <w:pPr>
        <w:spacing w:after="0" w:line="240" w:lineRule="auto"/>
        <w:ind w:left="3285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</w:t>
      </w: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Іванової Тетяни Іванівни  </w:t>
      </w:r>
    </w:p>
    <w:p w:rsidR="008D5D87" w:rsidRDefault="008D5D87" w:rsidP="004C5249">
      <w:pPr>
        <w:spacing w:line="240" w:lineRule="auto"/>
        <w:ind w:firstLine="708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Заява</w:t>
      </w:r>
    </w:p>
    <w:p w:rsidR="008D5D87" w:rsidRPr="004C5249" w:rsidRDefault="008D5D87" w:rsidP="004C5249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Прошу надати мені  відпустку у зв’язку з вагітністю </w:t>
      </w:r>
      <w:r w:rsidRPr="004C5249">
        <w:rPr>
          <w:rFonts w:ascii="Times New Roman" w:hAnsi="Times New Roman"/>
          <w:i/>
          <w:sz w:val="28"/>
          <w:szCs w:val="28"/>
          <w:lang w:val="uk-UA"/>
        </w:rPr>
        <w:t>та з 19 жовтня 2015 по 21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4C5249">
        <w:rPr>
          <w:rFonts w:ascii="Times New Roman" w:hAnsi="Times New Roman"/>
          <w:i/>
          <w:sz w:val="28"/>
          <w:szCs w:val="28"/>
          <w:lang w:val="uk-UA"/>
        </w:rPr>
        <w:t>лютого 2016 року включно, на 126 календарних днів.</w:t>
      </w:r>
    </w:p>
    <w:p w:rsidR="008D5D87" w:rsidRDefault="008D5D87" w:rsidP="004C5249">
      <w:pPr>
        <w:spacing w:line="240" w:lineRule="auto"/>
        <w:ind w:firstLine="567"/>
        <w:jc w:val="both"/>
        <w:rPr>
          <w:rFonts w:ascii="Times New Roman" w:hAnsi="Times New Roman"/>
          <w:bCs/>
          <w:i/>
          <w:sz w:val="28"/>
          <w:lang w:val="uk-UA"/>
        </w:rPr>
      </w:pPr>
    </w:p>
    <w:p w:rsidR="008D5D87" w:rsidRDefault="008D5D87" w:rsidP="004C5249">
      <w:pPr>
        <w:spacing w:line="240" w:lineRule="auto"/>
        <w:ind w:firstLine="567"/>
        <w:jc w:val="both"/>
        <w:rPr>
          <w:rFonts w:ascii="Times New Roman" w:hAnsi="Times New Roman"/>
          <w:i/>
          <w:sz w:val="28"/>
          <w:lang w:val="uk-UA"/>
        </w:rPr>
      </w:pPr>
      <w:r>
        <w:rPr>
          <w:rFonts w:ascii="Times New Roman" w:hAnsi="Times New Roman"/>
          <w:bCs/>
          <w:i/>
          <w:sz w:val="28"/>
          <w:lang w:val="uk-UA"/>
        </w:rPr>
        <w:t xml:space="preserve">До заяви </w:t>
      </w:r>
      <w:r>
        <w:rPr>
          <w:rFonts w:ascii="Times New Roman" w:hAnsi="Times New Roman"/>
          <w:i/>
          <w:sz w:val="28"/>
          <w:lang w:val="uk-UA"/>
        </w:rPr>
        <w:t>додаю</w:t>
      </w:r>
      <w:r w:rsidRPr="0039667B">
        <w:rPr>
          <w:rFonts w:ascii="Times New Roman" w:hAnsi="Times New Roman"/>
          <w:i/>
          <w:sz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lang w:val="uk-UA"/>
        </w:rPr>
        <w:t>копію</w:t>
      </w:r>
      <w:r w:rsidRPr="0039667B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4C5249">
        <w:rPr>
          <w:rFonts w:ascii="Times New Roman" w:hAnsi="Times New Roman"/>
          <w:i/>
          <w:sz w:val="28"/>
          <w:lang w:val="uk-UA"/>
        </w:rPr>
        <w:t>листка  непрацездатності серія АГР № 372612</w:t>
      </w:r>
      <w:r>
        <w:rPr>
          <w:rFonts w:ascii="Times New Roman" w:hAnsi="Times New Roman"/>
          <w:i/>
          <w:sz w:val="28"/>
          <w:lang w:val="uk-UA"/>
        </w:rPr>
        <w:t>.</w:t>
      </w:r>
    </w:p>
    <w:p w:rsidR="008D5D87" w:rsidRDefault="008D5D87" w:rsidP="004C5249">
      <w:pPr>
        <w:spacing w:line="240" w:lineRule="auto"/>
        <w:ind w:firstLine="567"/>
        <w:jc w:val="both"/>
        <w:rPr>
          <w:rFonts w:ascii="Times New Roman" w:hAnsi="Times New Roman"/>
          <w:i/>
          <w:sz w:val="28"/>
          <w:lang w:val="uk-UA"/>
        </w:rPr>
      </w:pPr>
      <w:r w:rsidRPr="004C5249">
        <w:rPr>
          <w:rFonts w:ascii="Times New Roman" w:hAnsi="Times New Roman"/>
          <w:i/>
          <w:sz w:val="28"/>
          <w:lang w:val="uk-UA"/>
        </w:rPr>
        <w:t xml:space="preserve"> </w:t>
      </w:r>
    </w:p>
    <w:p w:rsidR="008D5D87" w:rsidRDefault="008D5D87" w:rsidP="004C5249">
      <w:pPr>
        <w:spacing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4C5249">
        <w:rPr>
          <w:rFonts w:ascii="Times New Roman" w:hAnsi="Times New Roman"/>
          <w:i/>
          <w:sz w:val="28"/>
          <w:szCs w:val="28"/>
          <w:lang w:val="uk-UA"/>
        </w:rPr>
        <w:t xml:space="preserve">18.01.2015                                                                   </w:t>
      </w:r>
      <w:r>
        <w:rPr>
          <w:rFonts w:ascii="Times New Roman" w:hAnsi="Times New Roman"/>
          <w:i/>
          <w:sz w:val="28"/>
          <w:szCs w:val="28"/>
          <w:lang w:val="uk-UA"/>
        </w:rPr>
        <w:t>Іванова</w:t>
      </w:r>
    </w:p>
    <w:p w:rsidR="008D5D87" w:rsidRDefault="008D5D87" w:rsidP="004C524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D5D87" w:rsidRDefault="008D5D87" w:rsidP="004C5249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Подання</w:t>
      </w:r>
      <w:r w:rsidRPr="00814D4B">
        <w:rPr>
          <w:rFonts w:ascii="Times New Roman" w:hAnsi="Times New Roman"/>
          <w:b/>
          <w:sz w:val="28"/>
          <w:szCs w:val="28"/>
        </w:rPr>
        <w:t xml:space="preserve"> </w:t>
      </w:r>
      <w:r w:rsidRPr="00B33A3B">
        <w:rPr>
          <w:rFonts w:ascii="Times New Roman" w:hAnsi="Times New Roman"/>
          <w:b/>
          <w:sz w:val="28"/>
          <w:szCs w:val="28"/>
          <w:lang w:val="uk-UA"/>
        </w:rPr>
        <w:t xml:space="preserve">про надання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відпустки </w:t>
      </w:r>
      <w:r w:rsidRPr="004C5249">
        <w:rPr>
          <w:rFonts w:ascii="Times New Roman" w:hAnsi="Times New Roman"/>
          <w:b/>
          <w:sz w:val="28"/>
          <w:szCs w:val="28"/>
          <w:lang w:val="uk-UA"/>
        </w:rPr>
        <w:t>у зв’язку з вагітністю та пологами</w:t>
      </w:r>
      <w:r w:rsidRPr="00CA5AB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D5D87" w:rsidRPr="00CA5AB5" w:rsidRDefault="008D5D87" w:rsidP="004C5249">
      <w:pPr>
        <w:spacing w:after="0" w:line="240" w:lineRule="auto"/>
        <w:ind w:firstLine="5812"/>
        <w:jc w:val="both"/>
        <w:rPr>
          <w:rFonts w:ascii="Times New Roman" w:hAnsi="Times New Roman"/>
          <w:sz w:val="28"/>
          <w:szCs w:val="28"/>
          <w:lang w:val="uk-UA"/>
        </w:rPr>
      </w:pPr>
      <w:r w:rsidRPr="00CA5AB5">
        <w:rPr>
          <w:rFonts w:ascii="Times New Roman" w:hAnsi="Times New Roman"/>
          <w:sz w:val="28"/>
          <w:szCs w:val="28"/>
          <w:lang w:val="uk-UA"/>
        </w:rPr>
        <w:t>Начальнику відділу освіти</w:t>
      </w:r>
    </w:p>
    <w:p w:rsidR="008D5D87" w:rsidRPr="00CA5AB5" w:rsidRDefault="008D5D87" w:rsidP="004C5249">
      <w:pPr>
        <w:spacing w:after="0" w:line="240" w:lineRule="auto"/>
        <w:ind w:firstLine="5760"/>
        <w:jc w:val="both"/>
        <w:rPr>
          <w:rFonts w:ascii="Times New Roman" w:hAnsi="Times New Roman"/>
          <w:sz w:val="28"/>
          <w:szCs w:val="28"/>
          <w:lang w:val="uk-UA"/>
        </w:rPr>
      </w:pPr>
      <w:r w:rsidRPr="00CA5AB5">
        <w:rPr>
          <w:rFonts w:ascii="Times New Roman" w:hAnsi="Times New Roman"/>
          <w:sz w:val="28"/>
          <w:szCs w:val="28"/>
          <w:lang w:val="uk-UA"/>
        </w:rPr>
        <w:t xml:space="preserve">Чугуївської міської ради </w:t>
      </w:r>
    </w:p>
    <w:p w:rsidR="008D5D87" w:rsidRPr="00031A79" w:rsidRDefault="008D5D87" w:rsidP="004C5249">
      <w:pPr>
        <w:spacing w:after="0" w:line="240" w:lineRule="auto"/>
        <w:ind w:firstLine="576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31A79">
        <w:rPr>
          <w:rFonts w:ascii="Times New Roman" w:hAnsi="Times New Roman"/>
          <w:b/>
          <w:sz w:val="28"/>
          <w:szCs w:val="28"/>
          <w:lang w:val="uk-UA"/>
        </w:rPr>
        <w:t>ПРОЦЕНКО М.В</w:t>
      </w:r>
    </w:p>
    <w:p w:rsidR="008D5D87" w:rsidRPr="00180E7B" w:rsidRDefault="008D5D87" w:rsidP="004C524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D5D87" w:rsidRPr="00031A79" w:rsidRDefault="008D5D87" w:rsidP="004C5249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>Подання</w:t>
      </w:r>
    </w:p>
    <w:p w:rsidR="008D5D87" w:rsidRPr="00F41085" w:rsidRDefault="008D5D87" w:rsidP="00145C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Адміністрація </w:t>
      </w:r>
      <w:r>
        <w:rPr>
          <w:rFonts w:ascii="Times New Roman" w:hAnsi="Times New Roman"/>
          <w:sz w:val="28"/>
          <w:szCs w:val="28"/>
          <w:lang w:val="uk-UA"/>
        </w:rPr>
        <w:t>Чугуївської гімназії № 5 Чугуївської міської ради Харківської області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просить </w:t>
      </w:r>
      <w:r>
        <w:rPr>
          <w:rFonts w:ascii="Times New Roman" w:hAnsi="Times New Roman"/>
          <w:sz w:val="28"/>
          <w:szCs w:val="28"/>
          <w:lang w:val="uk-UA"/>
        </w:rPr>
        <w:t xml:space="preserve">надати </w:t>
      </w:r>
      <w:r w:rsidRPr="00031A79">
        <w:rPr>
          <w:rFonts w:ascii="Times New Roman" w:hAnsi="Times New Roman"/>
          <w:sz w:val="28"/>
          <w:szCs w:val="28"/>
          <w:lang w:val="uk-UA"/>
        </w:rPr>
        <w:t>Іванов</w:t>
      </w:r>
      <w:r>
        <w:rPr>
          <w:rFonts w:ascii="Times New Roman" w:hAnsi="Times New Roman"/>
          <w:sz w:val="28"/>
          <w:szCs w:val="28"/>
          <w:lang w:val="uk-UA"/>
        </w:rPr>
        <w:t>ій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Тетян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Іванівн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31A79">
        <w:rPr>
          <w:rFonts w:ascii="Times New Roman" w:hAnsi="Times New Roman"/>
          <w:sz w:val="28"/>
          <w:szCs w:val="28"/>
          <w:lang w:val="uk-UA"/>
        </w:rPr>
        <w:t>, вчител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початкових класів </w:t>
      </w:r>
      <w:r w:rsidRPr="00226AAD">
        <w:rPr>
          <w:rFonts w:ascii="Times New Roman" w:hAnsi="Times New Roman"/>
          <w:sz w:val="28"/>
          <w:szCs w:val="28"/>
          <w:lang w:val="uk-UA"/>
        </w:rPr>
        <w:t xml:space="preserve">відпустку </w:t>
      </w:r>
      <w:r w:rsidRPr="00F41085">
        <w:rPr>
          <w:rFonts w:ascii="Times New Roman" w:hAnsi="Times New Roman"/>
          <w:sz w:val="28"/>
          <w:szCs w:val="28"/>
          <w:lang w:val="uk-UA"/>
        </w:rPr>
        <w:t>у зв’язку з вагітністю та пологами з 19 жовтня 2015 по 21лютого 2016 року включно, на 126 календарних днів.</w:t>
      </w:r>
    </w:p>
    <w:p w:rsidR="008D5D87" w:rsidRPr="00226AAD" w:rsidRDefault="008D5D87" w:rsidP="004C524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D87" w:rsidRPr="00031A79" w:rsidRDefault="008D5D87" w:rsidP="004C5249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 xml:space="preserve">Додаток: </w:t>
      </w:r>
      <w:r>
        <w:rPr>
          <w:rFonts w:ascii="Times New Roman" w:hAnsi="Times New Roman"/>
          <w:sz w:val="28"/>
          <w:szCs w:val="28"/>
          <w:lang w:val="uk-UA"/>
        </w:rPr>
        <w:t xml:space="preserve">заява Іванової Т.І. від </w:t>
      </w:r>
      <w:r w:rsidRPr="00F41085">
        <w:rPr>
          <w:rFonts w:ascii="Times New Roman" w:hAnsi="Times New Roman"/>
          <w:sz w:val="28"/>
          <w:lang w:val="uk-UA"/>
        </w:rPr>
        <w:t>19.10.2015</w:t>
      </w:r>
      <w:r>
        <w:rPr>
          <w:rFonts w:ascii="Times New Roman" w:hAnsi="Times New Roman"/>
          <w:sz w:val="28"/>
          <w:lang w:val="uk-UA"/>
        </w:rPr>
        <w:t>.</w:t>
      </w:r>
    </w:p>
    <w:p w:rsidR="008D5D87" w:rsidRDefault="008D5D87" w:rsidP="004C5249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D5D87" w:rsidRPr="004C5249" w:rsidRDefault="008D5D87" w:rsidP="004C5249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44E2B">
        <w:rPr>
          <w:rFonts w:ascii="Times New Roman" w:hAnsi="Times New Roman"/>
          <w:b/>
          <w:sz w:val="28"/>
          <w:szCs w:val="28"/>
          <w:lang w:val="uk-UA"/>
        </w:rPr>
        <w:t>Директор</w:t>
      </w:r>
      <w:r w:rsidRPr="00E44E2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Pr="00E44E2B">
        <w:rPr>
          <w:rFonts w:ascii="Times New Roman" w:hAnsi="Times New Roman"/>
          <w:b/>
          <w:sz w:val="28"/>
          <w:szCs w:val="28"/>
          <w:lang w:val="uk-UA"/>
        </w:rPr>
        <w:t>ПІБ</w:t>
      </w:r>
    </w:p>
    <w:p w:rsidR="008D5D87" w:rsidRDefault="008D5D87" w:rsidP="00F41085">
      <w:pPr>
        <w:pStyle w:val="ShapkaDocumentu"/>
        <w:spacing w:after="0"/>
        <w:ind w:left="6804" w:hanging="6804"/>
        <w:rPr>
          <w:rFonts w:ascii="Times New Roman" w:hAnsi="Times New Roman" w:cs="Times New Roman"/>
          <w:color w:val="000000"/>
          <w:sz w:val="28"/>
          <w:szCs w:val="28"/>
        </w:rPr>
      </w:pPr>
    </w:p>
    <w:bookmarkStart w:id="0" w:name="_MON_1502465908"/>
    <w:bookmarkEnd w:id="0"/>
    <w:p w:rsidR="008D5D87" w:rsidRPr="00F41085" w:rsidRDefault="008D5D87" w:rsidP="00F41085">
      <w:pPr>
        <w:pStyle w:val="ShapkaDocumentu"/>
        <w:spacing w:after="0"/>
        <w:ind w:left="6804" w:hanging="6804"/>
        <w:rPr>
          <w:rFonts w:ascii="Times New Roman" w:hAnsi="Times New Roman" w:cs="Times New Roman"/>
          <w:color w:val="000000"/>
          <w:sz w:val="28"/>
          <w:szCs w:val="28"/>
        </w:rPr>
      </w:pPr>
      <w:r w:rsidRPr="00F41085">
        <w:rPr>
          <w:rFonts w:ascii="Times New Roman" w:hAnsi="Times New Roman" w:cs="Times New Roman"/>
          <w:color w:val="000000"/>
          <w:sz w:val="28"/>
          <w:szCs w:val="28"/>
        </w:rPr>
        <w:object w:dxaOrig="1036" w:dyaOrig="1396">
          <v:shape id="_x0000_i1031" type="#_x0000_t75" style="width:42pt;height:55.5pt" o:ole="" o:preferrelative="f" filled="t">
            <v:fill color2="black"/>
            <v:imagedata r:id="rId6" o:title=""/>
          </v:shape>
          <o:OLEObject Type="Embed" ProgID="Word.Picture.8" ShapeID="_x0000_i1031" DrawAspect="Content" ObjectID="_1516103684" r:id="rId13"/>
        </w:object>
      </w:r>
    </w:p>
    <w:p w:rsidR="008D5D87" w:rsidRPr="00F41085" w:rsidRDefault="008D5D87" w:rsidP="00F41085">
      <w:pPr>
        <w:pStyle w:val="Heading2"/>
        <w:spacing w:before="0"/>
        <w:jc w:val="center"/>
        <w:rPr>
          <w:rFonts w:ascii="Times New Roman" w:hAnsi="Times New Roman"/>
          <w:i/>
          <w:color w:val="000000"/>
          <w:sz w:val="32"/>
          <w:szCs w:val="32"/>
        </w:rPr>
      </w:pPr>
      <w:r w:rsidRPr="00F41085">
        <w:rPr>
          <w:rFonts w:ascii="Times New Roman" w:hAnsi="Times New Roman"/>
          <w:color w:val="000000"/>
          <w:sz w:val="32"/>
          <w:szCs w:val="32"/>
        </w:rPr>
        <w:t>ЧУГУЇВСЬКА МІСЬКА РАДА ХАРКІВСЬКОЇ  ОБЛАСТІ</w:t>
      </w:r>
    </w:p>
    <w:p w:rsidR="008D5D87" w:rsidRPr="00F41085" w:rsidRDefault="008D5D87" w:rsidP="00F41085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32"/>
          <w:szCs w:val="32"/>
          <w:lang w:val="uk-UA"/>
        </w:rPr>
      </w:pPr>
      <w:r w:rsidRPr="00F41085">
        <w:rPr>
          <w:rFonts w:ascii="Times New Roman" w:hAnsi="Times New Roman"/>
          <w:b/>
          <w:color w:val="000000"/>
          <w:sz w:val="32"/>
          <w:szCs w:val="32"/>
          <w:lang w:val="uk-UA"/>
        </w:rPr>
        <w:t xml:space="preserve"> ВІДДІЛ ОСВІТИ</w:t>
      </w:r>
    </w:p>
    <w:p w:rsidR="008D5D87" w:rsidRDefault="008D5D87" w:rsidP="00F41085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</w:p>
    <w:p w:rsidR="008D5D87" w:rsidRPr="00F41085" w:rsidRDefault="008D5D87" w:rsidP="00F41085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>НАКА</w:t>
      </w:r>
      <w:r>
        <w:rPr>
          <w:rFonts w:ascii="Times New Roman" w:hAnsi="Times New Roman"/>
          <w:b/>
          <w:color w:val="000000"/>
          <w:sz w:val="32"/>
          <w:szCs w:val="32"/>
          <w:lang w:val="uk-UA"/>
        </w:rPr>
        <w:t>З</w:t>
      </w:r>
    </w:p>
    <w:tbl>
      <w:tblPr>
        <w:tblW w:w="9828" w:type="dxa"/>
        <w:tblLook w:val="01E0"/>
      </w:tblPr>
      <w:tblGrid>
        <w:gridCol w:w="3199"/>
        <w:gridCol w:w="2795"/>
        <w:gridCol w:w="3834"/>
      </w:tblGrid>
      <w:tr w:rsidR="008D5D87" w:rsidRPr="00F41085" w:rsidTr="00BD5267">
        <w:tc>
          <w:tcPr>
            <w:tcW w:w="3199" w:type="dxa"/>
          </w:tcPr>
          <w:p w:rsidR="008D5D87" w:rsidRPr="00F41085" w:rsidRDefault="008D5D87" w:rsidP="00F410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1085">
              <w:rPr>
                <w:rFonts w:ascii="Times New Roman" w:hAnsi="Times New Roman"/>
                <w:sz w:val="28"/>
                <w:szCs w:val="28"/>
              </w:rPr>
              <w:t>19.10.2015</w:t>
            </w:r>
          </w:p>
        </w:tc>
        <w:tc>
          <w:tcPr>
            <w:tcW w:w="2795" w:type="dxa"/>
          </w:tcPr>
          <w:p w:rsidR="008D5D87" w:rsidRPr="00F41085" w:rsidRDefault="008D5D87" w:rsidP="00F41085">
            <w:pPr>
              <w:spacing w:after="0" w:line="240" w:lineRule="auto"/>
              <w:ind w:right="-207" w:hanging="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085">
              <w:rPr>
                <w:rFonts w:ascii="Times New Roman" w:hAnsi="Times New Roman"/>
                <w:sz w:val="28"/>
                <w:szCs w:val="28"/>
              </w:rPr>
              <w:t xml:space="preserve">              Чугуїв</w:t>
            </w:r>
          </w:p>
        </w:tc>
        <w:tc>
          <w:tcPr>
            <w:tcW w:w="3834" w:type="dxa"/>
          </w:tcPr>
          <w:p w:rsidR="008D5D87" w:rsidRPr="00F41085" w:rsidRDefault="008D5D87" w:rsidP="00F41085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085">
              <w:rPr>
                <w:rFonts w:ascii="Times New Roman" w:hAnsi="Times New Roman"/>
                <w:sz w:val="28"/>
                <w:szCs w:val="28"/>
              </w:rPr>
              <w:t xml:space="preserve">                          № 383-о</w:t>
            </w:r>
          </w:p>
        </w:tc>
      </w:tr>
    </w:tbl>
    <w:p w:rsidR="008D5D87" w:rsidRPr="00F41085" w:rsidRDefault="008D5D87" w:rsidP="00F41085">
      <w:pPr>
        <w:pStyle w:val="Heading1"/>
        <w:spacing w:before="0"/>
        <w:rPr>
          <w:rFonts w:ascii="Times New Roman" w:hAnsi="Times New Roman"/>
          <w:color w:val="auto"/>
          <w:lang w:val="ru-RU"/>
        </w:rPr>
      </w:pPr>
    </w:p>
    <w:p w:rsidR="008D5D87" w:rsidRPr="00F41085" w:rsidRDefault="008D5D87" w:rsidP="00F41085">
      <w:pPr>
        <w:pStyle w:val="Heading1"/>
        <w:spacing w:before="0"/>
        <w:rPr>
          <w:rFonts w:ascii="Times New Roman" w:hAnsi="Times New Roman"/>
          <w:b w:val="0"/>
          <w:color w:val="auto"/>
        </w:rPr>
      </w:pPr>
      <w:r w:rsidRPr="00F41085">
        <w:rPr>
          <w:rFonts w:ascii="Times New Roman" w:hAnsi="Times New Roman"/>
          <w:b w:val="0"/>
          <w:color w:val="auto"/>
        </w:rPr>
        <w:t>Про надання відпустки у</w:t>
      </w:r>
    </w:p>
    <w:p w:rsidR="008D5D87" w:rsidRPr="00F41085" w:rsidRDefault="008D5D87" w:rsidP="00F41085">
      <w:pPr>
        <w:pStyle w:val="Heading1"/>
        <w:spacing w:before="0"/>
        <w:rPr>
          <w:rFonts w:ascii="Times New Roman" w:hAnsi="Times New Roman"/>
          <w:b w:val="0"/>
          <w:color w:val="auto"/>
        </w:rPr>
      </w:pPr>
      <w:r w:rsidRPr="00F41085">
        <w:rPr>
          <w:rFonts w:ascii="Times New Roman" w:hAnsi="Times New Roman"/>
          <w:b w:val="0"/>
          <w:color w:val="auto"/>
        </w:rPr>
        <w:t xml:space="preserve">зв’язку з вагітністю та пологами      </w:t>
      </w:r>
    </w:p>
    <w:p w:rsidR="008D5D87" w:rsidRPr="00F41085" w:rsidRDefault="008D5D87" w:rsidP="00F41085">
      <w:pPr>
        <w:pStyle w:val="Heading1"/>
        <w:spacing w:before="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lang w:val="ru-RU"/>
        </w:rPr>
        <w:t>Івановій Т.І.</w:t>
      </w:r>
    </w:p>
    <w:p w:rsidR="008D5D87" w:rsidRPr="00F41085" w:rsidRDefault="008D5D87" w:rsidP="00F41085">
      <w:pPr>
        <w:spacing w:after="0" w:line="240" w:lineRule="auto"/>
        <w:rPr>
          <w:rFonts w:ascii="Times New Roman" w:hAnsi="Times New Roman"/>
        </w:rPr>
      </w:pPr>
    </w:p>
    <w:p w:rsidR="008D5D87" w:rsidRPr="00F41085" w:rsidRDefault="008D5D87" w:rsidP="00F41085">
      <w:pPr>
        <w:spacing w:after="0" w:line="240" w:lineRule="auto"/>
        <w:rPr>
          <w:rFonts w:ascii="Times New Roman" w:hAnsi="Times New Roman"/>
          <w:b/>
        </w:rPr>
      </w:pPr>
    </w:p>
    <w:p w:rsidR="008D5D87" w:rsidRPr="00F41085" w:rsidRDefault="008D5D87" w:rsidP="00F410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41085">
        <w:rPr>
          <w:rFonts w:ascii="Times New Roman" w:hAnsi="Times New Roman"/>
          <w:sz w:val="28"/>
          <w:szCs w:val="28"/>
        </w:rPr>
        <w:t>НАДАТИ</w:t>
      </w:r>
    </w:p>
    <w:p w:rsidR="008D5D87" w:rsidRPr="00F41085" w:rsidRDefault="008D5D87" w:rsidP="00F4108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D5D87" w:rsidRPr="00F41085" w:rsidRDefault="008D5D87" w:rsidP="00F410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41085">
        <w:rPr>
          <w:rFonts w:ascii="Times New Roman" w:hAnsi="Times New Roman"/>
          <w:sz w:val="28"/>
          <w:szCs w:val="28"/>
          <w:lang w:val="uk-UA"/>
        </w:rPr>
        <w:t xml:space="preserve">ІВАНОВІЙ Тетяні Іванівні, вчителю </w:t>
      </w:r>
      <w:r w:rsidRPr="00736E70">
        <w:rPr>
          <w:rFonts w:ascii="Times New Roman" w:hAnsi="Times New Roman"/>
          <w:sz w:val="28"/>
          <w:szCs w:val="28"/>
          <w:lang w:val="uk-UA"/>
        </w:rPr>
        <w:t>початкових класів Чугуївської гімназії № 5 Чугуївської міської ради Харківської області</w:t>
      </w:r>
      <w:r w:rsidRPr="00F41085">
        <w:rPr>
          <w:rFonts w:ascii="Times New Roman" w:hAnsi="Times New Roman"/>
          <w:sz w:val="28"/>
          <w:szCs w:val="28"/>
          <w:lang w:val="uk-UA"/>
        </w:rPr>
        <w:t xml:space="preserve"> відпустку у зв’язку з вагітністю та пологами з 19 жовтня 2015 по 21лютого 2016 року включно, на 126 календарних днів.</w:t>
      </w:r>
    </w:p>
    <w:p w:rsidR="008D5D87" w:rsidRPr="00F41085" w:rsidRDefault="008D5D87" w:rsidP="00F41085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8D5D87" w:rsidRPr="00F41085" w:rsidRDefault="008D5D87" w:rsidP="00F410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1085">
        <w:rPr>
          <w:rFonts w:ascii="Times New Roman" w:hAnsi="Times New Roman"/>
          <w:b/>
          <w:iCs/>
          <w:sz w:val="28"/>
          <w:lang w:val="uk-UA"/>
        </w:rPr>
        <w:t>Підстава:</w:t>
      </w:r>
      <w:r w:rsidRPr="00F41085">
        <w:rPr>
          <w:rFonts w:ascii="Times New Roman" w:hAnsi="Times New Roman"/>
          <w:b/>
          <w:i/>
          <w:iCs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заява Іванової Т.І.</w:t>
      </w:r>
      <w:r w:rsidRPr="00F41085">
        <w:rPr>
          <w:rFonts w:ascii="Times New Roman" w:hAnsi="Times New Roman"/>
          <w:sz w:val="28"/>
          <w:lang w:val="uk-UA"/>
        </w:rPr>
        <w:t xml:space="preserve"> від 19.10.2015, </w:t>
      </w:r>
      <w:r>
        <w:rPr>
          <w:rFonts w:ascii="Times New Roman" w:hAnsi="Times New Roman"/>
          <w:sz w:val="28"/>
          <w:lang w:val="uk-UA"/>
        </w:rPr>
        <w:t xml:space="preserve">подання директора Чугуївської гімназії № 5 Чугуївської міської ради Харківської області від 19.10.2015 № 354, </w:t>
      </w:r>
      <w:r w:rsidRPr="00F41085">
        <w:rPr>
          <w:rFonts w:ascii="Times New Roman" w:hAnsi="Times New Roman"/>
          <w:sz w:val="28"/>
          <w:lang w:val="uk-UA"/>
        </w:rPr>
        <w:t xml:space="preserve">листок  непрацездатності серія АГР № </w:t>
      </w:r>
      <w:r>
        <w:rPr>
          <w:rFonts w:ascii="Times New Roman" w:hAnsi="Times New Roman"/>
          <w:sz w:val="28"/>
          <w:lang w:val="uk-UA"/>
        </w:rPr>
        <w:t>3</w:t>
      </w:r>
      <w:r w:rsidRPr="00F41085">
        <w:rPr>
          <w:rFonts w:ascii="Times New Roman" w:hAnsi="Times New Roman"/>
          <w:sz w:val="28"/>
          <w:lang w:val="uk-UA"/>
        </w:rPr>
        <w:t>7</w:t>
      </w:r>
      <w:r>
        <w:rPr>
          <w:rFonts w:ascii="Times New Roman" w:hAnsi="Times New Roman"/>
          <w:sz w:val="28"/>
          <w:lang w:val="uk-UA"/>
        </w:rPr>
        <w:t>26</w:t>
      </w:r>
      <w:r w:rsidRPr="00F41085">
        <w:rPr>
          <w:rFonts w:ascii="Times New Roman" w:hAnsi="Times New Roman"/>
          <w:sz w:val="28"/>
          <w:lang w:val="uk-UA"/>
        </w:rPr>
        <w:t>1</w:t>
      </w:r>
      <w:r>
        <w:rPr>
          <w:rFonts w:ascii="Times New Roman" w:hAnsi="Times New Roman"/>
          <w:sz w:val="28"/>
          <w:lang w:val="uk-UA"/>
        </w:rPr>
        <w:t>2</w:t>
      </w:r>
      <w:r w:rsidRPr="00F41085">
        <w:rPr>
          <w:rFonts w:ascii="Times New Roman" w:hAnsi="Times New Roman"/>
          <w:sz w:val="28"/>
          <w:lang w:val="uk-UA"/>
        </w:rPr>
        <w:t xml:space="preserve"> від 19.10.2015, ст. 17. </w:t>
      </w:r>
      <w:r w:rsidRPr="00F41085">
        <w:rPr>
          <w:rFonts w:ascii="Times New Roman" w:hAnsi="Times New Roman"/>
          <w:sz w:val="28"/>
        </w:rPr>
        <w:t>Закону України «Про відпустки».</w:t>
      </w:r>
    </w:p>
    <w:p w:rsidR="008D5D87" w:rsidRPr="00F41085" w:rsidRDefault="008D5D87" w:rsidP="00F410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D5D87" w:rsidRPr="00F41085" w:rsidRDefault="008D5D87" w:rsidP="00F4108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D5D87" w:rsidRPr="00F41085" w:rsidRDefault="008D5D87" w:rsidP="00F410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41085">
        <w:rPr>
          <w:rFonts w:ascii="Times New Roman" w:hAnsi="Times New Roman"/>
          <w:b/>
          <w:sz w:val="28"/>
          <w:szCs w:val="28"/>
        </w:rPr>
        <w:t xml:space="preserve">Начальник відділу освіти                                                          М.В. ПРОЦЕНКО </w:t>
      </w:r>
    </w:p>
    <w:p w:rsidR="008D5D87" w:rsidRPr="00F41085" w:rsidRDefault="008D5D87" w:rsidP="00F410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5D87" w:rsidRPr="00F41085" w:rsidRDefault="008D5D87" w:rsidP="00F410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5D87" w:rsidRPr="00F41085" w:rsidRDefault="008D5D87" w:rsidP="00F410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5D87" w:rsidRPr="00F41085" w:rsidRDefault="008D5D87" w:rsidP="00F410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5D87" w:rsidRPr="00F41085" w:rsidRDefault="008D5D87" w:rsidP="00F410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41085">
        <w:rPr>
          <w:rFonts w:ascii="Times New Roman" w:hAnsi="Times New Roman"/>
          <w:sz w:val="28"/>
          <w:szCs w:val="28"/>
        </w:rPr>
        <w:t>З наказом ознайомлена  ____________        «_______»_____________2015 року</w:t>
      </w:r>
    </w:p>
    <w:p w:rsidR="008D5D87" w:rsidRDefault="008D5D87" w:rsidP="00F41085"/>
    <w:p w:rsidR="008D5D87" w:rsidRDefault="008D5D87" w:rsidP="00F41085"/>
    <w:p w:rsidR="008D5D87" w:rsidRPr="00F41085" w:rsidRDefault="008D5D87" w:rsidP="00C8495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8D5D87" w:rsidRDefault="008D5D87" w:rsidP="00C8495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D87" w:rsidRDefault="008D5D87" w:rsidP="00C8495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D87" w:rsidRPr="00B33A3B" w:rsidRDefault="008D5D87" w:rsidP="000504F6">
      <w:pPr>
        <w:spacing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33A3B">
        <w:rPr>
          <w:rFonts w:ascii="Times New Roman" w:hAnsi="Times New Roman"/>
          <w:b/>
          <w:sz w:val="28"/>
          <w:szCs w:val="28"/>
          <w:lang w:val="uk-UA"/>
        </w:rPr>
        <w:t>Заява про надання відпустки без збереження заробітної плати</w:t>
      </w:r>
    </w:p>
    <w:p w:rsidR="008D5D87" w:rsidRDefault="008D5D87" w:rsidP="000504F6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0F6D3C">
        <w:rPr>
          <w:rFonts w:ascii="Times New Roman" w:hAnsi="Times New Roman"/>
          <w:i/>
          <w:sz w:val="28"/>
          <w:szCs w:val="28"/>
          <w:lang w:val="uk-UA"/>
        </w:rPr>
        <w:t>Начальнику відділу освіти</w:t>
      </w:r>
    </w:p>
    <w:p w:rsidR="008D5D87" w:rsidRDefault="008D5D87" w:rsidP="000504F6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Чугуївської міської ради </w:t>
      </w:r>
    </w:p>
    <w:p w:rsidR="008D5D87" w:rsidRDefault="008D5D87" w:rsidP="000504F6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Проценко </w:t>
      </w:r>
      <w:r>
        <w:rPr>
          <w:rFonts w:ascii="Times New Roman" w:hAnsi="Times New Roman"/>
          <w:i/>
          <w:sz w:val="28"/>
          <w:szCs w:val="28"/>
          <w:lang w:val="uk-UA"/>
        </w:rPr>
        <w:t>М.В</w:t>
      </w:r>
    </w:p>
    <w:p w:rsidR="008D5D87" w:rsidRPr="000F6D3C" w:rsidRDefault="008D5D87" w:rsidP="000504F6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>вчителя початкових класів</w:t>
      </w:r>
    </w:p>
    <w:p w:rsidR="008D5D87" w:rsidRPr="008B031E" w:rsidRDefault="008D5D87" w:rsidP="000504F6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Чугуївської гімназії № 5 </w:t>
      </w:r>
    </w:p>
    <w:p w:rsidR="008D5D87" w:rsidRDefault="008D5D87" w:rsidP="000504F6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Чугуївської міської ради </w:t>
      </w:r>
    </w:p>
    <w:p w:rsidR="008D5D87" w:rsidRDefault="008D5D87" w:rsidP="000504F6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Харківської області</w:t>
      </w: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8D5D87" w:rsidRDefault="008D5D87" w:rsidP="000504F6">
      <w:pPr>
        <w:spacing w:after="0" w:line="240" w:lineRule="auto"/>
        <w:ind w:left="3285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</w:t>
      </w: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Іванової Тетяни Іванівни  </w:t>
      </w:r>
    </w:p>
    <w:p w:rsidR="008D5D87" w:rsidRDefault="008D5D87" w:rsidP="000504F6">
      <w:pPr>
        <w:spacing w:after="0" w:line="240" w:lineRule="auto"/>
        <w:ind w:left="2124" w:firstLine="708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Default="008D5D87" w:rsidP="000504F6">
      <w:pPr>
        <w:spacing w:line="240" w:lineRule="auto"/>
        <w:ind w:firstLine="708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Заява</w:t>
      </w:r>
    </w:p>
    <w:p w:rsidR="008D5D87" w:rsidRDefault="008D5D87" w:rsidP="000504F6">
      <w:pPr>
        <w:spacing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Прошу надати мені відпустку без збереження заробітної плати з 05.08.2015 по 06.08.2015 року тривалістю 2 календарних дні, за сімейними обставинами.</w:t>
      </w:r>
    </w:p>
    <w:p w:rsidR="008D5D87" w:rsidRPr="00FA42D6" w:rsidRDefault="008D5D87" w:rsidP="000504F6">
      <w:pPr>
        <w:spacing w:line="240" w:lineRule="auto"/>
        <w:ind w:firstLine="708"/>
        <w:jc w:val="both"/>
        <w:rPr>
          <w:rFonts w:ascii="Times New Roman" w:hAnsi="Times New Roman"/>
          <w:i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i/>
          <w:color w:val="FF0000"/>
          <w:sz w:val="28"/>
          <w:szCs w:val="28"/>
          <w:lang w:val="uk-UA"/>
        </w:rPr>
        <w:t>(</w:t>
      </w:r>
      <w:r w:rsidRPr="00FA42D6">
        <w:rPr>
          <w:rFonts w:ascii="Times New Roman" w:hAnsi="Times New Roman"/>
          <w:i/>
          <w:color w:val="FF0000"/>
          <w:sz w:val="28"/>
          <w:szCs w:val="28"/>
          <w:lang w:val="uk-UA"/>
        </w:rPr>
        <w:t>Виконання обов'язків директора на час моєї відсутності прошу покласти на Завгородню Марину Андріївну, заступника директ</w:t>
      </w:r>
      <w:r>
        <w:rPr>
          <w:rFonts w:ascii="Times New Roman" w:hAnsi="Times New Roman"/>
          <w:i/>
          <w:color w:val="FF0000"/>
          <w:sz w:val="28"/>
          <w:szCs w:val="28"/>
          <w:lang w:val="uk-UA"/>
        </w:rPr>
        <w:t xml:space="preserve">ора з навчально-виховної роботи) - </w:t>
      </w:r>
      <w:r w:rsidRPr="00FA42D6">
        <w:rPr>
          <w:rFonts w:ascii="Times New Roman" w:hAnsi="Times New Roman"/>
          <w:i/>
          <w:sz w:val="28"/>
          <w:szCs w:val="28"/>
          <w:lang w:val="uk-UA"/>
        </w:rPr>
        <w:t>для керівників</w:t>
      </w:r>
    </w:p>
    <w:p w:rsidR="008D5D87" w:rsidRDefault="008D5D87" w:rsidP="000504F6">
      <w:pPr>
        <w:spacing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03.08.2015                                                                   Іванова</w:t>
      </w:r>
    </w:p>
    <w:p w:rsidR="008D5D87" w:rsidRDefault="008D5D87" w:rsidP="000504F6">
      <w:pPr>
        <w:spacing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Default="008D5D87" w:rsidP="000504F6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Подання</w:t>
      </w:r>
      <w:r w:rsidRPr="00814D4B">
        <w:rPr>
          <w:rFonts w:ascii="Times New Roman" w:hAnsi="Times New Roman"/>
          <w:b/>
          <w:sz w:val="28"/>
          <w:szCs w:val="28"/>
        </w:rPr>
        <w:t xml:space="preserve"> </w:t>
      </w:r>
      <w:r w:rsidRPr="00B33A3B">
        <w:rPr>
          <w:rFonts w:ascii="Times New Roman" w:hAnsi="Times New Roman"/>
          <w:b/>
          <w:sz w:val="28"/>
          <w:szCs w:val="28"/>
          <w:lang w:val="uk-UA"/>
        </w:rPr>
        <w:t>про надання відпустки без збереження заробітної плати</w:t>
      </w:r>
    </w:p>
    <w:p w:rsidR="008D5D87" w:rsidRPr="00CA5AB5" w:rsidRDefault="008D5D87" w:rsidP="000504F6">
      <w:pPr>
        <w:spacing w:after="0" w:line="240" w:lineRule="auto"/>
        <w:ind w:firstLine="5812"/>
        <w:jc w:val="both"/>
        <w:rPr>
          <w:rFonts w:ascii="Times New Roman" w:hAnsi="Times New Roman"/>
          <w:sz w:val="28"/>
          <w:szCs w:val="28"/>
          <w:lang w:val="uk-UA"/>
        </w:rPr>
      </w:pPr>
      <w:r w:rsidRPr="00CA5AB5">
        <w:rPr>
          <w:rFonts w:ascii="Times New Roman" w:hAnsi="Times New Roman"/>
          <w:sz w:val="28"/>
          <w:szCs w:val="28"/>
          <w:lang w:val="uk-UA"/>
        </w:rPr>
        <w:t>Начальнику відділу освіти</w:t>
      </w:r>
    </w:p>
    <w:p w:rsidR="008D5D87" w:rsidRPr="00CA5AB5" w:rsidRDefault="008D5D87" w:rsidP="000504F6">
      <w:pPr>
        <w:spacing w:after="0" w:line="240" w:lineRule="auto"/>
        <w:ind w:firstLine="5760"/>
        <w:jc w:val="both"/>
        <w:rPr>
          <w:rFonts w:ascii="Times New Roman" w:hAnsi="Times New Roman"/>
          <w:sz w:val="28"/>
          <w:szCs w:val="28"/>
          <w:lang w:val="uk-UA"/>
        </w:rPr>
      </w:pPr>
      <w:r w:rsidRPr="00CA5AB5">
        <w:rPr>
          <w:rFonts w:ascii="Times New Roman" w:hAnsi="Times New Roman"/>
          <w:sz w:val="28"/>
          <w:szCs w:val="28"/>
          <w:lang w:val="uk-UA"/>
        </w:rPr>
        <w:t xml:space="preserve">Чугуївської міської ради </w:t>
      </w:r>
    </w:p>
    <w:p w:rsidR="008D5D87" w:rsidRPr="00031A79" w:rsidRDefault="008D5D87" w:rsidP="000504F6">
      <w:pPr>
        <w:spacing w:after="0" w:line="240" w:lineRule="auto"/>
        <w:ind w:firstLine="576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31A79">
        <w:rPr>
          <w:rFonts w:ascii="Times New Roman" w:hAnsi="Times New Roman"/>
          <w:b/>
          <w:sz w:val="28"/>
          <w:szCs w:val="28"/>
          <w:lang w:val="uk-UA"/>
        </w:rPr>
        <w:t>ПРОЦЕНКО М.В</w:t>
      </w:r>
    </w:p>
    <w:p w:rsidR="008D5D87" w:rsidRPr="00180E7B" w:rsidRDefault="008D5D87" w:rsidP="000504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D5D87" w:rsidRPr="00031A79" w:rsidRDefault="008D5D87" w:rsidP="000504F6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>Подання</w:t>
      </w:r>
    </w:p>
    <w:p w:rsidR="008D5D87" w:rsidRPr="00C02193" w:rsidRDefault="008D5D87" w:rsidP="00C02193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Адміністрація </w:t>
      </w:r>
      <w:r>
        <w:rPr>
          <w:rFonts w:ascii="Times New Roman" w:hAnsi="Times New Roman"/>
          <w:sz w:val="28"/>
          <w:szCs w:val="28"/>
          <w:lang w:val="uk-UA"/>
        </w:rPr>
        <w:t>Чугуївської гімназії № 5 Чугуївської міської ради Харківської області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просить </w:t>
      </w:r>
      <w:r>
        <w:rPr>
          <w:rFonts w:ascii="Times New Roman" w:hAnsi="Times New Roman"/>
          <w:sz w:val="28"/>
          <w:szCs w:val="28"/>
          <w:lang w:val="uk-UA"/>
        </w:rPr>
        <w:t xml:space="preserve">надати </w:t>
      </w:r>
      <w:r w:rsidRPr="00031A79">
        <w:rPr>
          <w:rFonts w:ascii="Times New Roman" w:hAnsi="Times New Roman"/>
          <w:sz w:val="28"/>
          <w:szCs w:val="28"/>
          <w:lang w:val="uk-UA"/>
        </w:rPr>
        <w:t>Іванов</w:t>
      </w:r>
      <w:r>
        <w:rPr>
          <w:rFonts w:ascii="Times New Roman" w:hAnsi="Times New Roman"/>
          <w:sz w:val="28"/>
          <w:szCs w:val="28"/>
          <w:lang w:val="uk-UA"/>
        </w:rPr>
        <w:t>ій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Тетян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Іванівн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31A79">
        <w:rPr>
          <w:rFonts w:ascii="Times New Roman" w:hAnsi="Times New Roman"/>
          <w:sz w:val="28"/>
          <w:szCs w:val="28"/>
          <w:lang w:val="uk-UA"/>
        </w:rPr>
        <w:t>, вчител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початкових класів </w:t>
      </w:r>
      <w:r w:rsidRPr="00226AAD">
        <w:rPr>
          <w:rFonts w:ascii="Times New Roman" w:hAnsi="Times New Roman"/>
          <w:sz w:val="28"/>
          <w:szCs w:val="28"/>
          <w:lang w:val="uk-UA"/>
        </w:rPr>
        <w:t xml:space="preserve">відпустку </w:t>
      </w:r>
      <w:r w:rsidRPr="00C02193">
        <w:rPr>
          <w:rFonts w:ascii="Times New Roman" w:hAnsi="Times New Roman"/>
          <w:sz w:val="28"/>
          <w:szCs w:val="28"/>
          <w:lang w:val="uk-UA"/>
        </w:rPr>
        <w:t>без збереження заробітної плати з 05.08.2015 по 06.08.2015 року тривалістю 2 календарних дні, за сімейними обставинами.</w:t>
      </w:r>
    </w:p>
    <w:p w:rsidR="008D5D87" w:rsidRPr="00226AAD" w:rsidRDefault="008D5D87" w:rsidP="00C021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D87" w:rsidRPr="00031A79" w:rsidRDefault="008D5D87" w:rsidP="000504F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 xml:space="preserve">Додаток: </w:t>
      </w:r>
      <w:r>
        <w:rPr>
          <w:rFonts w:ascii="Times New Roman" w:hAnsi="Times New Roman"/>
          <w:sz w:val="28"/>
          <w:szCs w:val="28"/>
          <w:lang w:val="uk-UA"/>
        </w:rPr>
        <w:t xml:space="preserve">заява Іванової Т.І. від </w:t>
      </w:r>
      <w:r>
        <w:rPr>
          <w:rFonts w:ascii="Times New Roman" w:hAnsi="Times New Roman"/>
          <w:sz w:val="28"/>
          <w:lang w:val="uk-UA"/>
        </w:rPr>
        <w:t>03.08</w:t>
      </w:r>
      <w:r w:rsidRPr="00F41085">
        <w:rPr>
          <w:rFonts w:ascii="Times New Roman" w:hAnsi="Times New Roman"/>
          <w:sz w:val="28"/>
          <w:lang w:val="uk-UA"/>
        </w:rPr>
        <w:t>.2015</w:t>
      </w:r>
      <w:r>
        <w:rPr>
          <w:rFonts w:ascii="Times New Roman" w:hAnsi="Times New Roman"/>
          <w:sz w:val="28"/>
          <w:lang w:val="uk-UA"/>
        </w:rPr>
        <w:t>.</w:t>
      </w:r>
    </w:p>
    <w:p w:rsidR="008D5D87" w:rsidRDefault="008D5D87" w:rsidP="000504F6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D5D87" w:rsidRPr="004C5249" w:rsidRDefault="008D5D87" w:rsidP="000504F6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44E2B">
        <w:rPr>
          <w:rFonts w:ascii="Times New Roman" w:hAnsi="Times New Roman"/>
          <w:b/>
          <w:sz w:val="28"/>
          <w:szCs w:val="28"/>
          <w:lang w:val="uk-UA"/>
        </w:rPr>
        <w:t>Директор</w:t>
      </w:r>
      <w:r w:rsidRPr="00E44E2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Pr="00E44E2B">
        <w:rPr>
          <w:rFonts w:ascii="Times New Roman" w:hAnsi="Times New Roman"/>
          <w:b/>
          <w:sz w:val="28"/>
          <w:szCs w:val="28"/>
          <w:lang w:val="uk-UA"/>
        </w:rPr>
        <w:t>ПІБ</w:t>
      </w:r>
    </w:p>
    <w:p w:rsidR="008D5D87" w:rsidRDefault="008D5D87" w:rsidP="000504F6">
      <w:pPr>
        <w:spacing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Default="008D5D87" w:rsidP="000504F6">
      <w:pPr>
        <w:spacing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bookmarkStart w:id="1" w:name="_MON_1496248684"/>
    <w:bookmarkEnd w:id="1"/>
    <w:p w:rsidR="008D5D87" w:rsidRPr="009454CA" w:rsidRDefault="008D5D87" w:rsidP="009454CA">
      <w:pPr>
        <w:pStyle w:val="ShapkaDocumentu"/>
        <w:spacing w:after="0"/>
        <w:ind w:left="6804" w:hanging="6804"/>
        <w:rPr>
          <w:rFonts w:ascii="Times New Roman" w:hAnsi="Times New Roman" w:cs="Times New Roman"/>
          <w:color w:val="000000"/>
          <w:sz w:val="28"/>
          <w:szCs w:val="28"/>
        </w:rPr>
      </w:pPr>
      <w:r w:rsidRPr="009454CA">
        <w:rPr>
          <w:rFonts w:ascii="Times New Roman" w:hAnsi="Times New Roman" w:cs="Times New Roman"/>
          <w:color w:val="000000"/>
          <w:sz w:val="28"/>
          <w:szCs w:val="28"/>
        </w:rPr>
        <w:object w:dxaOrig="1036" w:dyaOrig="1396">
          <v:shape id="_x0000_i1032" type="#_x0000_t75" style="width:42pt;height:55.5pt" o:ole="" o:preferrelative="f" filled="t">
            <v:fill color2="black"/>
            <v:imagedata r:id="rId6" o:title=""/>
          </v:shape>
          <o:OLEObject Type="Embed" ProgID="Word.Picture.8" ShapeID="_x0000_i1032" DrawAspect="Content" ObjectID="_1516103685" r:id="rId14"/>
        </w:object>
      </w:r>
    </w:p>
    <w:p w:rsidR="008D5D87" w:rsidRPr="009454CA" w:rsidRDefault="008D5D87" w:rsidP="009454CA">
      <w:pPr>
        <w:pStyle w:val="Heading2"/>
        <w:spacing w:before="0"/>
        <w:jc w:val="center"/>
        <w:rPr>
          <w:rFonts w:ascii="Times New Roman" w:hAnsi="Times New Roman"/>
          <w:i/>
          <w:color w:val="000000"/>
          <w:sz w:val="32"/>
          <w:szCs w:val="32"/>
        </w:rPr>
      </w:pPr>
      <w:r w:rsidRPr="009454CA">
        <w:rPr>
          <w:rFonts w:ascii="Times New Roman" w:hAnsi="Times New Roman"/>
          <w:color w:val="000000"/>
          <w:sz w:val="32"/>
          <w:szCs w:val="32"/>
        </w:rPr>
        <w:t>ЧУГУЇВСЬКА МІСЬКА РАДА ХАРКІВСЬКОЇ  ОБЛАСТІ</w:t>
      </w:r>
    </w:p>
    <w:p w:rsidR="008D5D87" w:rsidRPr="009454CA" w:rsidRDefault="008D5D87" w:rsidP="009454CA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32"/>
          <w:szCs w:val="32"/>
          <w:lang w:val="uk-UA"/>
        </w:rPr>
      </w:pPr>
      <w:r w:rsidRPr="009454CA">
        <w:rPr>
          <w:rFonts w:ascii="Times New Roman" w:hAnsi="Times New Roman"/>
          <w:b/>
          <w:color w:val="000000"/>
          <w:sz w:val="32"/>
          <w:szCs w:val="32"/>
          <w:lang w:val="uk-UA"/>
        </w:rPr>
        <w:t xml:space="preserve"> ВІДДІЛ ОСВІТИ</w:t>
      </w:r>
    </w:p>
    <w:p w:rsidR="008D5D87" w:rsidRPr="009454CA" w:rsidRDefault="008D5D87" w:rsidP="009454CA">
      <w:pPr>
        <w:spacing w:after="0" w:line="240" w:lineRule="auto"/>
        <w:jc w:val="center"/>
        <w:rPr>
          <w:rFonts w:ascii="Times New Roman" w:hAnsi="Times New Roman"/>
        </w:rPr>
      </w:pPr>
      <w:r w:rsidRPr="009454CA">
        <w:rPr>
          <w:rFonts w:ascii="Times New Roman" w:hAnsi="Times New Roman"/>
          <w:b/>
          <w:sz w:val="32"/>
          <w:szCs w:val="32"/>
        </w:rPr>
        <w:t>НАКАЗ</w:t>
      </w:r>
    </w:p>
    <w:tbl>
      <w:tblPr>
        <w:tblW w:w="9828" w:type="dxa"/>
        <w:tblLook w:val="01E0"/>
      </w:tblPr>
      <w:tblGrid>
        <w:gridCol w:w="3199"/>
        <w:gridCol w:w="2795"/>
        <w:gridCol w:w="3834"/>
      </w:tblGrid>
      <w:tr w:rsidR="008D5D87" w:rsidRPr="009454CA" w:rsidTr="00BD5267">
        <w:tc>
          <w:tcPr>
            <w:tcW w:w="3199" w:type="dxa"/>
          </w:tcPr>
          <w:p w:rsidR="008D5D87" w:rsidRPr="009454CA" w:rsidRDefault="008D5D87" w:rsidP="009454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4CA"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</w:p>
        </w:tc>
        <w:tc>
          <w:tcPr>
            <w:tcW w:w="2795" w:type="dxa"/>
          </w:tcPr>
          <w:p w:rsidR="008D5D87" w:rsidRPr="009454CA" w:rsidRDefault="008D5D87" w:rsidP="009454CA">
            <w:pPr>
              <w:spacing w:after="0" w:line="240" w:lineRule="auto"/>
              <w:ind w:right="-207" w:hanging="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54CA">
              <w:rPr>
                <w:rFonts w:ascii="Times New Roman" w:hAnsi="Times New Roman"/>
                <w:sz w:val="28"/>
                <w:szCs w:val="28"/>
              </w:rPr>
              <w:t>Чугуїв</w:t>
            </w:r>
          </w:p>
        </w:tc>
        <w:tc>
          <w:tcPr>
            <w:tcW w:w="3834" w:type="dxa"/>
          </w:tcPr>
          <w:p w:rsidR="008D5D87" w:rsidRPr="009454CA" w:rsidRDefault="008D5D87" w:rsidP="009454CA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D5D87" w:rsidRPr="009454CA" w:rsidRDefault="008D5D87" w:rsidP="009454CA">
      <w:pPr>
        <w:spacing w:after="0" w:line="240" w:lineRule="auto"/>
        <w:rPr>
          <w:rFonts w:ascii="Times New Roman" w:hAnsi="Times New Roman"/>
        </w:rPr>
      </w:pPr>
    </w:p>
    <w:tbl>
      <w:tblPr>
        <w:tblW w:w="3600" w:type="dxa"/>
        <w:tblInd w:w="6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7"/>
        <w:gridCol w:w="1813"/>
      </w:tblGrid>
      <w:tr w:rsidR="008D5D87" w:rsidRPr="009454CA" w:rsidTr="00BD5267">
        <w:tc>
          <w:tcPr>
            <w:tcW w:w="1787" w:type="dxa"/>
          </w:tcPr>
          <w:p w:rsidR="008D5D87" w:rsidRPr="009454CA" w:rsidRDefault="008D5D87" w:rsidP="009454CA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9454CA">
              <w:rPr>
                <w:rFonts w:ascii="Times New Roman" w:hAnsi="Times New Roman"/>
                <w:sz w:val="28"/>
                <w:szCs w:val="28"/>
              </w:rPr>
              <w:t>Код ЄДРПОУ</w:t>
            </w:r>
          </w:p>
        </w:tc>
        <w:tc>
          <w:tcPr>
            <w:tcW w:w="1813" w:type="dxa"/>
          </w:tcPr>
          <w:p w:rsidR="008D5D87" w:rsidRPr="009454CA" w:rsidRDefault="008D5D87" w:rsidP="009454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454CA">
              <w:rPr>
                <w:rFonts w:ascii="Times New Roman" w:hAnsi="Times New Roman"/>
                <w:sz w:val="28"/>
                <w:szCs w:val="28"/>
              </w:rPr>
              <w:t>22682750</w:t>
            </w:r>
          </w:p>
        </w:tc>
      </w:tr>
      <w:tr w:rsidR="008D5D87" w:rsidRPr="009454CA" w:rsidTr="00BD5267">
        <w:tc>
          <w:tcPr>
            <w:tcW w:w="1787" w:type="dxa"/>
          </w:tcPr>
          <w:p w:rsidR="008D5D87" w:rsidRPr="009454CA" w:rsidRDefault="008D5D87" w:rsidP="009454CA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9454CA">
              <w:rPr>
                <w:rFonts w:ascii="Times New Roman" w:hAnsi="Times New Roman"/>
                <w:sz w:val="28"/>
                <w:szCs w:val="28"/>
              </w:rPr>
              <w:t>Дата складання</w:t>
            </w:r>
          </w:p>
        </w:tc>
        <w:tc>
          <w:tcPr>
            <w:tcW w:w="1813" w:type="dxa"/>
          </w:tcPr>
          <w:p w:rsidR="008D5D87" w:rsidRPr="009454CA" w:rsidRDefault="008D5D87" w:rsidP="009454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05.08.</w:t>
            </w:r>
            <w:r w:rsidRPr="009454CA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</w:tr>
    </w:tbl>
    <w:p w:rsidR="008D5D87" w:rsidRPr="009454CA" w:rsidRDefault="008D5D87" w:rsidP="009454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54CA">
        <w:rPr>
          <w:rFonts w:ascii="Times New Roman" w:hAnsi="Times New Roman"/>
          <w:b/>
          <w:sz w:val="28"/>
          <w:szCs w:val="28"/>
        </w:rPr>
        <w:t xml:space="preserve">НАКАЗ № </w:t>
      </w:r>
      <w:r w:rsidRPr="009454CA">
        <w:rPr>
          <w:rFonts w:ascii="Times New Roman" w:hAnsi="Times New Roman"/>
          <w:b/>
          <w:sz w:val="28"/>
          <w:szCs w:val="28"/>
          <w:u w:val="single"/>
        </w:rPr>
        <w:t>399-о</w:t>
      </w:r>
    </w:p>
    <w:p w:rsidR="008D5D87" w:rsidRPr="009454CA" w:rsidRDefault="008D5D87" w:rsidP="009454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54CA">
        <w:rPr>
          <w:rFonts w:ascii="Times New Roman" w:hAnsi="Times New Roman"/>
          <w:b/>
          <w:sz w:val="28"/>
          <w:szCs w:val="28"/>
        </w:rPr>
        <w:t>про надання відпустки</w:t>
      </w:r>
    </w:p>
    <w:p w:rsidR="008D5D87" w:rsidRPr="009454CA" w:rsidRDefault="008D5D87" w:rsidP="009454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3973" w:type="dxa"/>
        <w:tblInd w:w="5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0"/>
        <w:gridCol w:w="1813"/>
      </w:tblGrid>
      <w:tr w:rsidR="008D5D87" w:rsidRPr="009454CA" w:rsidTr="00BD5267">
        <w:tc>
          <w:tcPr>
            <w:tcW w:w="2160" w:type="dxa"/>
          </w:tcPr>
          <w:p w:rsidR="008D5D87" w:rsidRPr="009454CA" w:rsidRDefault="008D5D87" w:rsidP="009454CA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9454CA">
              <w:rPr>
                <w:rFonts w:ascii="Times New Roman" w:hAnsi="Times New Roman"/>
                <w:sz w:val="28"/>
                <w:szCs w:val="28"/>
              </w:rPr>
              <w:t>Табельний номер</w:t>
            </w:r>
          </w:p>
        </w:tc>
        <w:tc>
          <w:tcPr>
            <w:tcW w:w="1813" w:type="dxa"/>
          </w:tcPr>
          <w:p w:rsidR="008D5D87" w:rsidRPr="009454CA" w:rsidRDefault="008D5D87" w:rsidP="009454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5214</w:t>
            </w:r>
          </w:p>
        </w:tc>
      </w:tr>
    </w:tbl>
    <w:p w:rsidR="008D5D87" w:rsidRPr="009454CA" w:rsidRDefault="008D5D87" w:rsidP="009454C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5D87" w:rsidRPr="009454CA" w:rsidRDefault="008D5D87" w:rsidP="009454C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ІВАНОВА Тетяна Іванівна</w:t>
      </w:r>
    </w:p>
    <w:p w:rsidR="008D5D87" w:rsidRPr="009454CA" w:rsidRDefault="008D5D87" w:rsidP="009454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454CA">
        <w:rPr>
          <w:rFonts w:ascii="Times New Roman" w:hAnsi="Times New Roman"/>
          <w:sz w:val="24"/>
          <w:szCs w:val="24"/>
        </w:rPr>
        <w:t xml:space="preserve"> (прізвище, ім’я, по батькові)</w:t>
      </w:r>
    </w:p>
    <w:p w:rsidR="008D5D87" w:rsidRPr="009454CA" w:rsidRDefault="008D5D87" w:rsidP="009454CA">
      <w:pPr>
        <w:pBdr>
          <w:bottom w:val="single" w:sz="12" w:space="1" w:color="auto"/>
        </w:pBdr>
        <w:spacing w:after="0" w:line="240" w:lineRule="auto"/>
        <w:ind w:right="-55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Чугуївська гімназія № 5 Чугуївської міської ради Харківської області</w:t>
      </w:r>
    </w:p>
    <w:p w:rsidR="008D5D87" w:rsidRPr="009454CA" w:rsidRDefault="008D5D87" w:rsidP="009454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454CA">
        <w:rPr>
          <w:rFonts w:ascii="Times New Roman" w:hAnsi="Times New Roman"/>
          <w:sz w:val="24"/>
          <w:szCs w:val="24"/>
        </w:rPr>
        <w:t>назва структурного підрозділу</w:t>
      </w:r>
    </w:p>
    <w:p w:rsidR="008D5D87" w:rsidRPr="009454CA" w:rsidRDefault="008D5D87" w:rsidP="009454C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вчитель початкових класів</w:t>
      </w:r>
    </w:p>
    <w:p w:rsidR="008D5D87" w:rsidRPr="009454CA" w:rsidRDefault="008D5D87" w:rsidP="009454CA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454CA">
        <w:rPr>
          <w:rFonts w:ascii="Times New Roman" w:hAnsi="Times New Roman"/>
          <w:sz w:val="24"/>
          <w:szCs w:val="24"/>
        </w:rPr>
        <w:t>назва  професії ( посади)</w:t>
      </w:r>
    </w:p>
    <w:p w:rsidR="008D5D87" w:rsidRPr="009454CA" w:rsidRDefault="008D5D87" w:rsidP="009454CA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54CA">
        <w:rPr>
          <w:rFonts w:ascii="Times New Roman" w:hAnsi="Times New Roman"/>
          <w:sz w:val="28"/>
          <w:szCs w:val="28"/>
        </w:rPr>
        <w:t xml:space="preserve">без збереження заробітної плати </w:t>
      </w:r>
    </w:p>
    <w:p w:rsidR="008D5D87" w:rsidRPr="009454CA" w:rsidRDefault="008D5D87" w:rsidP="009454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454CA">
        <w:rPr>
          <w:rFonts w:ascii="Times New Roman" w:hAnsi="Times New Roman"/>
          <w:sz w:val="24"/>
          <w:szCs w:val="24"/>
        </w:rPr>
        <w:t>вид відпустки (щорічна основна, навчальна, без збереження заробітної плати та ін.)</w:t>
      </w:r>
    </w:p>
    <w:p w:rsidR="008D5D87" w:rsidRPr="009454CA" w:rsidRDefault="008D5D87" w:rsidP="009454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54CA">
        <w:rPr>
          <w:rFonts w:ascii="Times New Roman" w:hAnsi="Times New Roman"/>
          <w:sz w:val="28"/>
          <w:szCs w:val="28"/>
        </w:rPr>
        <w:t>За 2015 рік</w:t>
      </w:r>
    </w:p>
    <w:p w:rsidR="008D5D87" w:rsidRPr="009454CA" w:rsidRDefault="008D5D87" w:rsidP="009454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54CA">
        <w:rPr>
          <w:rFonts w:ascii="Times New Roman" w:hAnsi="Times New Roman"/>
          <w:sz w:val="28"/>
          <w:szCs w:val="28"/>
        </w:rPr>
        <w:t>Період відпустки «</w:t>
      </w:r>
      <w:r>
        <w:rPr>
          <w:rFonts w:ascii="Times New Roman" w:hAnsi="Times New Roman"/>
          <w:sz w:val="28"/>
          <w:szCs w:val="28"/>
          <w:lang w:val="uk-UA"/>
        </w:rPr>
        <w:t>05</w:t>
      </w:r>
      <w:r w:rsidRPr="009454CA">
        <w:rPr>
          <w:rFonts w:ascii="Times New Roman" w:hAnsi="Times New Roman"/>
          <w:sz w:val="28"/>
          <w:szCs w:val="28"/>
        </w:rPr>
        <w:t>» жовтня 2015 року</w:t>
      </w:r>
      <w:r>
        <w:rPr>
          <w:rFonts w:ascii="Times New Roman" w:hAnsi="Times New Roman"/>
          <w:sz w:val="28"/>
          <w:szCs w:val="28"/>
          <w:lang w:val="uk-UA"/>
        </w:rPr>
        <w:t xml:space="preserve"> по «06» жовтня 2015 року</w:t>
      </w:r>
      <w:r w:rsidRPr="009454CA">
        <w:rPr>
          <w:rFonts w:ascii="Times New Roman" w:hAnsi="Times New Roman"/>
          <w:sz w:val="28"/>
          <w:szCs w:val="28"/>
        </w:rPr>
        <w:t xml:space="preserve"> </w:t>
      </w:r>
    </w:p>
    <w:p w:rsidR="008D5D87" w:rsidRPr="009454CA" w:rsidRDefault="008D5D87" w:rsidP="009454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4693" w:type="dxa"/>
        <w:tblInd w:w="142" w:type="dxa"/>
        <w:tblLook w:val="0000"/>
      </w:tblPr>
      <w:tblGrid>
        <w:gridCol w:w="515"/>
        <w:gridCol w:w="356"/>
        <w:gridCol w:w="356"/>
        <w:gridCol w:w="3466"/>
      </w:tblGrid>
      <w:tr w:rsidR="008D5D87" w:rsidRPr="009454CA" w:rsidTr="00BD5267">
        <w:trPr>
          <w:trHeight w:val="255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5D87" w:rsidRPr="009454CA" w:rsidRDefault="008D5D87" w:rsidP="009454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4CA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5D87" w:rsidRPr="009454CA" w:rsidRDefault="008D5D87" w:rsidP="009454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5D87" w:rsidRPr="009454CA" w:rsidRDefault="008D5D87" w:rsidP="009454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5D87" w:rsidRPr="009454CA" w:rsidRDefault="008D5D87" w:rsidP="009454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54CA">
              <w:rPr>
                <w:rFonts w:ascii="Times New Roman" w:hAnsi="Times New Roman"/>
                <w:sz w:val="28"/>
                <w:szCs w:val="28"/>
              </w:rPr>
              <w:t>Календарни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х</w:t>
            </w:r>
            <w:r w:rsidRPr="009454CA"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</w:t>
            </w:r>
          </w:p>
        </w:tc>
      </w:tr>
    </w:tbl>
    <w:p w:rsidR="008D5D87" w:rsidRPr="009454CA" w:rsidRDefault="008D5D87" w:rsidP="009454CA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8D5D87" w:rsidRPr="009454CA" w:rsidRDefault="008D5D87" w:rsidP="009454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454CA">
        <w:rPr>
          <w:rFonts w:ascii="Times New Roman" w:hAnsi="Times New Roman"/>
          <w:b/>
          <w:sz w:val="28"/>
          <w:szCs w:val="28"/>
        </w:rPr>
        <w:t>Підстава:</w:t>
      </w:r>
      <w:r w:rsidRPr="009454CA">
        <w:rPr>
          <w:rFonts w:ascii="Times New Roman" w:hAnsi="Times New Roman"/>
          <w:sz w:val="28"/>
          <w:szCs w:val="28"/>
        </w:rPr>
        <w:t xml:space="preserve"> заява </w:t>
      </w:r>
      <w:r>
        <w:rPr>
          <w:rFonts w:ascii="Times New Roman" w:hAnsi="Times New Roman"/>
          <w:sz w:val="28"/>
          <w:szCs w:val="28"/>
          <w:lang w:val="uk-UA"/>
        </w:rPr>
        <w:t>Іванової Т.І. від 03.08.</w:t>
      </w:r>
      <w:r w:rsidRPr="009454CA">
        <w:rPr>
          <w:rFonts w:ascii="Times New Roman" w:hAnsi="Times New Roman"/>
          <w:sz w:val="28"/>
          <w:szCs w:val="28"/>
        </w:rPr>
        <w:t>2015, ст. 26 Закону України «Про відпустки»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D5D87" w:rsidRPr="009454CA" w:rsidRDefault="008D5D87" w:rsidP="009454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D5D87" w:rsidRPr="009454CA" w:rsidRDefault="008D5D87" w:rsidP="009454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026" w:type="dxa"/>
        <w:tblInd w:w="288" w:type="dxa"/>
        <w:tblLook w:val="01E0"/>
      </w:tblPr>
      <w:tblGrid>
        <w:gridCol w:w="3364"/>
        <w:gridCol w:w="1337"/>
        <w:gridCol w:w="5325"/>
      </w:tblGrid>
      <w:tr w:rsidR="008D5D87" w:rsidRPr="009454CA" w:rsidTr="00BD5267">
        <w:tc>
          <w:tcPr>
            <w:tcW w:w="3364" w:type="dxa"/>
          </w:tcPr>
          <w:p w:rsidR="008D5D87" w:rsidRPr="009454CA" w:rsidRDefault="008D5D87" w:rsidP="009454C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454CA">
              <w:rPr>
                <w:rFonts w:ascii="Times New Roman" w:hAnsi="Times New Roman"/>
                <w:b/>
                <w:sz w:val="28"/>
                <w:szCs w:val="28"/>
              </w:rPr>
              <w:t xml:space="preserve"> Начальник  відділу освіти </w:t>
            </w:r>
          </w:p>
        </w:tc>
        <w:tc>
          <w:tcPr>
            <w:tcW w:w="1337" w:type="dxa"/>
          </w:tcPr>
          <w:p w:rsidR="008D5D87" w:rsidRPr="009454CA" w:rsidRDefault="008D5D87" w:rsidP="009454C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D5D87" w:rsidRPr="009454CA" w:rsidRDefault="008D5D87" w:rsidP="009454C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25" w:type="dxa"/>
          </w:tcPr>
          <w:p w:rsidR="008D5D87" w:rsidRPr="009454CA" w:rsidRDefault="008D5D87" w:rsidP="009454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454CA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М.В. ПРОЦЕНКО </w:t>
            </w:r>
          </w:p>
          <w:p w:rsidR="008D5D87" w:rsidRPr="009454CA" w:rsidRDefault="008D5D87" w:rsidP="009454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D5D87" w:rsidRPr="009454CA" w:rsidTr="00BD5267">
        <w:tc>
          <w:tcPr>
            <w:tcW w:w="3364" w:type="dxa"/>
          </w:tcPr>
          <w:p w:rsidR="008D5D87" w:rsidRPr="009454CA" w:rsidRDefault="008D5D87" w:rsidP="009454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D5D87" w:rsidRPr="009454CA" w:rsidRDefault="008D5D87" w:rsidP="009454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D5D87" w:rsidRPr="009454CA" w:rsidRDefault="008D5D87" w:rsidP="009454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4CA">
              <w:rPr>
                <w:rFonts w:ascii="Times New Roman" w:hAnsi="Times New Roman"/>
                <w:sz w:val="28"/>
                <w:szCs w:val="28"/>
              </w:rPr>
              <w:t>З наказом ознайомлена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5D87" w:rsidRPr="009454CA" w:rsidRDefault="008D5D87" w:rsidP="009454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5325" w:type="dxa"/>
          </w:tcPr>
          <w:p w:rsidR="008D5D87" w:rsidRPr="009454CA" w:rsidRDefault="008D5D87" w:rsidP="009454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D5D87" w:rsidRPr="009454CA" w:rsidRDefault="008D5D87" w:rsidP="009454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D5D87" w:rsidRPr="009454CA" w:rsidRDefault="008D5D87" w:rsidP="009454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___»______</w:t>
            </w:r>
            <w:r w:rsidRPr="009454CA">
              <w:rPr>
                <w:rFonts w:ascii="Times New Roman" w:hAnsi="Times New Roman"/>
                <w:sz w:val="28"/>
                <w:szCs w:val="28"/>
              </w:rPr>
              <w:t>____________2015 року</w:t>
            </w:r>
          </w:p>
        </w:tc>
      </w:tr>
    </w:tbl>
    <w:p w:rsidR="008D5D87" w:rsidRPr="005A0760" w:rsidRDefault="008D5D87" w:rsidP="005A0760">
      <w:pPr>
        <w:spacing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Default="008D5D87" w:rsidP="005A0760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D5D87" w:rsidRPr="00B33A3B" w:rsidRDefault="008D5D87" w:rsidP="000504F6">
      <w:pPr>
        <w:spacing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33A3B">
        <w:rPr>
          <w:rFonts w:ascii="Times New Roman" w:hAnsi="Times New Roman"/>
          <w:b/>
          <w:sz w:val="28"/>
          <w:szCs w:val="28"/>
          <w:lang w:val="uk-UA"/>
        </w:rPr>
        <w:t xml:space="preserve">Заява про надання </w:t>
      </w:r>
      <w:r>
        <w:rPr>
          <w:rFonts w:ascii="Times New Roman" w:hAnsi="Times New Roman"/>
          <w:b/>
          <w:sz w:val="28"/>
          <w:szCs w:val="28"/>
          <w:lang w:val="uk-UA"/>
        </w:rPr>
        <w:t>додаткової відпустки у зв'язку з навчанням</w:t>
      </w:r>
    </w:p>
    <w:p w:rsidR="008D5D87" w:rsidRDefault="008D5D87" w:rsidP="000504F6">
      <w:pPr>
        <w:spacing w:after="0" w:line="240" w:lineRule="auto"/>
        <w:ind w:left="2124" w:firstLine="708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</w:t>
      </w:r>
    </w:p>
    <w:p w:rsidR="008D5D87" w:rsidRDefault="008D5D87" w:rsidP="005A0760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>Начальнику відділу освіти</w:t>
      </w:r>
    </w:p>
    <w:p w:rsidR="008D5D87" w:rsidRDefault="008D5D87" w:rsidP="005A0760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Чугуївської міської ради </w:t>
      </w:r>
    </w:p>
    <w:p w:rsidR="008D5D87" w:rsidRDefault="008D5D87" w:rsidP="005A0760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Проценко </w:t>
      </w:r>
      <w:r>
        <w:rPr>
          <w:rFonts w:ascii="Times New Roman" w:hAnsi="Times New Roman"/>
          <w:i/>
          <w:sz w:val="28"/>
          <w:szCs w:val="28"/>
          <w:lang w:val="uk-UA"/>
        </w:rPr>
        <w:t>М.В</w:t>
      </w:r>
    </w:p>
    <w:p w:rsidR="008D5D87" w:rsidRPr="000F6D3C" w:rsidRDefault="008D5D87" w:rsidP="005A0760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>вчителя початкових класів</w:t>
      </w:r>
    </w:p>
    <w:p w:rsidR="008D5D87" w:rsidRPr="008B031E" w:rsidRDefault="008D5D87" w:rsidP="005A0760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Чугуївської гімназії № 5 </w:t>
      </w:r>
    </w:p>
    <w:p w:rsidR="008D5D87" w:rsidRDefault="008D5D87" w:rsidP="005A0760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Чугуївської міської ради </w:t>
      </w:r>
    </w:p>
    <w:p w:rsidR="008D5D87" w:rsidRDefault="008D5D87" w:rsidP="005A0760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Харківської області</w:t>
      </w: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8D5D87" w:rsidRDefault="008D5D87" w:rsidP="005A0760">
      <w:pPr>
        <w:spacing w:after="0" w:line="240" w:lineRule="auto"/>
        <w:ind w:left="3285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</w:t>
      </w: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Іванової Тетяни Іванівни  </w:t>
      </w:r>
    </w:p>
    <w:p w:rsidR="008D5D87" w:rsidRDefault="008D5D87" w:rsidP="000504F6">
      <w:pPr>
        <w:spacing w:after="0" w:line="240" w:lineRule="auto"/>
        <w:ind w:left="3285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Default="008D5D87" w:rsidP="000504F6">
      <w:pPr>
        <w:spacing w:line="240" w:lineRule="auto"/>
        <w:ind w:firstLine="708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Заява</w:t>
      </w:r>
    </w:p>
    <w:p w:rsidR="008D5D87" w:rsidRDefault="008D5D87" w:rsidP="000504F6">
      <w:pPr>
        <w:spacing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Прошу надати мені додаткову</w:t>
      </w:r>
      <w:r w:rsidRPr="00C763B3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>оплачувану відпустку з 18.05.2015 по 03.06.2015 тривалістю 17 календарних днів для участі в лабораторно-екзаменаційній сесії.</w:t>
      </w:r>
    </w:p>
    <w:p w:rsidR="008D5D87" w:rsidRDefault="008D5D87" w:rsidP="000504F6">
      <w:pPr>
        <w:spacing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Довідка-виклик Харківського національного економічного університету від 15.05.2015 № 125-ос додається.</w:t>
      </w:r>
    </w:p>
    <w:p w:rsidR="008D5D87" w:rsidRDefault="008D5D87" w:rsidP="000504F6">
      <w:pPr>
        <w:spacing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16.05.2015                                                                   Іванова</w:t>
      </w:r>
    </w:p>
    <w:p w:rsidR="008D5D87" w:rsidRDefault="008D5D87" w:rsidP="000504F6">
      <w:pPr>
        <w:spacing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D5D87" w:rsidRPr="00993C04" w:rsidRDefault="008D5D87" w:rsidP="00993C0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Подання</w:t>
      </w:r>
      <w:r w:rsidRPr="00814D4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про надання</w:t>
      </w:r>
      <w:r w:rsidRPr="00B33A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додаткової відпустки у зв'язку з навчанням</w:t>
      </w:r>
      <w:r w:rsidRPr="00CA5AB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3C04">
        <w:rPr>
          <w:rFonts w:ascii="Times New Roman" w:hAnsi="Times New Roman"/>
          <w:sz w:val="28"/>
          <w:szCs w:val="28"/>
        </w:rPr>
        <w:t xml:space="preserve">                     </w:t>
      </w:r>
    </w:p>
    <w:p w:rsidR="008D5D87" w:rsidRPr="00CA5AB5" w:rsidRDefault="008D5D87" w:rsidP="00993C0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073F7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CA5AB5">
        <w:rPr>
          <w:rFonts w:ascii="Times New Roman" w:hAnsi="Times New Roman"/>
          <w:sz w:val="28"/>
          <w:szCs w:val="28"/>
          <w:lang w:val="uk-UA"/>
        </w:rPr>
        <w:t>Начальнику відділу освіти</w:t>
      </w:r>
    </w:p>
    <w:p w:rsidR="008D5D87" w:rsidRPr="00CA5AB5" w:rsidRDefault="008D5D87" w:rsidP="00993C04">
      <w:pPr>
        <w:spacing w:after="0" w:line="240" w:lineRule="auto"/>
        <w:ind w:firstLine="5760"/>
        <w:jc w:val="both"/>
        <w:rPr>
          <w:rFonts w:ascii="Times New Roman" w:hAnsi="Times New Roman"/>
          <w:sz w:val="28"/>
          <w:szCs w:val="28"/>
          <w:lang w:val="uk-UA"/>
        </w:rPr>
      </w:pPr>
      <w:r w:rsidRPr="00CA5AB5">
        <w:rPr>
          <w:rFonts w:ascii="Times New Roman" w:hAnsi="Times New Roman"/>
          <w:sz w:val="28"/>
          <w:szCs w:val="28"/>
          <w:lang w:val="uk-UA"/>
        </w:rPr>
        <w:t xml:space="preserve">Чугуївської міської ради </w:t>
      </w:r>
    </w:p>
    <w:p w:rsidR="008D5D87" w:rsidRPr="00031A79" w:rsidRDefault="008D5D87" w:rsidP="00993C04">
      <w:pPr>
        <w:spacing w:after="0" w:line="240" w:lineRule="auto"/>
        <w:ind w:firstLine="576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31A79">
        <w:rPr>
          <w:rFonts w:ascii="Times New Roman" w:hAnsi="Times New Roman"/>
          <w:b/>
          <w:sz w:val="28"/>
          <w:szCs w:val="28"/>
          <w:lang w:val="uk-UA"/>
        </w:rPr>
        <w:t>ПРОЦЕНКО М.В</w:t>
      </w:r>
    </w:p>
    <w:p w:rsidR="008D5D87" w:rsidRPr="00180E7B" w:rsidRDefault="008D5D87" w:rsidP="001D29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D5D87" w:rsidRPr="00031A79" w:rsidRDefault="008D5D87" w:rsidP="001D2968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>Подання</w:t>
      </w:r>
    </w:p>
    <w:p w:rsidR="008D5D87" w:rsidRPr="001D2968" w:rsidRDefault="008D5D87" w:rsidP="001D296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 xml:space="preserve">Адміністрація </w:t>
      </w:r>
      <w:r>
        <w:rPr>
          <w:rFonts w:ascii="Times New Roman" w:hAnsi="Times New Roman"/>
          <w:sz w:val="28"/>
          <w:szCs w:val="28"/>
          <w:lang w:val="uk-UA"/>
        </w:rPr>
        <w:t>Чугуївської гімназії № 5 Чугуївської міської ради Харківської області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просить </w:t>
      </w:r>
      <w:r>
        <w:rPr>
          <w:rFonts w:ascii="Times New Roman" w:hAnsi="Times New Roman"/>
          <w:sz w:val="28"/>
          <w:szCs w:val="28"/>
          <w:lang w:val="uk-UA"/>
        </w:rPr>
        <w:t xml:space="preserve">надати </w:t>
      </w:r>
      <w:r w:rsidRPr="00031A79">
        <w:rPr>
          <w:rFonts w:ascii="Times New Roman" w:hAnsi="Times New Roman"/>
          <w:sz w:val="28"/>
          <w:szCs w:val="28"/>
          <w:lang w:val="uk-UA"/>
        </w:rPr>
        <w:t>Іванов</w:t>
      </w:r>
      <w:r>
        <w:rPr>
          <w:rFonts w:ascii="Times New Roman" w:hAnsi="Times New Roman"/>
          <w:sz w:val="28"/>
          <w:szCs w:val="28"/>
          <w:lang w:val="uk-UA"/>
        </w:rPr>
        <w:t>ій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Тетян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Іванівн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31A79">
        <w:rPr>
          <w:rFonts w:ascii="Times New Roman" w:hAnsi="Times New Roman"/>
          <w:sz w:val="28"/>
          <w:szCs w:val="28"/>
          <w:lang w:val="uk-UA"/>
        </w:rPr>
        <w:t>, вчител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початкових класів </w:t>
      </w:r>
      <w:r w:rsidRPr="001D2968">
        <w:rPr>
          <w:rFonts w:ascii="Times New Roman" w:hAnsi="Times New Roman"/>
          <w:sz w:val="28"/>
          <w:szCs w:val="28"/>
          <w:lang w:val="uk-UA"/>
        </w:rPr>
        <w:t>додаткову</w:t>
      </w:r>
      <w:r>
        <w:rPr>
          <w:rFonts w:ascii="Times New Roman" w:hAnsi="Times New Roman"/>
          <w:sz w:val="28"/>
          <w:szCs w:val="28"/>
          <w:lang w:val="uk-UA"/>
        </w:rPr>
        <w:t xml:space="preserve"> оплачувану</w:t>
      </w:r>
      <w:r w:rsidRPr="001D2968">
        <w:rPr>
          <w:rFonts w:ascii="Times New Roman" w:hAnsi="Times New Roman"/>
          <w:sz w:val="28"/>
          <w:szCs w:val="28"/>
          <w:lang w:val="uk-UA"/>
        </w:rPr>
        <w:t xml:space="preserve"> відпустку з 18.05.2015 по 03.06.2015 тривалістю 17 календарних днів для участі в лабораторно-екзаменаційній сесії.</w:t>
      </w:r>
    </w:p>
    <w:p w:rsidR="008D5D87" w:rsidRPr="00226AAD" w:rsidRDefault="008D5D87" w:rsidP="001D29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D87" w:rsidRPr="00031A79" w:rsidRDefault="008D5D87" w:rsidP="001D296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 xml:space="preserve">Додаток: </w:t>
      </w:r>
      <w:r>
        <w:rPr>
          <w:rFonts w:ascii="Times New Roman" w:hAnsi="Times New Roman"/>
          <w:sz w:val="28"/>
          <w:szCs w:val="28"/>
          <w:lang w:val="uk-UA"/>
        </w:rPr>
        <w:t xml:space="preserve">заява Іванової Т.І. від </w:t>
      </w:r>
      <w:r>
        <w:rPr>
          <w:rFonts w:ascii="Times New Roman" w:hAnsi="Times New Roman"/>
          <w:sz w:val="28"/>
          <w:lang w:val="uk-UA"/>
        </w:rPr>
        <w:t>16.05</w:t>
      </w:r>
      <w:r w:rsidRPr="00F41085">
        <w:rPr>
          <w:rFonts w:ascii="Times New Roman" w:hAnsi="Times New Roman"/>
          <w:sz w:val="28"/>
          <w:lang w:val="uk-UA"/>
        </w:rPr>
        <w:t>.2015</w:t>
      </w:r>
      <w:r>
        <w:rPr>
          <w:rFonts w:ascii="Times New Roman" w:hAnsi="Times New Roman"/>
          <w:sz w:val="28"/>
          <w:lang w:val="uk-UA"/>
        </w:rPr>
        <w:t>.</w:t>
      </w:r>
    </w:p>
    <w:p w:rsidR="008D5D87" w:rsidRDefault="008D5D87" w:rsidP="001D2968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D5D87" w:rsidRPr="004C5249" w:rsidRDefault="008D5D87" w:rsidP="00D47B9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44E2B">
        <w:rPr>
          <w:rFonts w:ascii="Times New Roman" w:hAnsi="Times New Roman"/>
          <w:b/>
          <w:sz w:val="28"/>
          <w:szCs w:val="28"/>
          <w:lang w:val="uk-UA"/>
        </w:rPr>
        <w:t>Директор</w:t>
      </w:r>
      <w:r w:rsidRPr="00E44E2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Pr="00E44E2B">
        <w:rPr>
          <w:rFonts w:ascii="Times New Roman" w:hAnsi="Times New Roman"/>
          <w:b/>
          <w:sz w:val="28"/>
          <w:szCs w:val="28"/>
          <w:lang w:val="uk-UA"/>
        </w:rPr>
        <w:t>ПІБ</w:t>
      </w:r>
    </w:p>
    <w:p w:rsidR="008D5D87" w:rsidRDefault="008D5D87" w:rsidP="001D2968">
      <w:pPr>
        <w:spacing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Default="008D5D87" w:rsidP="000504F6">
      <w:pPr>
        <w:spacing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D5D87" w:rsidRPr="00D47B97" w:rsidRDefault="008D5D87" w:rsidP="00D47B97">
      <w:pPr>
        <w:pStyle w:val="ShapkaDocumentu"/>
        <w:spacing w:after="0"/>
        <w:ind w:left="6804" w:hanging="6804"/>
        <w:rPr>
          <w:rFonts w:ascii="Times New Roman" w:hAnsi="Times New Roman" w:cs="Times New Roman"/>
          <w:color w:val="000000"/>
          <w:sz w:val="28"/>
          <w:szCs w:val="28"/>
        </w:rPr>
      </w:pPr>
      <w:r w:rsidRPr="00D47B97">
        <w:rPr>
          <w:rFonts w:ascii="Times New Roman" w:hAnsi="Times New Roman" w:cs="Times New Roman"/>
          <w:color w:val="000000"/>
          <w:sz w:val="28"/>
          <w:szCs w:val="28"/>
        </w:rPr>
        <w:object w:dxaOrig="1036" w:dyaOrig="1396">
          <v:shape id="_x0000_i1033" type="#_x0000_t75" style="width:42pt;height:55.5pt" o:ole="" o:preferrelative="f" filled="t">
            <v:fill color2="black"/>
            <v:imagedata r:id="rId6" o:title=""/>
          </v:shape>
          <o:OLEObject Type="Embed" ProgID="Word.Picture.8" ShapeID="_x0000_i1033" DrawAspect="Content" ObjectID="_1516103686" r:id="rId15"/>
        </w:object>
      </w:r>
    </w:p>
    <w:p w:rsidR="008D5D87" w:rsidRPr="00D47B97" w:rsidRDefault="008D5D87" w:rsidP="00D47B97">
      <w:pPr>
        <w:pStyle w:val="Heading2"/>
        <w:spacing w:before="0"/>
        <w:jc w:val="center"/>
        <w:rPr>
          <w:rFonts w:ascii="Times New Roman" w:hAnsi="Times New Roman"/>
          <w:color w:val="000000"/>
          <w:sz w:val="32"/>
          <w:szCs w:val="32"/>
        </w:rPr>
      </w:pPr>
      <w:r w:rsidRPr="00D47B97">
        <w:rPr>
          <w:rFonts w:ascii="Times New Roman" w:hAnsi="Times New Roman"/>
          <w:color w:val="000000"/>
          <w:sz w:val="32"/>
          <w:szCs w:val="32"/>
        </w:rPr>
        <w:t>ЧУГУЇВСЬКА МІСЬКА РАДА ХАРКІВСЬКОЇ  ОБЛАСТІ</w:t>
      </w:r>
    </w:p>
    <w:p w:rsidR="008D5D87" w:rsidRPr="00D47B97" w:rsidRDefault="008D5D87" w:rsidP="00D47B97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32"/>
          <w:szCs w:val="32"/>
          <w:lang w:val="uk-UA"/>
        </w:rPr>
      </w:pPr>
      <w:r w:rsidRPr="00D47B97">
        <w:rPr>
          <w:rFonts w:ascii="Times New Roman" w:hAnsi="Times New Roman"/>
          <w:b/>
          <w:color w:val="000000"/>
          <w:sz w:val="32"/>
          <w:szCs w:val="32"/>
          <w:lang w:val="uk-UA"/>
        </w:rPr>
        <w:t xml:space="preserve"> ВІДДІЛ ОСВІТИ</w:t>
      </w:r>
    </w:p>
    <w:tbl>
      <w:tblPr>
        <w:tblW w:w="10059" w:type="dxa"/>
        <w:jc w:val="center"/>
        <w:tblLook w:val="01E0"/>
      </w:tblPr>
      <w:tblGrid>
        <w:gridCol w:w="3447"/>
        <w:gridCol w:w="2788"/>
        <w:gridCol w:w="3824"/>
      </w:tblGrid>
      <w:tr w:rsidR="008D5D87" w:rsidRPr="00D47B97" w:rsidTr="00BD5267">
        <w:trPr>
          <w:jc w:val="center"/>
        </w:trPr>
        <w:tc>
          <w:tcPr>
            <w:tcW w:w="3447" w:type="dxa"/>
          </w:tcPr>
          <w:p w:rsidR="008D5D87" w:rsidRPr="00D47B97" w:rsidRDefault="008D5D87" w:rsidP="00D47B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788" w:type="dxa"/>
          </w:tcPr>
          <w:p w:rsidR="008D5D87" w:rsidRPr="00D47B97" w:rsidRDefault="008D5D87" w:rsidP="00D47B97">
            <w:pPr>
              <w:spacing w:after="0" w:line="240" w:lineRule="auto"/>
              <w:ind w:right="-207" w:hanging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7B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</w:t>
            </w:r>
            <w:r w:rsidRPr="00D47B97">
              <w:rPr>
                <w:rFonts w:ascii="Times New Roman" w:hAnsi="Times New Roman"/>
                <w:color w:val="000000"/>
                <w:sz w:val="28"/>
                <w:szCs w:val="28"/>
              </w:rPr>
              <w:t>Чугуїв</w:t>
            </w:r>
          </w:p>
        </w:tc>
        <w:tc>
          <w:tcPr>
            <w:tcW w:w="3824" w:type="dxa"/>
          </w:tcPr>
          <w:p w:rsidR="008D5D87" w:rsidRPr="00D47B97" w:rsidRDefault="008D5D87" w:rsidP="00D47B97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8D5D87" w:rsidRPr="00D47B97" w:rsidRDefault="008D5D87" w:rsidP="00D47B97">
      <w:pPr>
        <w:spacing w:after="0" w:line="240" w:lineRule="auto"/>
        <w:rPr>
          <w:rFonts w:ascii="Times New Roman" w:hAnsi="Times New Roman"/>
        </w:rPr>
      </w:pPr>
    </w:p>
    <w:tbl>
      <w:tblPr>
        <w:tblW w:w="3600" w:type="dxa"/>
        <w:tblInd w:w="6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7"/>
        <w:gridCol w:w="1813"/>
      </w:tblGrid>
      <w:tr w:rsidR="008D5D87" w:rsidRPr="00D47B97" w:rsidTr="00BD5267">
        <w:tc>
          <w:tcPr>
            <w:tcW w:w="1787" w:type="dxa"/>
          </w:tcPr>
          <w:p w:rsidR="008D5D87" w:rsidRPr="00D47B97" w:rsidRDefault="008D5D87" w:rsidP="00D47B97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47B97">
              <w:rPr>
                <w:rFonts w:ascii="Times New Roman" w:hAnsi="Times New Roman"/>
                <w:sz w:val="28"/>
                <w:szCs w:val="28"/>
              </w:rPr>
              <w:t>Код ЄДРПОУ</w:t>
            </w:r>
          </w:p>
        </w:tc>
        <w:tc>
          <w:tcPr>
            <w:tcW w:w="1813" w:type="dxa"/>
          </w:tcPr>
          <w:p w:rsidR="008D5D87" w:rsidRPr="00D47B97" w:rsidRDefault="008D5D87" w:rsidP="00D47B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47B97">
              <w:rPr>
                <w:rFonts w:ascii="Times New Roman" w:hAnsi="Times New Roman"/>
                <w:sz w:val="28"/>
                <w:szCs w:val="28"/>
              </w:rPr>
              <w:t>22682750</w:t>
            </w:r>
          </w:p>
        </w:tc>
      </w:tr>
      <w:tr w:rsidR="008D5D87" w:rsidRPr="00D47B97" w:rsidTr="00BD5267">
        <w:tc>
          <w:tcPr>
            <w:tcW w:w="1787" w:type="dxa"/>
          </w:tcPr>
          <w:p w:rsidR="008D5D87" w:rsidRPr="00D47B97" w:rsidRDefault="008D5D87" w:rsidP="00D47B97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47B97">
              <w:rPr>
                <w:rFonts w:ascii="Times New Roman" w:hAnsi="Times New Roman"/>
                <w:sz w:val="28"/>
                <w:szCs w:val="28"/>
              </w:rPr>
              <w:t>Дата складання</w:t>
            </w:r>
          </w:p>
        </w:tc>
        <w:tc>
          <w:tcPr>
            <w:tcW w:w="1813" w:type="dxa"/>
          </w:tcPr>
          <w:p w:rsidR="008D5D87" w:rsidRPr="00D47B97" w:rsidRDefault="008D5D87" w:rsidP="00D47B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18.05.</w:t>
            </w:r>
            <w:r w:rsidRPr="00D47B97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</w:tr>
    </w:tbl>
    <w:p w:rsidR="008D5D87" w:rsidRPr="00D47B97" w:rsidRDefault="008D5D87" w:rsidP="00D47B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5D87" w:rsidRPr="00D47B97" w:rsidRDefault="008D5D87" w:rsidP="00D47B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7B97">
        <w:rPr>
          <w:rFonts w:ascii="Times New Roman" w:hAnsi="Times New Roman"/>
          <w:b/>
          <w:sz w:val="28"/>
          <w:szCs w:val="28"/>
        </w:rPr>
        <w:t xml:space="preserve">НАКАЗ № </w:t>
      </w:r>
      <w:r w:rsidRPr="00D47B97">
        <w:rPr>
          <w:rFonts w:ascii="Times New Roman" w:hAnsi="Times New Roman"/>
          <w:b/>
          <w:sz w:val="28"/>
          <w:szCs w:val="28"/>
          <w:u w:val="single"/>
        </w:rPr>
        <w:t>43-в</w:t>
      </w:r>
    </w:p>
    <w:p w:rsidR="008D5D87" w:rsidRPr="00D47B97" w:rsidRDefault="008D5D87" w:rsidP="00D47B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7B97">
        <w:rPr>
          <w:rFonts w:ascii="Times New Roman" w:hAnsi="Times New Roman"/>
          <w:b/>
          <w:sz w:val="28"/>
          <w:szCs w:val="28"/>
        </w:rPr>
        <w:t>про надання відпустки</w:t>
      </w:r>
    </w:p>
    <w:p w:rsidR="008D5D87" w:rsidRPr="00D47B97" w:rsidRDefault="008D5D87" w:rsidP="00D47B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3973" w:type="dxa"/>
        <w:tblInd w:w="5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0"/>
        <w:gridCol w:w="1813"/>
      </w:tblGrid>
      <w:tr w:rsidR="008D5D87" w:rsidRPr="00D47B97" w:rsidTr="00BD5267">
        <w:tc>
          <w:tcPr>
            <w:tcW w:w="2160" w:type="dxa"/>
          </w:tcPr>
          <w:p w:rsidR="008D5D87" w:rsidRPr="00D47B97" w:rsidRDefault="008D5D87" w:rsidP="00D47B97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47B97">
              <w:rPr>
                <w:rFonts w:ascii="Times New Roman" w:hAnsi="Times New Roman"/>
                <w:sz w:val="28"/>
                <w:szCs w:val="28"/>
              </w:rPr>
              <w:t>Табельний номер</w:t>
            </w:r>
          </w:p>
        </w:tc>
        <w:tc>
          <w:tcPr>
            <w:tcW w:w="1813" w:type="dxa"/>
          </w:tcPr>
          <w:p w:rsidR="008D5D87" w:rsidRPr="00D47B97" w:rsidRDefault="008D5D87" w:rsidP="00D47B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5214</w:t>
            </w:r>
          </w:p>
        </w:tc>
      </w:tr>
    </w:tbl>
    <w:p w:rsidR="008D5D87" w:rsidRPr="00D47B97" w:rsidRDefault="008D5D87" w:rsidP="00D47B97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D5D87" w:rsidRPr="00D47B97" w:rsidRDefault="008D5D87" w:rsidP="00D47B97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ІВАНОВА Тетяна Іванівна</w:t>
      </w:r>
    </w:p>
    <w:p w:rsidR="008D5D87" w:rsidRPr="00D47B97" w:rsidRDefault="008D5D87" w:rsidP="00D47B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47B97">
        <w:rPr>
          <w:rFonts w:ascii="Times New Roman" w:hAnsi="Times New Roman"/>
          <w:sz w:val="24"/>
          <w:szCs w:val="24"/>
        </w:rPr>
        <w:t xml:space="preserve"> (прізвище, ім’я, по батькові)</w:t>
      </w:r>
    </w:p>
    <w:p w:rsidR="008D5D87" w:rsidRPr="00D47B97" w:rsidRDefault="008D5D87" w:rsidP="00D47B97">
      <w:pPr>
        <w:pBdr>
          <w:bottom w:val="single" w:sz="12" w:space="1" w:color="auto"/>
        </w:pBdr>
        <w:spacing w:after="0" w:line="240" w:lineRule="auto"/>
        <w:ind w:right="-55"/>
        <w:jc w:val="center"/>
        <w:rPr>
          <w:rFonts w:ascii="Times New Roman" w:hAnsi="Times New Roman"/>
          <w:sz w:val="28"/>
          <w:szCs w:val="28"/>
        </w:rPr>
      </w:pPr>
      <w:r w:rsidRPr="00D47B97">
        <w:rPr>
          <w:rFonts w:ascii="Times New Roman" w:hAnsi="Times New Roman"/>
          <w:sz w:val="28"/>
          <w:szCs w:val="28"/>
        </w:rPr>
        <w:t>Чугуївська гімназія № 5 Чугуївської міської ради Харківської області</w:t>
      </w:r>
    </w:p>
    <w:p w:rsidR="008D5D87" w:rsidRPr="00D47B97" w:rsidRDefault="008D5D87" w:rsidP="00D47B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47B97">
        <w:rPr>
          <w:rFonts w:ascii="Times New Roman" w:hAnsi="Times New Roman"/>
          <w:sz w:val="24"/>
          <w:szCs w:val="24"/>
        </w:rPr>
        <w:t>назва структурного підрозділу</w:t>
      </w:r>
    </w:p>
    <w:p w:rsidR="008D5D87" w:rsidRPr="00D47B97" w:rsidRDefault="008D5D87" w:rsidP="00D47B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вчитель початкових класів</w:t>
      </w:r>
    </w:p>
    <w:p w:rsidR="008D5D87" w:rsidRPr="00D47B97" w:rsidRDefault="008D5D87" w:rsidP="00D47B97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47B97">
        <w:rPr>
          <w:rFonts w:ascii="Times New Roman" w:hAnsi="Times New Roman"/>
          <w:sz w:val="24"/>
          <w:szCs w:val="24"/>
        </w:rPr>
        <w:t>назва  професії ( посади)</w:t>
      </w:r>
    </w:p>
    <w:p w:rsidR="008D5D87" w:rsidRPr="00D47B97" w:rsidRDefault="008D5D87" w:rsidP="00D47B97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7B97">
        <w:rPr>
          <w:rFonts w:ascii="Times New Roman" w:hAnsi="Times New Roman"/>
          <w:sz w:val="28"/>
          <w:szCs w:val="28"/>
        </w:rPr>
        <w:t xml:space="preserve">оплачувана додаткова відпустка на період настановних занять, виконання лабораторних робіт, складання сесії </w:t>
      </w:r>
    </w:p>
    <w:p w:rsidR="008D5D87" w:rsidRPr="00D47B97" w:rsidRDefault="008D5D87" w:rsidP="00D47B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47B97">
        <w:rPr>
          <w:rFonts w:ascii="Times New Roman" w:hAnsi="Times New Roman"/>
          <w:sz w:val="24"/>
          <w:szCs w:val="24"/>
        </w:rPr>
        <w:t>вид відпустки (щорічна основна, навчальна, без збереження заробітної плати та ін.)</w:t>
      </w:r>
    </w:p>
    <w:p w:rsidR="008D5D87" w:rsidRPr="00D47B97" w:rsidRDefault="008D5D87" w:rsidP="00D47B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47B97">
        <w:rPr>
          <w:rFonts w:ascii="Times New Roman" w:hAnsi="Times New Roman"/>
          <w:sz w:val="28"/>
          <w:szCs w:val="28"/>
        </w:rPr>
        <w:t>За 2015 рік</w:t>
      </w:r>
    </w:p>
    <w:p w:rsidR="008D5D87" w:rsidRPr="00D47B97" w:rsidRDefault="008D5D87" w:rsidP="00D47B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47B97">
        <w:rPr>
          <w:rFonts w:ascii="Times New Roman" w:hAnsi="Times New Roman"/>
          <w:sz w:val="28"/>
          <w:szCs w:val="28"/>
        </w:rPr>
        <w:t>Період відпустки з «</w:t>
      </w:r>
      <w:r>
        <w:rPr>
          <w:rFonts w:ascii="Times New Roman" w:hAnsi="Times New Roman"/>
          <w:sz w:val="28"/>
          <w:szCs w:val="28"/>
          <w:lang w:val="uk-UA"/>
        </w:rPr>
        <w:t>18</w:t>
      </w:r>
      <w:r w:rsidRPr="00D47B9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>травн</w:t>
      </w:r>
      <w:r w:rsidRPr="00D47B97">
        <w:rPr>
          <w:rFonts w:ascii="Times New Roman" w:hAnsi="Times New Roman"/>
          <w:sz w:val="28"/>
          <w:szCs w:val="28"/>
        </w:rPr>
        <w:t>я 2015 року по «</w:t>
      </w:r>
      <w:r>
        <w:rPr>
          <w:rFonts w:ascii="Times New Roman" w:hAnsi="Times New Roman"/>
          <w:sz w:val="28"/>
          <w:szCs w:val="28"/>
          <w:lang w:val="uk-UA"/>
        </w:rPr>
        <w:t>03</w:t>
      </w:r>
      <w:r w:rsidRPr="00D47B97">
        <w:rPr>
          <w:rFonts w:ascii="Times New Roman" w:hAnsi="Times New Roman"/>
          <w:sz w:val="28"/>
          <w:szCs w:val="28"/>
        </w:rPr>
        <w:t>» червня 2015 року</w:t>
      </w:r>
    </w:p>
    <w:tbl>
      <w:tblPr>
        <w:tblW w:w="4693" w:type="dxa"/>
        <w:tblInd w:w="142" w:type="dxa"/>
        <w:tblLook w:val="0000"/>
      </w:tblPr>
      <w:tblGrid>
        <w:gridCol w:w="515"/>
        <w:gridCol w:w="356"/>
        <w:gridCol w:w="356"/>
        <w:gridCol w:w="3466"/>
      </w:tblGrid>
      <w:tr w:rsidR="008D5D87" w:rsidRPr="00D47B97" w:rsidTr="00BD5267">
        <w:trPr>
          <w:trHeight w:val="255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5D87" w:rsidRPr="00D47B97" w:rsidRDefault="008D5D87" w:rsidP="00D47B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B97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5D87" w:rsidRPr="00D47B97" w:rsidRDefault="008D5D87" w:rsidP="00D47B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5D87" w:rsidRPr="00D47B97" w:rsidRDefault="008D5D87" w:rsidP="00D47B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5D87" w:rsidRPr="00D47B97" w:rsidRDefault="008D5D87" w:rsidP="00D47B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7B97">
              <w:rPr>
                <w:rFonts w:ascii="Times New Roman" w:hAnsi="Times New Roman"/>
                <w:sz w:val="28"/>
                <w:szCs w:val="28"/>
              </w:rPr>
              <w:t>календарних дні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</w:p>
        </w:tc>
      </w:tr>
    </w:tbl>
    <w:p w:rsidR="008D5D87" w:rsidRPr="00D47B97" w:rsidRDefault="008D5D87" w:rsidP="00D47B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7B97">
        <w:rPr>
          <w:rFonts w:ascii="Times New Roman" w:hAnsi="Times New Roman"/>
          <w:b/>
          <w:sz w:val="28"/>
          <w:szCs w:val="28"/>
        </w:rPr>
        <w:t>Підстава:</w:t>
      </w:r>
      <w:r w:rsidRPr="00D47B97">
        <w:rPr>
          <w:rFonts w:ascii="Times New Roman" w:hAnsi="Times New Roman"/>
          <w:sz w:val="28"/>
          <w:szCs w:val="28"/>
        </w:rPr>
        <w:t xml:space="preserve"> заява </w:t>
      </w:r>
      <w:r>
        <w:rPr>
          <w:rFonts w:ascii="Times New Roman" w:hAnsi="Times New Roman"/>
          <w:sz w:val="28"/>
          <w:szCs w:val="28"/>
          <w:lang w:val="uk-UA"/>
        </w:rPr>
        <w:t>Іванової Т.І. від 16.05.</w:t>
      </w:r>
      <w:r w:rsidRPr="00D47B97">
        <w:rPr>
          <w:rFonts w:ascii="Times New Roman" w:hAnsi="Times New Roman"/>
          <w:sz w:val="28"/>
          <w:szCs w:val="28"/>
        </w:rPr>
        <w:t xml:space="preserve">2015, подання директора Чугуївської гімназія № 5 Чугуївської міської ради Харківської області від </w:t>
      </w:r>
      <w:r>
        <w:rPr>
          <w:rFonts w:ascii="Times New Roman" w:hAnsi="Times New Roman"/>
          <w:sz w:val="28"/>
          <w:szCs w:val="28"/>
          <w:lang w:val="uk-UA"/>
        </w:rPr>
        <w:t>16.05.</w:t>
      </w:r>
      <w:r w:rsidRPr="00D47B97">
        <w:rPr>
          <w:rFonts w:ascii="Times New Roman" w:hAnsi="Times New Roman"/>
          <w:sz w:val="28"/>
          <w:szCs w:val="28"/>
        </w:rPr>
        <w:t xml:space="preserve">2015 № 229, довідка-виклик </w:t>
      </w:r>
      <w:r w:rsidRPr="00D47B97">
        <w:rPr>
          <w:rFonts w:ascii="Times New Roman" w:hAnsi="Times New Roman"/>
          <w:sz w:val="28"/>
          <w:szCs w:val="28"/>
          <w:lang w:val="uk-UA"/>
        </w:rPr>
        <w:t>Харківського національного економічного університету від 15.05.2015 № 125-ос</w:t>
      </w:r>
      <w:r w:rsidRPr="00D47B97">
        <w:rPr>
          <w:rFonts w:ascii="Times New Roman" w:hAnsi="Times New Roman"/>
          <w:sz w:val="28"/>
          <w:szCs w:val="28"/>
        </w:rPr>
        <w:t>, ст. 15 Закону України «Про відпустки».</w:t>
      </w:r>
    </w:p>
    <w:p w:rsidR="008D5D87" w:rsidRPr="00D47B97" w:rsidRDefault="008D5D87" w:rsidP="00D47B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5D87" w:rsidRPr="00D47B97" w:rsidRDefault="008D5D87" w:rsidP="00D47B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026" w:type="dxa"/>
        <w:tblInd w:w="288" w:type="dxa"/>
        <w:tblLook w:val="01E0"/>
      </w:tblPr>
      <w:tblGrid>
        <w:gridCol w:w="3931"/>
        <w:gridCol w:w="1819"/>
        <w:gridCol w:w="4276"/>
      </w:tblGrid>
      <w:tr w:rsidR="008D5D87" w:rsidRPr="00D47B97" w:rsidTr="00BD5267">
        <w:tc>
          <w:tcPr>
            <w:tcW w:w="3931" w:type="dxa"/>
          </w:tcPr>
          <w:p w:rsidR="008D5D87" w:rsidRPr="00D47B97" w:rsidRDefault="008D5D87" w:rsidP="00D47B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47B97">
              <w:rPr>
                <w:rFonts w:ascii="Times New Roman" w:hAnsi="Times New Roman"/>
                <w:b/>
                <w:sz w:val="28"/>
                <w:szCs w:val="28"/>
              </w:rPr>
              <w:t xml:space="preserve">Начальник відділу освіти </w:t>
            </w:r>
          </w:p>
        </w:tc>
        <w:tc>
          <w:tcPr>
            <w:tcW w:w="1819" w:type="dxa"/>
          </w:tcPr>
          <w:p w:rsidR="008D5D87" w:rsidRPr="00D47B97" w:rsidRDefault="008D5D87" w:rsidP="00D47B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D5D87" w:rsidRPr="00D47B97" w:rsidRDefault="008D5D87" w:rsidP="00D47B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6" w:type="dxa"/>
          </w:tcPr>
          <w:p w:rsidR="008D5D87" w:rsidRPr="00D47B97" w:rsidRDefault="008D5D87" w:rsidP="00D47B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7B97">
              <w:rPr>
                <w:rFonts w:ascii="Times New Roman" w:hAnsi="Times New Roman"/>
                <w:b/>
                <w:sz w:val="28"/>
                <w:szCs w:val="28"/>
              </w:rPr>
              <w:t xml:space="preserve">             М.В. ПРОЦЕНКО</w:t>
            </w:r>
          </w:p>
          <w:p w:rsidR="008D5D87" w:rsidRPr="00D47B97" w:rsidRDefault="008D5D87" w:rsidP="00D47B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D5D87" w:rsidRPr="00D47B97" w:rsidTr="00BD5267">
        <w:tc>
          <w:tcPr>
            <w:tcW w:w="3931" w:type="dxa"/>
          </w:tcPr>
          <w:p w:rsidR="008D5D87" w:rsidRPr="00D47B97" w:rsidRDefault="008D5D87" w:rsidP="00D47B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D5D87" w:rsidRPr="00D47B97" w:rsidRDefault="008D5D87" w:rsidP="00D47B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B97">
              <w:rPr>
                <w:rFonts w:ascii="Times New Roman" w:hAnsi="Times New Roman"/>
                <w:sz w:val="28"/>
                <w:szCs w:val="28"/>
              </w:rPr>
              <w:t>З наказом ознайомлений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5D87" w:rsidRPr="00D47B97" w:rsidRDefault="008D5D87" w:rsidP="00D47B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4276" w:type="dxa"/>
          </w:tcPr>
          <w:p w:rsidR="008D5D87" w:rsidRPr="00D47B97" w:rsidRDefault="008D5D87" w:rsidP="00D47B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D5D87" w:rsidRPr="00D47B97" w:rsidRDefault="008D5D87" w:rsidP="00D47B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B97">
              <w:rPr>
                <w:rFonts w:ascii="Times New Roman" w:hAnsi="Times New Roman"/>
                <w:sz w:val="28"/>
                <w:szCs w:val="28"/>
              </w:rPr>
              <w:t>« ___»_____________2015 року</w:t>
            </w:r>
          </w:p>
        </w:tc>
      </w:tr>
    </w:tbl>
    <w:p w:rsidR="008D5D87" w:rsidRPr="00377318" w:rsidRDefault="008D5D87" w:rsidP="000504F6">
      <w:pPr>
        <w:spacing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D5D87" w:rsidRDefault="008D5D87" w:rsidP="00377318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D5D87" w:rsidRPr="00B33A3B" w:rsidRDefault="008D5D87" w:rsidP="000504F6">
      <w:pPr>
        <w:spacing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33A3B">
        <w:rPr>
          <w:rFonts w:ascii="Times New Roman" w:hAnsi="Times New Roman"/>
          <w:b/>
          <w:sz w:val="28"/>
          <w:szCs w:val="28"/>
          <w:lang w:val="uk-UA"/>
        </w:rPr>
        <w:t xml:space="preserve">Заява про надання </w:t>
      </w:r>
      <w:r>
        <w:rPr>
          <w:rFonts w:ascii="Times New Roman" w:hAnsi="Times New Roman"/>
          <w:b/>
          <w:sz w:val="28"/>
          <w:szCs w:val="28"/>
          <w:lang w:val="uk-UA"/>
        </w:rPr>
        <w:t>щорічної додаткової відпустки за особливий характер праці</w:t>
      </w:r>
    </w:p>
    <w:p w:rsidR="008D5D87" w:rsidRDefault="008D5D87" w:rsidP="00377318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>Начальнику відділу освіти</w:t>
      </w:r>
    </w:p>
    <w:p w:rsidR="008D5D87" w:rsidRDefault="008D5D87" w:rsidP="00377318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Чугуївської міської ради </w:t>
      </w:r>
    </w:p>
    <w:p w:rsidR="008D5D87" w:rsidRDefault="008D5D87" w:rsidP="00377318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Проценко </w:t>
      </w:r>
      <w:r>
        <w:rPr>
          <w:rFonts w:ascii="Times New Roman" w:hAnsi="Times New Roman"/>
          <w:i/>
          <w:sz w:val="28"/>
          <w:szCs w:val="28"/>
          <w:lang w:val="uk-UA"/>
        </w:rPr>
        <w:t>М.В</w:t>
      </w:r>
    </w:p>
    <w:p w:rsidR="008D5D87" w:rsidRPr="000F6D3C" w:rsidRDefault="008D5D87" w:rsidP="00377318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>вчителя початкових класів</w:t>
      </w:r>
    </w:p>
    <w:p w:rsidR="008D5D87" w:rsidRPr="008B031E" w:rsidRDefault="008D5D87" w:rsidP="00377318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Чугуївської гімназії № 5 </w:t>
      </w:r>
    </w:p>
    <w:p w:rsidR="008D5D87" w:rsidRDefault="008D5D87" w:rsidP="00377318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Чугуївської міської ради </w:t>
      </w:r>
    </w:p>
    <w:p w:rsidR="008D5D87" w:rsidRDefault="008D5D87" w:rsidP="00377318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Харківської області</w:t>
      </w: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8D5D87" w:rsidRDefault="008D5D87" w:rsidP="00377318">
      <w:pPr>
        <w:spacing w:after="0" w:line="240" w:lineRule="auto"/>
        <w:ind w:left="3285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</w:t>
      </w: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Іванової Тетяни Іванівни  </w:t>
      </w:r>
    </w:p>
    <w:p w:rsidR="008D5D87" w:rsidRDefault="008D5D87" w:rsidP="00377318">
      <w:pPr>
        <w:spacing w:after="0" w:line="240" w:lineRule="auto"/>
        <w:ind w:left="3285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Default="008D5D87" w:rsidP="00377318">
      <w:pPr>
        <w:spacing w:line="240" w:lineRule="auto"/>
        <w:ind w:firstLine="708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Заява</w:t>
      </w:r>
    </w:p>
    <w:p w:rsidR="008D5D87" w:rsidRDefault="008D5D87" w:rsidP="003A6C3F">
      <w:pPr>
        <w:spacing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Прошу надати мені щорічну додаткову оплачувану відпустку за ненормований робочий день з 18.05.2015 по 27.05.2015 року тривалістю 3 календарних днів відповідно до Колективного договору Чугуївської гімназії № 5 Чугуївської міської ради п.3 Додаток 4. </w:t>
      </w:r>
    </w:p>
    <w:p w:rsidR="008D5D87" w:rsidRDefault="008D5D87" w:rsidP="000504F6">
      <w:pPr>
        <w:spacing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16.05.2015                                                                   Іванова</w:t>
      </w:r>
    </w:p>
    <w:p w:rsidR="008D5D87" w:rsidRDefault="008D5D87" w:rsidP="004B0C9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Погоджено:</w:t>
      </w:r>
    </w:p>
    <w:p w:rsidR="008D5D87" w:rsidRDefault="008D5D87" w:rsidP="004B0C9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Голова ПК</w:t>
      </w:r>
    </w:p>
    <w:p w:rsidR="008D5D87" w:rsidRDefault="008D5D87" w:rsidP="004B0C9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16.05.2015                                                                   Романенко</w:t>
      </w:r>
      <w:bookmarkStart w:id="2" w:name="_GoBack"/>
      <w:bookmarkEnd w:id="2"/>
    </w:p>
    <w:p w:rsidR="008D5D87" w:rsidRDefault="008D5D87" w:rsidP="000504F6">
      <w:pPr>
        <w:spacing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Pr="00B33A3B" w:rsidRDefault="008D5D87" w:rsidP="003A6C3F">
      <w:pPr>
        <w:spacing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Подання</w:t>
      </w:r>
      <w:r w:rsidRPr="00814D4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про надання</w:t>
      </w:r>
      <w:r w:rsidRPr="00B33A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щорічної додаткової відпустки за особливий характер праці</w:t>
      </w:r>
    </w:p>
    <w:p w:rsidR="008D5D87" w:rsidRPr="003A6C3F" w:rsidRDefault="008D5D87" w:rsidP="003A6C3F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D5D87" w:rsidRPr="00CA5AB5" w:rsidRDefault="008D5D87" w:rsidP="003A6C3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3A6C3F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CA5AB5">
        <w:rPr>
          <w:rFonts w:ascii="Times New Roman" w:hAnsi="Times New Roman"/>
          <w:sz w:val="28"/>
          <w:szCs w:val="28"/>
          <w:lang w:val="uk-UA"/>
        </w:rPr>
        <w:t>Начальнику відділу освіти</w:t>
      </w:r>
    </w:p>
    <w:p w:rsidR="008D5D87" w:rsidRPr="00CA5AB5" w:rsidRDefault="008D5D87" w:rsidP="003A6C3F">
      <w:pPr>
        <w:spacing w:after="0" w:line="240" w:lineRule="auto"/>
        <w:ind w:firstLine="5760"/>
        <w:jc w:val="both"/>
        <w:rPr>
          <w:rFonts w:ascii="Times New Roman" w:hAnsi="Times New Roman"/>
          <w:sz w:val="28"/>
          <w:szCs w:val="28"/>
          <w:lang w:val="uk-UA"/>
        </w:rPr>
      </w:pPr>
      <w:r w:rsidRPr="00CA5AB5">
        <w:rPr>
          <w:rFonts w:ascii="Times New Roman" w:hAnsi="Times New Roman"/>
          <w:sz w:val="28"/>
          <w:szCs w:val="28"/>
          <w:lang w:val="uk-UA"/>
        </w:rPr>
        <w:t xml:space="preserve">Чугуївської міської ради </w:t>
      </w:r>
    </w:p>
    <w:p w:rsidR="008D5D87" w:rsidRPr="00031A79" w:rsidRDefault="008D5D87" w:rsidP="003A6C3F">
      <w:pPr>
        <w:spacing w:after="0" w:line="240" w:lineRule="auto"/>
        <w:ind w:firstLine="576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31A79">
        <w:rPr>
          <w:rFonts w:ascii="Times New Roman" w:hAnsi="Times New Roman"/>
          <w:b/>
          <w:sz w:val="28"/>
          <w:szCs w:val="28"/>
          <w:lang w:val="uk-UA"/>
        </w:rPr>
        <w:t>ПРОЦЕНКО М.В</w:t>
      </w:r>
    </w:p>
    <w:p w:rsidR="008D5D87" w:rsidRPr="00180E7B" w:rsidRDefault="008D5D87" w:rsidP="003A6C3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D5D87" w:rsidRPr="00031A79" w:rsidRDefault="008D5D87" w:rsidP="003A6C3F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>Подання</w:t>
      </w:r>
    </w:p>
    <w:p w:rsidR="008D5D87" w:rsidRPr="00226AAD" w:rsidRDefault="008D5D87" w:rsidP="003A6C3F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 xml:space="preserve">Адміністрація </w:t>
      </w:r>
      <w:r>
        <w:rPr>
          <w:rFonts w:ascii="Times New Roman" w:hAnsi="Times New Roman"/>
          <w:sz w:val="28"/>
          <w:szCs w:val="28"/>
          <w:lang w:val="uk-UA"/>
        </w:rPr>
        <w:t>Чугуївської гімназії № 5 Чугуївської міської ради Харківської області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просить </w:t>
      </w:r>
      <w:r>
        <w:rPr>
          <w:rFonts w:ascii="Times New Roman" w:hAnsi="Times New Roman"/>
          <w:sz w:val="28"/>
          <w:szCs w:val="28"/>
          <w:lang w:val="uk-UA"/>
        </w:rPr>
        <w:t xml:space="preserve">надати </w:t>
      </w:r>
      <w:r w:rsidRPr="00031A79">
        <w:rPr>
          <w:rFonts w:ascii="Times New Roman" w:hAnsi="Times New Roman"/>
          <w:sz w:val="28"/>
          <w:szCs w:val="28"/>
          <w:lang w:val="uk-UA"/>
        </w:rPr>
        <w:t>Іванов</w:t>
      </w:r>
      <w:r>
        <w:rPr>
          <w:rFonts w:ascii="Times New Roman" w:hAnsi="Times New Roman"/>
          <w:sz w:val="28"/>
          <w:szCs w:val="28"/>
          <w:lang w:val="uk-UA"/>
        </w:rPr>
        <w:t>ій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Тетян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Іванівн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31A79">
        <w:rPr>
          <w:rFonts w:ascii="Times New Roman" w:hAnsi="Times New Roman"/>
          <w:sz w:val="28"/>
          <w:szCs w:val="28"/>
          <w:lang w:val="uk-UA"/>
        </w:rPr>
        <w:t>, вчител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початкових класів </w:t>
      </w:r>
      <w:r w:rsidRPr="001D2968">
        <w:rPr>
          <w:rFonts w:ascii="Times New Roman" w:hAnsi="Times New Roman"/>
          <w:sz w:val="28"/>
          <w:szCs w:val="28"/>
          <w:lang w:val="uk-UA"/>
        </w:rPr>
        <w:t>додаткову</w:t>
      </w:r>
      <w:r>
        <w:rPr>
          <w:rFonts w:ascii="Times New Roman" w:hAnsi="Times New Roman"/>
          <w:sz w:val="28"/>
          <w:szCs w:val="28"/>
          <w:lang w:val="uk-UA"/>
        </w:rPr>
        <w:t xml:space="preserve"> оплачувану</w:t>
      </w:r>
      <w:r w:rsidRPr="001D296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6C3F">
        <w:rPr>
          <w:rFonts w:ascii="Times New Roman" w:hAnsi="Times New Roman"/>
          <w:sz w:val="28"/>
          <w:szCs w:val="28"/>
          <w:lang w:val="uk-UA"/>
        </w:rPr>
        <w:t xml:space="preserve">відпустку за ненормований робочий день з 18.05.2015 по 27.05.2015 року тривалістю 3 календарних днів відповідно до Колективного договору Чугуївської гімназії № 5 Чугуївської міської ради п.3 Додаток 4. </w:t>
      </w:r>
    </w:p>
    <w:p w:rsidR="008D5D87" w:rsidRPr="00031A79" w:rsidRDefault="008D5D87" w:rsidP="003A6C3F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 xml:space="preserve">Додаток: </w:t>
      </w:r>
      <w:r>
        <w:rPr>
          <w:rFonts w:ascii="Times New Roman" w:hAnsi="Times New Roman"/>
          <w:sz w:val="28"/>
          <w:szCs w:val="28"/>
          <w:lang w:val="uk-UA"/>
        </w:rPr>
        <w:t xml:space="preserve">заява Іванової Т.І. від </w:t>
      </w:r>
      <w:r>
        <w:rPr>
          <w:rFonts w:ascii="Times New Roman" w:hAnsi="Times New Roman"/>
          <w:sz w:val="28"/>
          <w:lang w:val="uk-UA"/>
        </w:rPr>
        <w:t>16.05</w:t>
      </w:r>
      <w:r w:rsidRPr="00F41085">
        <w:rPr>
          <w:rFonts w:ascii="Times New Roman" w:hAnsi="Times New Roman"/>
          <w:sz w:val="28"/>
          <w:lang w:val="uk-UA"/>
        </w:rPr>
        <w:t>.2015</w:t>
      </w:r>
      <w:r>
        <w:rPr>
          <w:rFonts w:ascii="Times New Roman" w:hAnsi="Times New Roman"/>
          <w:sz w:val="28"/>
          <w:lang w:val="uk-UA"/>
        </w:rPr>
        <w:t>.</w:t>
      </w:r>
    </w:p>
    <w:p w:rsidR="008D5D87" w:rsidRPr="004C5249" w:rsidRDefault="008D5D87" w:rsidP="003A6C3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44E2B">
        <w:rPr>
          <w:rFonts w:ascii="Times New Roman" w:hAnsi="Times New Roman"/>
          <w:b/>
          <w:sz w:val="28"/>
          <w:szCs w:val="28"/>
          <w:lang w:val="uk-UA"/>
        </w:rPr>
        <w:t>Директор</w:t>
      </w:r>
      <w:r w:rsidRPr="00E44E2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Pr="00E44E2B">
        <w:rPr>
          <w:rFonts w:ascii="Times New Roman" w:hAnsi="Times New Roman"/>
          <w:b/>
          <w:sz w:val="28"/>
          <w:szCs w:val="28"/>
          <w:lang w:val="uk-UA"/>
        </w:rPr>
        <w:t>ПІБ</w:t>
      </w:r>
    </w:p>
    <w:bookmarkStart w:id="3" w:name="_MON_1493828591"/>
    <w:bookmarkEnd w:id="3"/>
    <w:p w:rsidR="008D5D87" w:rsidRPr="00BA68AE" w:rsidRDefault="008D5D87" w:rsidP="00BA68AE">
      <w:pPr>
        <w:pStyle w:val="ShapkaDocumentu"/>
        <w:spacing w:after="0"/>
        <w:ind w:left="6804" w:hanging="6804"/>
        <w:rPr>
          <w:rFonts w:ascii="Times New Roman" w:hAnsi="Times New Roman" w:cs="Times New Roman"/>
          <w:sz w:val="28"/>
          <w:szCs w:val="28"/>
        </w:rPr>
      </w:pPr>
      <w:r w:rsidRPr="00BA68AE">
        <w:rPr>
          <w:rFonts w:ascii="Times New Roman" w:hAnsi="Times New Roman" w:cs="Times New Roman"/>
          <w:sz w:val="28"/>
          <w:szCs w:val="28"/>
        </w:rPr>
        <w:object w:dxaOrig="1036" w:dyaOrig="1396">
          <v:shape id="_x0000_i1034" type="#_x0000_t75" style="width:41.25pt;height:54pt" o:ole="" filled="t">
            <v:fill color2="black"/>
            <v:imagedata r:id="rId6" o:title=""/>
          </v:shape>
          <o:OLEObject Type="Embed" ProgID="Word.Picture.8" ShapeID="_x0000_i1034" DrawAspect="Content" ObjectID="_1516103687" r:id="rId16"/>
        </w:object>
      </w:r>
    </w:p>
    <w:p w:rsidR="008D5D87" w:rsidRPr="00BA68AE" w:rsidRDefault="008D5D87" w:rsidP="00BA68AE">
      <w:pPr>
        <w:pStyle w:val="Heading2"/>
        <w:spacing w:before="0"/>
        <w:jc w:val="center"/>
        <w:rPr>
          <w:rFonts w:ascii="Times New Roman" w:hAnsi="Times New Roman"/>
          <w:i/>
          <w:color w:val="auto"/>
          <w:sz w:val="32"/>
          <w:szCs w:val="32"/>
        </w:rPr>
      </w:pPr>
      <w:r w:rsidRPr="00BA68AE">
        <w:rPr>
          <w:rFonts w:ascii="Times New Roman" w:hAnsi="Times New Roman"/>
          <w:color w:val="auto"/>
          <w:sz w:val="32"/>
          <w:szCs w:val="32"/>
        </w:rPr>
        <w:t>ЧУГУЇВСЬКА МІСЬКА РАДА ХАРКІВСЬКОЇ ОБЛАСТІ</w:t>
      </w:r>
    </w:p>
    <w:p w:rsidR="008D5D87" w:rsidRPr="00BA68AE" w:rsidRDefault="008D5D87" w:rsidP="00BA68AE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  <w:lang w:val="uk-UA"/>
        </w:rPr>
      </w:pPr>
      <w:r w:rsidRPr="00BA68AE">
        <w:rPr>
          <w:rFonts w:ascii="Times New Roman" w:hAnsi="Times New Roman"/>
          <w:b/>
          <w:sz w:val="32"/>
          <w:szCs w:val="32"/>
          <w:lang w:val="uk-UA"/>
        </w:rPr>
        <w:t>ВІДДІЛ ОСВІТИ</w:t>
      </w:r>
    </w:p>
    <w:p w:rsidR="008D5D87" w:rsidRPr="00BA68AE" w:rsidRDefault="008D5D87" w:rsidP="00BA68AE">
      <w:pPr>
        <w:pStyle w:val="ShapkaDocumentu"/>
        <w:spacing w:after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9828" w:type="dxa"/>
        <w:tblLook w:val="01E0"/>
      </w:tblPr>
      <w:tblGrid>
        <w:gridCol w:w="3199"/>
        <w:gridCol w:w="2795"/>
        <w:gridCol w:w="3834"/>
      </w:tblGrid>
      <w:tr w:rsidR="008D5D87" w:rsidRPr="00BA68AE" w:rsidTr="00E13600">
        <w:tc>
          <w:tcPr>
            <w:tcW w:w="3199" w:type="dxa"/>
          </w:tcPr>
          <w:p w:rsidR="008D5D87" w:rsidRPr="00BA68AE" w:rsidRDefault="008D5D87" w:rsidP="00BA68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795" w:type="dxa"/>
          </w:tcPr>
          <w:p w:rsidR="008D5D87" w:rsidRPr="00BA68AE" w:rsidRDefault="008D5D87" w:rsidP="00BA68AE">
            <w:pPr>
              <w:spacing w:after="0" w:line="240" w:lineRule="auto"/>
              <w:ind w:right="-207" w:hanging="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68AE">
              <w:rPr>
                <w:rFonts w:ascii="Times New Roman" w:hAnsi="Times New Roman"/>
                <w:sz w:val="28"/>
                <w:szCs w:val="28"/>
              </w:rPr>
              <w:t>Чугуїв</w:t>
            </w:r>
          </w:p>
        </w:tc>
        <w:tc>
          <w:tcPr>
            <w:tcW w:w="3834" w:type="dxa"/>
          </w:tcPr>
          <w:p w:rsidR="008D5D87" w:rsidRPr="00BA68AE" w:rsidRDefault="008D5D87" w:rsidP="00BA68AE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D5D87" w:rsidRPr="00BA68AE" w:rsidRDefault="008D5D87" w:rsidP="00BA68AE">
      <w:pPr>
        <w:spacing w:after="0" w:line="240" w:lineRule="auto"/>
        <w:rPr>
          <w:rFonts w:ascii="Times New Roman" w:hAnsi="Times New Roman"/>
        </w:rPr>
      </w:pPr>
    </w:p>
    <w:tbl>
      <w:tblPr>
        <w:tblW w:w="3600" w:type="dxa"/>
        <w:tblInd w:w="6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7"/>
        <w:gridCol w:w="1813"/>
      </w:tblGrid>
      <w:tr w:rsidR="008D5D87" w:rsidRPr="00BA68AE" w:rsidTr="00E13600">
        <w:tc>
          <w:tcPr>
            <w:tcW w:w="1787" w:type="dxa"/>
          </w:tcPr>
          <w:p w:rsidR="008D5D87" w:rsidRPr="00BA68AE" w:rsidRDefault="008D5D87" w:rsidP="00BA68A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A68AE">
              <w:rPr>
                <w:rFonts w:ascii="Times New Roman" w:hAnsi="Times New Roman"/>
                <w:sz w:val="28"/>
                <w:szCs w:val="28"/>
              </w:rPr>
              <w:t>Код ЄДРПОУ</w:t>
            </w:r>
          </w:p>
        </w:tc>
        <w:tc>
          <w:tcPr>
            <w:tcW w:w="1813" w:type="dxa"/>
          </w:tcPr>
          <w:p w:rsidR="008D5D87" w:rsidRPr="00BA68AE" w:rsidRDefault="008D5D87" w:rsidP="00BA68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A68AE">
              <w:rPr>
                <w:rFonts w:ascii="Times New Roman" w:hAnsi="Times New Roman"/>
                <w:sz w:val="28"/>
                <w:szCs w:val="28"/>
              </w:rPr>
              <w:t>22682750</w:t>
            </w:r>
          </w:p>
        </w:tc>
      </w:tr>
      <w:tr w:rsidR="008D5D87" w:rsidRPr="00BA68AE" w:rsidTr="00E13600">
        <w:tc>
          <w:tcPr>
            <w:tcW w:w="1787" w:type="dxa"/>
          </w:tcPr>
          <w:p w:rsidR="008D5D87" w:rsidRPr="00BA68AE" w:rsidRDefault="008D5D87" w:rsidP="00BA68A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A68AE">
              <w:rPr>
                <w:rFonts w:ascii="Times New Roman" w:hAnsi="Times New Roman"/>
                <w:sz w:val="28"/>
                <w:szCs w:val="28"/>
              </w:rPr>
              <w:t>Дата складання</w:t>
            </w:r>
          </w:p>
        </w:tc>
        <w:tc>
          <w:tcPr>
            <w:tcW w:w="1813" w:type="dxa"/>
          </w:tcPr>
          <w:p w:rsidR="008D5D87" w:rsidRPr="00BA68AE" w:rsidRDefault="008D5D87" w:rsidP="00DA2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  <w:r w:rsidRPr="00BA68AE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BA68AE">
              <w:rPr>
                <w:rFonts w:ascii="Times New Roman" w:hAnsi="Times New Roman"/>
                <w:sz w:val="28"/>
                <w:szCs w:val="28"/>
              </w:rPr>
              <w:t>.2015</w:t>
            </w:r>
          </w:p>
        </w:tc>
      </w:tr>
    </w:tbl>
    <w:p w:rsidR="008D5D87" w:rsidRPr="00BA68AE" w:rsidRDefault="008D5D87" w:rsidP="00BA68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68AE">
        <w:rPr>
          <w:rFonts w:ascii="Times New Roman" w:hAnsi="Times New Roman"/>
          <w:b/>
          <w:sz w:val="28"/>
          <w:szCs w:val="28"/>
        </w:rPr>
        <w:t xml:space="preserve">НАКАЗ № </w:t>
      </w:r>
      <w:r w:rsidRPr="00BA68AE">
        <w:rPr>
          <w:rFonts w:ascii="Times New Roman" w:hAnsi="Times New Roman"/>
          <w:b/>
          <w:sz w:val="28"/>
          <w:szCs w:val="28"/>
          <w:u w:val="single"/>
        </w:rPr>
        <w:t>91</w:t>
      </w:r>
      <w:r w:rsidRPr="00BA68AE">
        <w:rPr>
          <w:rFonts w:ascii="Times New Roman" w:hAnsi="Times New Roman"/>
          <w:b/>
          <w:sz w:val="28"/>
          <w:szCs w:val="28"/>
          <w:u w:val="single"/>
          <w:lang w:val="en-US"/>
        </w:rPr>
        <w:t>-</w:t>
      </w:r>
      <w:r w:rsidRPr="00BA68AE">
        <w:rPr>
          <w:rFonts w:ascii="Times New Roman" w:hAnsi="Times New Roman"/>
          <w:b/>
          <w:sz w:val="28"/>
          <w:szCs w:val="28"/>
          <w:u w:val="single"/>
        </w:rPr>
        <w:t>в</w:t>
      </w:r>
    </w:p>
    <w:p w:rsidR="008D5D87" w:rsidRPr="00BA68AE" w:rsidRDefault="008D5D87" w:rsidP="00BA68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68AE">
        <w:rPr>
          <w:rFonts w:ascii="Times New Roman" w:hAnsi="Times New Roman"/>
          <w:b/>
          <w:sz w:val="28"/>
          <w:szCs w:val="28"/>
        </w:rPr>
        <w:t>про надання відпустки</w:t>
      </w:r>
    </w:p>
    <w:tbl>
      <w:tblPr>
        <w:tblW w:w="3973" w:type="dxa"/>
        <w:tblInd w:w="5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0"/>
        <w:gridCol w:w="1813"/>
      </w:tblGrid>
      <w:tr w:rsidR="008D5D87" w:rsidRPr="00BA68AE" w:rsidTr="00E13600">
        <w:tc>
          <w:tcPr>
            <w:tcW w:w="2160" w:type="dxa"/>
          </w:tcPr>
          <w:p w:rsidR="008D5D87" w:rsidRPr="00BA68AE" w:rsidRDefault="008D5D87" w:rsidP="00BA68A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A68AE">
              <w:rPr>
                <w:rFonts w:ascii="Times New Roman" w:hAnsi="Times New Roman"/>
                <w:sz w:val="28"/>
                <w:szCs w:val="28"/>
              </w:rPr>
              <w:t>Табельний номер</w:t>
            </w:r>
          </w:p>
        </w:tc>
        <w:tc>
          <w:tcPr>
            <w:tcW w:w="1813" w:type="dxa"/>
          </w:tcPr>
          <w:p w:rsidR="008D5D87" w:rsidRPr="00BA68AE" w:rsidRDefault="008D5D87" w:rsidP="00BA68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68AE">
              <w:rPr>
                <w:rFonts w:ascii="Times New Roman" w:hAnsi="Times New Roman"/>
                <w:sz w:val="28"/>
                <w:szCs w:val="28"/>
              </w:rPr>
              <w:t>0405</w:t>
            </w:r>
          </w:p>
        </w:tc>
      </w:tr>
    </w:tbl>
    <w:p w:rsidR="008D5D87" w:rsidRPr="00BA68AE" w:rsidRDefault="008D5D87" w:rsidP="00BA68A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5D87" w:rsidRPr="00D47B97" w:rsidRDefault="008D5D87" w:rsidP="00DA20ED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ІВАНОВА Тетяна Іванівна</w:t>
      </w:r>
    </w:p>
    <w:p w:rsidR="008D5D87" w:rsidRPr="00BA68AE" w:rsidRDefault="008D5D87" w:rsidP="00BA68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A68AE">
        <w:rPr>
          <w:rFonts w:ascii="Times New Roman" w:hAnsi="Times New Roman"/>
          <w:sz w:val="24"/>
          <w:szCs w:val="24"/>
        </w:rPr>
        <w:t>(прізвище, ім’я, по батькові)</w:t>
      </w:r>
    </w:p>
    <w:p w:rsidR="008D5D87" w:rsidRPr="00D47B97" w:rsidRDefault="008D5D87" w:rsidP="00DA20ED">
      <w:pPr>
        <w:pBdr>
          <w:bottom w:val="single" w:sz="12" w:space="1" w:color="auto"/>
        </w:pBdr>
        <w:spacing w:after="0" w:line="240" w:lineRule="auto"/>
        <w:ind w:right="-55"/>
        <w:jc w:val="center"/>
        <w:rPr>
          <w:rFonts w:ascii="Times New Roman" w:hAnsi="Times New Roman"/>
          <w:sz w:val="28"/>
          <w:szCs w:val="28"/>
        </w:rPr>
      </w:pPr>
      <w:r w:rsidRPr="00D47B97">
        <w:rPr>
          <w:rFonts w:ascii="Times New Roman" w:hAnsi="Times New Roman"/>
          <w:sz w:val="28"/>
          <w:szCs w:val="28"/>
        </w:rPr>
        <w:t>Чугуївська гімназія № 5 Чугуївської міської ради Харківської області</w:t>
      </w:r>
    </w:p>
    <w:p w:rsidR="008D5D87" w:rsidRPr="00BA68AE" w:rsidRDefault="008D5D87" w:rsidP="00BA68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A68AE">
        <w:rPr>
          <w:rFonts w:ascii="Times New Roman" w:hAnsi="Times New Roman"/>
          <w:sz w:val="24"/>
          <w:szCs w:val="24"/>
        </w:rPr>
        <w:t>назва структурного підрозділу</w:t>
      </w:r>
    </w:p>
    <w:p w:rsidR="008D5D87" w:rsidRPr="00D47B97" w:rsidRDefault="008D5D87" w:rsidP="00310A4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вчитель початкових класів</w:t>
      </w:r>
    </w:p>
    <w:p w:rsidR="008D5D87" w:rsidRPr="00BA68AE" w:rsidRDefault="008D5D87" w:rsidP="00BA68AE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A68AE">
        <w:rPr>
          <w:rFonts w:ascii="Times New Roman" w:hAnsi="Times New Roman"/>
          <w:sz w:val="24"/>
          <w:szCs w:val="24"/>
        </w:rPr>
        <w:t>назва  професії ( посади)</w:t>
      </w:r>
    </w:p>
    <w:p w:rsidR="008D5D87" w:rsidRPr="00BA68AE" w:rsidRDefault="008D5D87" w:rsidP="00BA68AE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68AE">
        <w:rPr>
          <w:rFonts w:ascii="Times New Roman" w:hAnsi="Times New Roman"/>
          <w:sz w:val="28"/>
          <w:szCs w:val="28"/>
        </w:rPr>
        <w:t>щорічна додаткова відпустка за умовами праці</w:t>
      </w:r>
    </w:p>
    <w:p w:rsidR="008D5D87" w:rsidRPr="00BA68AE" w:rsidRDefault="008D5D87" w:rsidP="00BA68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A68AE">
        <w:rPr>
          <w:rFonts w:ascii="Times New Roman" w:hAnsi="Times New Roman"/>
          <w:sz w:val="24"/>
          <w:szCs w:val="24"/>
        </w:rPr>
        <w:t>вид відпустки (щорічна основна, навчальна, без збереження заробітної плати та ін.)</w:t>
      </w:r>
    </w:p>
    <w:p w:rsidR="008D5D87" w:rsidRPr="00BA68AE" w:rsidRDefault="008D5D87" w:rsidP="00BA68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68AE">
        <w:rPr>
          <w:rFonts w:ascii="Times New Roman" w:hAnsi="Times New Roman"/>
          <w:sz w:val="28"/>
          <w:szCs w:val="28"/>
        </w:rPr>
        <w:t>За 2015 рік</w:t>
      </w:r>
    </w:p>
    <w:p w:rsidR="008D5D87" w:rsidRPr="00BA68AE" w:rsidRDefault="008D5D87" w:rsidP="00BA68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68AE">
        <w:rPr>
          <w:rFonts w:ascii="Times New Roman" w:hAnsi="Times New Roman"/>
          <w:sz w:val="28"/>
          <w:szCs w:val="28"/>
        </w:rPr>
        <w:t>За період роботи з «09 жовтня 2014 року по «08 жовтня 2015 року</w:t>
      </w:r>
    </w:p>
    <w:p w:rsidR="008D5D87" w:rsidRPr="00BA68AE" w:rsidRDefault="008D5D87" w:rsidP="00BA68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68AE">
        <w:rPr>
          <w:rFonts w:ascii="Times New Roman" w:hAnsi="Times New Roman"/>
          <w:sz w:val="28"/>
          <w:szCs w:val="28"/>
        </w:rPr>
        <w:t>Період додаткової відпустки з «</w:t>
      </w:r>
      <w:r>
        <w:rPr>
          <w:rFonts w:ascii="Times New Roman" w:hAnsi="Times New Roman"/>
          <w:sz w:val="28"/>
          <w:szCs w:val="28"/>
          <w:lang w:val="uk-UA"/>
        </w:rPr>
        <w:t>18</w:t>
      </w:r>
      <w:r w:rsidRPr="00BA68AE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>трав</w:t>
      </w:r>
      <w:r w:rsidRPr="00BA68AE">
        <w:rPr>
          <w:rFonts w:ascii="Times New Roman" w:hAnsi="Times New Roman"/>
          <w:sz w:val="28"/>
          <w:szCs w:val="28"/>
        </w:rPr>
        <w:t xml:space="preserve">ня 2015 року по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>трав</w:t>
      </w:r>
      <w:r w:rsidRPr="00BA68AE">
        <w:rPr>
          <w:rFonts w:ascii="Times New Roman" w:hAnsi="Times New Roman"/>
          <w:sz w:val="28"/>
          <w:szCs w:val="28"/>
        </w:rPr>
        <w:t>ня 2015 року</w:t>
      </w:r>
    </w:p>
    <w:tbl>
      <w:tblPr>
        <w:tblW w:w="29891" w:type="dxa"/>
        <w:tblInd w:w="142" w:type="dxa"/>
        <w:tblLook w:val="0000"/>
      </w:tblPr>
      <w:tblGrid>
        <w:gridCol w:w="377"/>
        <w:gridCol w:w="138"/>
        <w:gridCol w:w="356"/>
        <w:gridCol w:w="356"/>
        <w:gridCol w:w="4976"/>
        <w:gridCol w:w="8931"/>
        <w:gridCol w:w="14757"/>
      </w:tblGrid>
      <w:tr w:rsidR="008D5D87" w:rsidRPr="00BA68AE" w:rsidTr="00E13600">
        <w:trPr>
          <w:gridAfter w:val="2"/>
          <w:wAfter w:w="23688" w:type="dxa"/>
          <w:trHeight w:val="255"/>
        </w:trPr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5D87" w:rsidRPr="00BA68AE" w:rsidRDefault="008D5D87" w:rsidP="00BA68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68AE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5D87" w:rsidRPr="00BA68AE" w:rsidRDefault="008D5D87" w:rsidP="00BA68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5D87" w:rsidRPr="00BA68AE" w:rsidRDefault="008D5D87" w:rsidP="00BA68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68A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5D87" w:rsidRPr="00BA68AE" w:rsidRDefault="008D5D87" w:rsidP="00BA68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68AE">
              <w:rPr>
                <w:rFonts w:ascii="Times New Roman" w:hAnsi="Times New Roman"/>
                <w:sz w:val="28"/>
                <w:szCs w:val="28"/>
              </w:rPr>
              <w:t>календарних дні</w:t>
            </w:r>
          </w:p>
        </w:tc>
      </w:tr>
      <w:tr w:rsidR="008D5D87" w:rsidRPr="00BA68AE" w:rsidTr="00E13600">
        <w:trPr>
          <w:trHeight w:val="240"/>
        </w:trPr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5D87" w:rsidRPr="00BA68AE" w:rsidRDefault="008D5D87" w:rsidP="00BA68AE">
            <w:pPr>
              <w:spacing w:after="0" w:line="240" w:lineRule="auto"/>
              <w:ind w:left="-91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757" w:type="dxa"/>
            <w:gridSpan w:val="5"/>
            <w:vAlign w:val="bottom"/>
          </w:tcPr>
          <w:p w:rsidR="008D5D87" w:rsidRPr="00BA68AE" w:rsidRDefault="008D5D87" w:rsidP="00BA68AE">
            <w:pPr>
              <w:spacing w:after="0" w:line="240" w:lineRule="auto"/>
              <w:ind w:left="-91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BA68AE">
              <w:rPr>
                <w:rFonts w:ascii="Times New Roman" w:hAnsi="Times New Roman"/>
                <w:sz w:val="24"/>
                <w:szCs w:val="24"/>
              </w:rPr>
              <w:t xml:space="preserve">Надання матеріальної допомоги на оздоровлення (у разі необхідності відмітити  </w:t>
            </w:r>
            <w:r w:rsidRPr="00BA68AE">
              <w:rPr>
                <w:rFonts w:ascii="Times New Roman" w:hAnsi="Times New Roman"/>
                <w:b/>
                <w:bCs/>
                <w:sz w:val="24"/>
                <w:szCs w:val="24"/>
              </w:rPr>
              <w:t>х</w:t>
            </w:r>
            <w:r w:rsidRPr="00BA68A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757" w:type="dxa"/>
            <w:vAlign w:val="bottom"/>
          </w:tcPr>
          <w:p w:rsidR="008D5D87" w:rsidRPr="00BA68AE" w:rsidRDefault="008D5D87" w:rsidP="00BA68A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A68AE">
              <w:rPr>
                <w:rFonts w:ascii="Times New Roman" w:hAnsi="Times New Roman"/>
                <w:sz w:val="26"/>
                <w:szCs w:val="26"/>
              </w:rPr>
              <w:t xml:space="preserve">Надання матеріальної допомоги на оздоровлення ( у разі необхідності відмітити  </w:t>
            </w:r>
            <w:r w:rsidRPr="00BA68AE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х </w:t>
            </w:r>
            <w:r w:rsidRPr="00BA68AE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</w:tr>
    </w:tbl>
    <w:p w:rsidR="008D5D87" w:rsidRPr="005C18B0" w:rsidRDefault="008D5D87" w:rsidP="00BA68AE">
      <w:pPr>
        <w:spacing w:after="0" w:line="240" w:lineRule="auto"/>
        <w:ind w:firstLine="708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 w:rsidRPr="005C18B0">
        <w:rPr>
          <w:rFonts w:ascii="Times New Roman" w:hAnsi="Times New Roman"/>
          <w:b/>
          <w:color w:val="FF0000"/>
          <w:sz w:val="28"/>
          <w:szCs w:val="28"/>
          <w:lang w:val="uk-UA"/>
        </w:rPr>
        <w:t>(</w:t>
      </w:r>
      <w:r w:rsidRPr="005C18B0">
        <w:rPr>
          <w:rFonts w:ascii="Times New Roman" w:hAnsi="Times New Roman"/>
          <w:b/>
          <w:color w:val="FF0000"/>
          <w:sz w:val="28"/>
          <w:szCs w:val="28"/>
        </w:rPr>
        <w:t xml:space="preserve">Покласти виконання обов’язків директора на час відпустки </w:t>
      </w:r>
      <w:r w:rsidRPr="005C18B0">
        <w:rPr>
          <w:rFonts w:ascii="Times New Roman" w:hAnsi="Times New Roman"/>
          <w:b/>
          <w:color w:val="FF0000"/>
          <w:sz w:val="28"/>
          <w:szCs w:val="28"/>
          <w:lang w:val="uk-UA"/>
        </w:rPr>
        <w:t>Гаврилюк В.В.</w:t>
      </w:r>
      <w:r w:rsidRPr="005C18B0">
        <w:rPr>
          <w:rFonts w:ascii="Times New Roman" w:hAnsi="Times New Roman"/>
          <w:b/>
          <w:color w:val="FF0000"/>
          <w:sz w:val="28"/>
          <w:szCs w:val="28"/>
        </w:rPr>
        <w:t xml:space="preserve"> з </w:t>
      </w:r>
      <w:r w:rsidRPr="005C18B0">
        <w:rPr>
          <w:rFonts w:ascii="Times New Roman" w:hAnsi="Times New Roman"/>
          <w:b/>
          <w:color w:val="FF0000"/>
          <w:sz w:val="28"/>
          <w:szCs w:val="28"/>
          <w:lang w:val="uk-UA"/>
        </w:rPr>
        <w:t>18.05</w:t>
      </w:r>
      <w:r w:rsidRPr="005C18B0">
        <w:rPr>
          <w:rFonts w:ascii="Times New Roman" w:hAnsi="Times New Roman"/>
          <w:b/>
          <w:color w:val="FF0000"/>
          <w:sz w:val="28"/>
          <w:szCs w:val="28"/>
        </w:rPr>
        <w:t xml:space="preserve">.2015 по </w:t>
      </w:r>
      <w:r w:rsidRPr="005C18B0">
        <w:rPr>
          <w:rFonts w:ascii="Times New Roman" w:hAnsi="Times New Roman"/>
          <w:b/>
          <w:color w:val="FF0000"/>
          <w:sz w:val="28"/>
          <w:szCs w:val="28"/>
          <w:lang w:val="uk-UA"/>
        </w:rPr>
        <w:t>20.05.</w:t>
      </w:r>
      <w:r w:rsidRPr="005C18B0">
        <w:rPr>
          <w:rFonts w:ascii="Times New Roman" w:hAnsi="Times New Roman"/>
          <w:b/>
          <w:color w:val="FF0000"/>
          <w:sz w:val="28"/>
          <w:szCs w:val="28"/>
        </w:rPr>
        <w:t xml:space="preserve">2015 на заступника директора з навчальної роботи цього закладу </w:t>
      </w:r>
      <w:r w:rsidRPr="005C18B0">
        <w:rPr>
          <w:rFonts w:ascii="Times New Roman" w:hAnsi="Times New Roman"/>
          <w:b/>
          <w:color w:val="FF0000"/>
          <w:sz w:val="28"/>
          <w:szCs w:val="28"/>
          <w:lang w:val="uk-UA"/>
        </w:rPr>
        <w:t xml:space="preserve">Шевченко </w:t>
      </w:r>
      <w:r w:rsidRPr="005C18B0">
        <w:rPr>
          <w:rFonts w:ascii="Times New Roman" w:hAnsi="Times New Roman"/>
          <w:b/>
          <w:color w:val="FF0000"/>
          <w:sz w:val="28"/>
          <w:szCs w:val="28"/>
        </w:rPr>
        <w:t>Н.Є.</w:t>
      </w:r>
      <w:r w:rsidRPr="005C18B0">
        <w:rPr>
          <w:rFonts w:ascii="Times New Roman" w:hAnsi="Times New Roman"/>
          <w:b/>
          <w:color w:val="FF0000"/>
          <w:sz w:val="28"/>
          <w:szCs w:val="28"/>
          <w:lang w:val="uk-UA"/>
        </w:rPr>
        <w:t>)</w:t>
      </w:r>
      <w:r>
        <w:rPr>
          <w:rFonts w:ascii="Times New Roman" w:hAnsi="Times New Roman"/>
          <w:b/>
          <w:color w:val="FF0000"/>
          <w:sz w:val="28"/>
          <w:szCs w:val="28"/>
          <w:lang w:val="uk-UA"/>
        </w:rPr>
        <w:t>- для керівників</w:t>
      </w:r>
    </w:p>
    <w:p w:rsidR="008D5D87" w:rsidRPr="00BA68AE" w:rsidRDefault="008D5D87" w:rsidP="00BA68AE">
      <w:pPr>
        <w:spacing w:after="0" w:line="240" w:lineRule="auto"/>
        <w:rPr>
          <w:rFonts w:ascii="Times New Roman" w:hAnsi="Times New Roman"/>
        </w:rPr>
      </w:pPr>
    </w:p>
    <w:p w:rsidR="008D5D87" w:rsidRPr="002C5BAC" w:rsidRDefault="008D5D87" w:rsidP="00BA68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68AE">
        <w:rPr>
          <w:rFonts w:ascii="Times New Roman" w:hAnsi="Times New Roman"/>
          <w:b/>
          <w:sz w:val="28"/>
          <w:szCs w:val="28"/>
        </w:rPr>
        <w:t>Підстава:</w:t>
      </w:r>
      <w:r w:rsidRPr="00BA68AE">
        <w:rPr>
          <w:rFonts w:ascii="Times New Roman" w:hAnsi="Times New Roman"/>
          <w:sz w:val="28"/>
          <w:szCs w:val="28"/>
        </w:rPr>
        <w:t xml:space="preserve"> заява </w:t>
      </w:r>
      <w:r>
        <w:rPr>
          <w:rFonts w:ascii="Times New Roman" w:hAnsi="Times New Roman"/>
          <w:sz w:val="28"/>
          <w:szCs w:val="28"/>
          <w:lang w:val="uk-UA"/>
        </w:rPr>
        <w:t>Іванової Т.І.</w:t>
      </w:r>
      <w:r>
        <w:rPr>
          <w:rFonts w:ascii="Times New Roman" w:hAnsi="Times New Roman"/>
          <w:sz w:val="28"/>
          <w:szCs w:val="28"/>
        </w:rPr>
        <w:t xml:space="preserve"> від </w:t>
      </w:r>
      <w:r>
        <w:rPr>
          <w:rFonts w:ascii="Times New Roman" w:hAnsi="Times New Roman"/>
          <w:sz w:val="28"/>
          <w:szCs w:val="28"/>
          <w:lang w:val="uk-UA"/>
        </w:rPr>
        <w:t>16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BA68AE">
        <w:rPr>
          <w:rFonts w:ascii="Times New Roman" w:hAnsi="Times New Roman"/>
          <w:sz w:val="28"/>
          <w:szCs w:val="28"/>
        </w:rPr>
        <w:t xml:space="preserve">.2015, </w:t>
      </w:r>
      <w:r>
        <w:rPr>
          <w:rFonts w:ascii="Times New Roman" w:hAnsi="Times New Roman"/>
          <w:sz w:val="28"/>
          <w:szCs w:val="28"/>
          <w:lang w:val="uk-UA"/>
        </w:rPr>
        <w:t xml:space="preserve">подання директора Чугуївської гімназії № 5 Чугуївської міської ради Харківської області від 16.05.2015 № 324, </w:t>
      </w:r>
      <w:r w:rsidRPr="00BA68AE">
        <w:rPr>
          <w:rFonts w:ascii="Times New Roman" w:hAnsi="Times New Roman"/>
          <w:sz w:val="28"/>
          <w:szCs w:val="28"/>
        </w:rPr>
        <w:t>ст. 8 Закону України «Про відпустки</w:t>
      </w:r>
      <w:r w:rsidRPr="002C5BAC">
        <w:rPr>
          <w:rFonts w:ascii="Times New Roman" w:hAnsi="Times New Roman"/>
          <w:sz w:val="28"/>
          <w:szCs w:val="28"/>
        </w:rPr>
        <w:t>», п.</w:t>
      </w:r>
      <w:r w:rsidRPr="002C5BAC">
        <w:rPr>
          <w:rFonts w:ascii="Times New Roman" w:hAnsi="Times New Roman"/>
          <w:sz w:val="28"/>
          <w:szCs w:val="28"/>
          <w:lang w:val="uk-UA"/>
        </w:rPr>
        <w:t>3 Додаток 4</w:t>
      </w:r>
      <w:r w:rsidRPr="002C5BAC">
        <w:rPr>
          <w:rFonts w:ascii="Times New Roman" w:hAnsi="Times New Roman"/>
          <w:sz w:val="28"/>
          <w:szCs w:val="28"/>
        </w:rPr>
        <w:t xml:space="preserve"> Розділу Колективного договору Чугуївсько</w:t>
      </w:r>
      <w:r w:rsidRPr="002C5BAC">
        <w:rPr>
          <w:rFonts w:ascii="Times New Roman" w:hAnsi="Times New Roman"/>
          <w:sz w:val="28"/>
          <w:szCs w:val="28"/>
          <w:lang w:val="uk-UA"/>
        </w:rPr>
        <w:t>ї</w:t>
      </w:r>
      <w:r w:rsidRPr="002C5BAC">
        <w:rPr>
          <w:rFonts w:ascii="Times New Roman" w:hAnsi="Times New Roman"/>
          <w:sz w:val="28"/>
          <w:szCs w:val="28"/>
        </w:rPr>
        <w:t xml:space="preserve"> </w:t>
      </w:r>
      <w:r w:rsidRPr="002C5BAC">
        <w:rPr>
          <w:rFonts w:ascii="Times New Roman" w:hAnsi="Times New Roman"/>
          <w:sz w:val="28"/>
          <w:szCs w:val="28"/>
          <w:lang w:val="uk-UA"/>
        </w:rPr>
        <w:t>гімназії</w:t>
      </w:r>
      <w:r w:rsidRPr="002C5BAC">
        <w:rPr>
          <w:rFonts w:ascii="Times New Roman" w:hAnsi="Times New Roman"/>
          <w:sz w:val="28"/>
          <w:szCs w:val="28"/>
        </w:rPr>
        <w:t xml:space="preserve"> №</w:t>
      </w:r>
      <w:r w:rsidRPr="002C5BAC">
        <w:rPr>
          <w:rFonts w:ascii="Times New Roman" w:hAnsi="Times New Roman"/>
          <w:sz w:val="28"/>
          <w:szCs w:val="28"/>
          <w:lang w:val="uk-UA"/>
        </w:rPr>
        <w:t>5</w:t>
      </w:r>
      <w:r w:rsidRPr="002C5BAC">
        <w:rPr>
          <w:rFonts w:ascii="Times New Roman" w:hAnsi="Times New Roman"/>
          <w:sz w:val="28"/>
          <w:szCs w:val="28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0026" w:type="dxa"/>
        <w:tblInd w:w="288" w:type="dxa"/>
        <w:tblLook w:val="01E0"/>
      </w:tblPr>
      <w:tblGrid>
        <w:gridCol w:w="3081"/>
        <w:gridCol w:w="1620"/>
        <w:gridCol w:w="5325"/>
      </w:tblGrid>
      <w:tr w:rsidR="008D5D87" w:rsidRPr="00BA68AE" w:rsidTr="00E13600">
        <w:tc>
          <w:tcPr>
            <w:tcW w:w="3081" w:type="dxa"/>
          </w:tcPr>
          <w:p w:rsidR="008D5D87" w:rsidRPr="002C5BAC" w:rsidRDefault="008D5D87" w:rsidP="00BA68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C5BAC">
              <w:rPr>
                <w:rFonts w:ascii="Times New Roman" w:hAnsi="Times New Roman"/>
                <w:b/>
                <w:sz w:val="28"/>
                <w:szCs w:val="28"/>
              </w:rPr>
              <w:t xml:space="preserve">Начальник відділу освіти </w:t>
            </w:r>
          </w:p>
        </w:tc>
        <w:tc>
          <w:tcPr>
            <w:tcW w:w="1620" w:type="dxa"/>
          </w:tcPr>
          <w:p w:rsidR="008D5D87" w:rsidRPr="002C5BAC" w:rsidRDefault="008D5D87" w:rsidP="00BA68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D5D87" w:rsidRPr="002C5BAC" w:rsidRDefault="008D5D87" w:rsidP="00BA68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25" w:type="dxa"/>
          </w:tcPr>
          <w:p w:rsidR="008D5D87" w:rsidRPr="00BA68AE" w:rsidRDefault="008D5D87" w:rsidP="00BA68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5BAC">
              <w:rPr>
                <w:rFonts w:ascii="Times New Roman" w:hAnsi="Times New Roman"/>
                <w:b/>
                <w:sz w:val="28"/>
                <w:szCs w:val="28"/>
              </w:rPr>
              <w:t xml:space="preserve">               М.В. ПРОЦЕНКО</w:t>
            </w:r>
          </w:p>
        </w:tc>
      </w:tr>
      <w:tr w:rsidR="008D5D87" w:rsidRPr="00BA68AE" w:rsidTr="00E13600">
        <w:tc>
          <w:tcPr>
            <w:tcW w:w="3081" w:type="dxa"/>
          </w:tcPr>
          <w:p w:rsidR="008D5D87" w:rsidRPr="00BA68AE" w:rsidRDefault="008D5D87" w:rsidP="00BA68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D5D87" w:rsidRPr="00BA68AE" w:rsidRDefault="008D5D87" w:rsidP="00BA68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68AE">
              <w:rPr>
                <w:rFonts w:ascii="Times New Roman" w:hAnsi="Times New Roman"/>
                <w:sz w:val="28"/>
                <w:szCs w:val="28"/>
              </w:rPr>
              <w:t>З наказом ознайомлена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5D87" w:rsidRPr="00BA68AE" w:rsidRDefault="008D5D87" w:rsidP="00BA68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5325" w:type="dxa"/>
          </w:tcPr>
          <w:p w:rsidR="008D5D87" w:rsidRPr="00BA68AE" w:rsidRDefault="008D5D87" w:rsidP="00BA68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D5D87" w:rsidRPr="00BA68AE" w:rsidRDefault="008D5D87" w:rsidP="00BA68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68AE">
              <w:rPr>
                <w:rFonts w:ascii="Times New Roman" w:hAnsi="Times New Roman"/>
                <w:sz w:val="28"/>
                <w:szCs w:val="28"/>
              </w:rPr>
              <w:t>« ___»_____________________2015 року</w:t>
            </w:r>
          </w:p>
        </w:tc>
      </w:tr>
    </w:tbl>
    <w:p w:rsidR="008D5D87" w:rsidRPr="00BA68AE" w:rsidRDefault="008D5D87" w:rsidP="00BA68AE">
      <w:pPr>
        <w:spacing w:after="0" w:line="240" w:lineRule="auto"/>
        <w:rPr>
          <w:rFonts w:ascii="Times New Roman" w:hAnsi="Times New Roman"/>
        </w:rPr>
      </w:pPr>
    </w:p>
    <w:p w:rsidR="008D5D87" w:rsidRPr="00D95EBC" w:rsidRDefault="008D5D87" w:rsidP="00D95EBC">
      <w:pPr>
        <w:spacing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Pr="005D3EDE" w:rsidRDefault="008D5D87" w:rsidP="000504F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3EDE">
        <w:rPr>
          <w:rFonts w:ascii="Times New Roman" w:hAnsi="Times New Roman"/>
          <w:b/>
          <w:sz w:val="28"/>
          <w:szCs w:val="28"/>
        </w:rPr>
        <w:t>Заяви про надання відпусток</w:t>
      </w:r>
    </w:p>
    <w:p w:rsidR="008D5D87" w:rsidRDefault="008D5D87" w:rsidP="00D95EBC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>Начальнику відділу освіти</w:t>
      </w:r>
    </w:p>
    <w:p w:rsidR="008D5D87" w:rsidRDefault="008D5D87" w:rsidP="00D95EBC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Чугуївської міської ради </w:t>
      </w:r>
    </w:p>
    <w:p w:rsidR="008D5D87" w:rsidRDefault="008D5D87" w:rsidP="00D95EBC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Проценко </w:t>
      </w:r>
      <w:r>
        <w:rPr>
          <w:rFonts w:ascii="Times New Roman" w:hAnsi="Times New Roman"/>
          <w:i/>
          <w:sz w:val="28"/>
          <w:szCs w:val="28"/>
          <w:lang w:val="uk-UA"/>
        </w:rPr>
        <w:t>М.В</w:t>
      </w:r>
    </w:p>
    <w:p w:rsidR="008D5D87" w:rsidRPr="000F6D3C" w:rsidRDefault="008D5D87" w:rsidP="00D95EBC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>вчителя початкових класів</w:t>
      </w:r>
    </w:p>
    <w:p w:rsidR="008D5D87" w:rsidRPr="008B031E" w:rsidRDefault="008D5D87" w:rsidP="00D95EBC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Чугуївської гімназії № 5 </w:t>
      </w:r>
    </w:p>
    <w:p w:rsidR="008D5D87" w:rsidRDefault="008D5D87" w:rsidP="00D95EBC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Чугуївської міської ради </w:t>
      </w:r>
    </w:p>
    <w:p w:rsidR="008D5D87" w:rsidRDefault="008D5D87" w:rsidP="00D95EBC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Харківської області</w:t>
      </w: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8D5D87" w:rsidRDefault="008D5D87" w:rsidP="00D95EBC">
      <w:pPr>
        <w:spacing w:after="0" w:line="240" w:lineRule="auto"/>
        <w:ind w:left="3285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</w:t>
      </w: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Іванової Тетяни Іванівни  </w:t>
      </w:r>
    </w:p>
    <w:p w:rsidR="008D5D87" w:rsidRPr="00B41A8D" w:rsidRDefault="008D5D87" w:rsidP="00D52BCA">
      <w:pPr>
        <w:tabs>
          <w:tab w:val="left" w:pos="8113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8D5D87" w:rsidRPr="00093E40" w:rsidRDefault="008D5D87" w:rsidP="000504F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093E40">
        <w:rPr>
          <w:rFonts w:ascii="Times New Roman" w:hAnsi="Times New Roman"/>
          <w:i/>
          <w:sz w:val="28"/>
          <w:szCs w:val="28"/>
          <w:lang w:val="uk-UA"/>
        </w:rPr>
        <w:t>Заява</w:t>
      </w:r>
    </w:p>
    <w:p w:rsidR="008D5D87" w:rsidRPr="00093E40" w:rsidRDefault="008D5D87" w:rsidP="000504F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Pr="00093E40" w:rsidRDefault="008D5D87" w:rsidP="000504F6">
      <w:pPr>
        <w:spacing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093E40">
        <w:rPr>
          <w:rFonts w:ascii="Times New Roman" w:hAnsi="Times New Roman"/>
          <w:i/>
          <w:sz w:val="28"/>
          <w:szCs w:val="28"/>
          <w:lang w:val="uk-UA"/>
        </w:rPr>
        <w:t>Прошу Вас надати мені основну щорічну відпустку (частину основної щорічної відпустки) тривалістю 56</w:t>
      </w:r>
      <w:r w:rsidRPr="00093E40">
        <w:rPr>
          <w:rFonts w:ascii="Times New Roman" w:hAnsi="Times New Roman"/>
          <w:i/>
          <w:sz w:val="28"/>
          <w:szCs w:val="28"/>
        </w:rPr>
        <w:t xml:space="preserve"> календарних дні</w:t>
      </w:r>
      <w:r w:rsidRPr="00093E40">
        <w:rPr>
          <w:rFonts w:ascii="Times New Roman" w:hAnsi="Times New Roman"/>
          <w:i/>
          <w:sz w:val="28"/>
          <w:szCs w:val="28"/>
          <w:lang w:val="uk-UA"/>
        </w:rPr>
        <w:t>в з 15.06.201</w:t>
      </w:r>
      <w:r>
        <w:rPr>
          <w:rFonts w:ascii="Times New Roman" w:hAnsi="Times New Roman"/>
          <w:i/>
          <w:sz w:val="28"/>
          <w:szCs w:val="28"/>
          <w:lang w:val="uk-UA"/>
        </w:rPr>
        <w:t>5</w:t>
      </w:r>
      <w:r w:rsidRPr="00093E40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093E40">
        <w:rPr>
          <w:rFonts w:ascii="Times New Roman" w:hAnsi="Times New Roman"/>
          <w:i/>
          <w:sz w:val="28"/>
          <w:szCs w:val="28"/>
        </w:rPr>
        <w:t>року з виплатою матеріальної допомоги на оздоровлення (</w:t>
      </w:r>
      <w:r w:rsidRPr="0050778B">
        <w:rPr>
          <w:rFonts w:ascii="Times New Roman" w:hAnsi="Times New Roman"/>
          <w:i/>
          <w:color w:val="FF0000"/>
          <w:sz w:val="28"/>
          <w:szCs w:val="28"/>
        </w:rPr>
        <w:t>надається у випадку, якщо тривалість відпустки не менше 14 календарних днів</w:t>
      </w:r>
      <w:r w:rsidRPr="00093E40">
        <w:rPr>
          <w:rFonts w:ascii="Times New Roman" w:hAnsi="Times New Roman"/>
          <w:i/>
          <w:sz w:val="28"/>
          <w:szCs w:val="28"/>
        </w:rPr>
        <w:t>).</w:t>
      </w:r>
    </w:p>
    <w:p w:rsidR="008D5D87" w:rsidRPr="00093E40" w:rsidRDefault="008D5D87" w:rsidP="000504F6">
      <w:pPr>
        <w:spacing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93E40">
        <w:rPr>
          <w:rFonts w:ascii="Times New Roman" w:hAnsi="Times New Roman"/>
          <w:i/>
          <w:sz w:val="28"/>
          <w:szCs w:val="28"/>
          <w:lang w:val="uk-UA"/>
        </w:rPr>
        <w:t>Виконання обов'язків директора на час моєї відсутності прошу покласти на Груздєву Наталію Андріївну, заступника директора з навчально-виховної роботи.</w:t>
      </w:r>
    </w:p>
    <w:p w:rsidR="008D5D87" w:rsidRPr="00093E40" w:rsidRDefault="008D5D87" w:rsidP="000504F6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01.06.2015</w:t>
      </w:r>
      <w:r w:rsidRPr="00093E40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                </w:t>
      </w:r>
      <w:r w:rsidRPr="00093E40">
        <w:rPr>
          <w:rFonts w:ascii="Times New Roman" w:hAnsi="Times New Roman"/>
          <w:i/>
          <w:sz w:val="28"/>
          <w:szCs w:val="28"/>
          <w:lang w:val="uk-UA"/>
        </w:rPr>
        <w:t>Іванова</w:t>
      </w:r>
    </w:p>
    <w:p w:rsidR="008D5D87" w:rsidRPr="00CB1B6E" w:rsidRDefault="008D5D87" w:rsidP="00CB1B6E">
      <w:pPr>
        <w:spacing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Подання</w:t>
      </w:r>
      <w:r w:rsidRPr="00814D4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Pr="005D3EDE">
        <w:rPr>
          <w:rFonts w:ascii="Times New Roman" w:hAnsi="Times New Roman"/>
          <w:b/>
          <w:sz w:val="28"/>
          <w:szCs w:val="28"/>
        </w:rPr>
        <w:t>надання відпусток</w:t>
      </w:r>
    </w:p>
    <w:p w:rsidR="008D5D87" w:rsidRPr="00CA5AB5" w:rsidRDefault="008D5D87" w:rsidP="00CB1B6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3A6C3F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CA5AB5">
        <w:rPr>
          <w:rFonts w:ascii="Times New Roman" w:hAnsi="Times New Roman"/>
          <w:sz w:val="28"/>
          <w:szCs w:val="28"/>
          <w:lang w:val="uk-UA"/>
        </w:rPr>
        <w:t>Начальнику відділу освіти</w:t>
      </w:r>
    </w:p>
    <w:p w:rsidR="008D5D87" w:rsidRPr="00CA5AB5" w:rsidRDefault="008D5D87" w:rsidP="00CB1B6E">
      <w:pPr>
        <w:spacing w:after="0" w:line="240" w:lineRule="auto"/>
        <w:ind w:firstLine="5760"/>
        <w:jc w:val="both"/>
        <w:rPr>
          <w:rFonts w:ascii="Times New Roman" w:hAnsi="Times New Roman"/>
          <w:sz w:val="28"/>
          <w:szCs w:val="28"/>
          <w:lang w:val="uk-UA"/>
        </w:rPr>
      </w:pPr>
      <w:r w:rsidRPr="00CA5AB5">
        <w:rPr>
          <w:rFonts w:ascii="Times New Roman" w:hAnsi="Times New Roman"/>
          <w:sz w:val="28"/>
          <w:szCs w:val="28"/>
          <w:lang w:val="uk-UA"/>
        </w:rPr>
        <w:t xml:space="preserve">Чугуївської міської ради </w:t>
      </w:r>
    </w:p>
    <w:p w:rsidR="008D5D87" w:rsidRPr="00031A79" w:rsidRDefault="008D5D87" w:rsidP="00CB1B6E">
      <w:pPr>
        <w:spacing w:after="0" w:line="240" w:lineRule="auto"/>
        <w:ind w:firstLine="576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31A79">
        <w:rPr>
          <w:rFonts w:ascii="Times New Roman" w:hAnsi="Times New Roman"/>
          <w:b/>
          <w:sz w:val="28"/>
          <w:szCs w:val="28"/>
          <w:lang w:val="uk-UA"/>
        </w:rPr>
        <w:t>ПРОЦЕНКО М.В</w:t>
      </w:r>
    </w:p>
    <w:p w:rsidR="008D5D87" w:rsidRPr="00180E7B" w:rsidRDefault="008D5D87" w:rsidP="00CB1B6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D5D87" w:rsidRPr="00031A79" w:rsidRDefault="008D5D87" w:rsidP="00CB1B6E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>Подання</w:t>
      </w:r>
    </w:p>
    <w:p w:rsidR="008D5D87" w:rsidRDefault="008D5D87" w:rsidP="00CB1B6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 xml:space="preserve">Адміністрація </w:t>
      </w:r>
      <w:r>
        <w:rPr>
          <w:rFonts w:ascii="Times New Roman" w:hAnsi="Times New Roman"/>
          <w:sz w:val="28"/>
          <w:szCs w:val="28"/>
          <w:lang w:val="uk-UA"/>
        </w:rPr>
        <w:t>Чугуївської гімназії № 5 Чугуївської міської ради Харківської області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просить </w:t>
      </w:r>
      <w:r>
        <w:rPr>
          <w:rFonts w:ascii="Times New Roman" w:hAnsi="Times New Roman"/>
          <w:sz w:val="28"/>
          <w:szCs w:val="28"/>
          <w:lang w:val="uk-UA"/>
        </w:rPr>
        <w:t xml:space="preserve">надати </w:t>
      </w:r>
      <w:r w:rsidRPr="00031A79">
        <w:rPr>
          <w:rFonts w:ascii="Times New Roman" w:hAnsi="Times New Roman"/>
          <w:sz w:val="28"/>
          <w:szCs w:val="28"/>
          <w:lang w:val="uk-UA"/>
        </w:rPr>
        <w:t>Іванов</w:t>
      </w:r>
      <w:r>
        <w:rPr>
          <w:rFonts w:ascii="Times New Roman" w:hAnsi="Times New Roman"/>
          <w:sz w:val="28"/>
          <w:szCs w:val="28"/>
          <w:lang w:val="uk-UA"/>
        </w:rPr>
        <w:t>ій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Тетян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Іванівн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31A79">
        <w:rPr>
          <w:rFonts w:ascii="Times New Roman" w:hAnsi="Times New Roman"/>
          <w:sz w:val="28"/>
          <w:szCs w:val="28"/>
          <w:lang w:val="uk-UA"/>
        </w:rPr>
        <w:t>, вчител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початкових </w:t>
      </w:r>
      <w:r w:rsidRPr="00CB1B6E">
        <w:rPr>
          <w:rFonts w:ascii="Times New Roman" w:hAnsi="Times New Roman"/>
          <w:sz w:val="28"/>
          <w:szCs w:val="28"/>
          <w:lang w:val="uk-UA"/>
        </w:rPr>
        <w:t>класів основну щорічну відпустку (частину основної щорічної відпустки) тривалістю 56</w:t>
      </w:r>
      <w:r w:rsidRPr="00CB1B6E">
        <w:rPr>
          <w:rFonts w:ascii="Times New Roman" w:hAnsi="Times New Roman"/>
          <w:sz w:val="28"/>
          <w:szCs w:val="28"/>
        </w:rPr>
        <w:t xml:space="preserve"> календарних дні</w:t>
      </w:r>
      <w:r w:rsidRPr="00CB1B6E">
        <w:rPr>
          <w:rFonts w:ascii="Times New Roman" w:hAnsi="Times New Roman"/>
          <w:sz w:val="28"/>
          <w:szCs w:val="28"/>
          <w:lang w:val="uk-UA"/>
        </w:rPr>
        <w:t xml:space="preserve">в з 15.06.2015 </w:t>
      </w:r>
      <w:r w:rsidRPr="00CB1B6E">
        <w:rPr>
          <w:rFonts w:ascii="Times New Roman" w:hAnsi="Times New Roman"/>
          <w:sz w:val="28"/>
          <w:szCs w:val="28"/>
        </w:rPr>
        <w:t>року з виплатою матеріальної допомоги на оздоровлення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D5D87" w:rsidRPr="00CB1B6E" w:rsidRDefault="008D5D87" w:rsidP="00CB1B6E">
      <w:pPr>
        <w:spacing w:line="240" w:lineRule="auto"/>
        <w:ind w:firstLine="708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 w:rsidRPr="00CB1B6E">
        <w:rPr>
          <w:rFonts w:ascii="Times New Roman" w:hAnsi="Times New Roman"/>
          <w:b/>
          <w:color w:val="FF0000"/>
          <w:sz w:val="28"/>
          <w:szCs w:val="28"/>
          <w:lang w:val="uk-UA"/>
        </w:rPr>
        <w:t>Виконання обов'язків директора на час моєї відсутності прошу покласти на Груздєву Наталію Андріївну, заступника директора з навчально-виховної роботи.</w:t>
      </w:r>
    </w:p>
    <w:p w:rsidR="008D5D87" w:rsidRPr="00031A79" w:rsidRDefault="008D5D87" w:rsidP="00CB1B6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 xml:space="preserve">Додаток: </w:t>
      </w:r>
      <w:r>
        <w:rPr>
          <w:rFonts w:ascii="Times New Roman" w:hAnsi="Times New Roman"/>
          <w:sz w:val="28"/>
          <w:szCs w:val="28"/>
          <w:lang w:val="uk-UA"/>
        </w:rPr>
        <w:t xml:space="preserve">заява Іванової Т.І. від </w:t>
      </w:r>
      <w:r>
        <w:rPr>
          <w:rFonts w:ascii="Times New Roman" w:hAnsi="Times New Roman"/>
          <w:sz w:val="28"/>
          <w:lang w:val="uk-UA"/>
        </w:rPr>
        <w:t>01.06</w:t>
      </w:r>
      <w:r w:rsidRPr="00F41085">
        <w:rPr>
          <w:rFonts w:ascii="Times New Roman" w:hAnsi="Times New Roman"/>
          <w:sz w:val="28"/>
          <w:lang w:val="uk-UA"/>
        </w:rPr>
        <w:t>.2015</w:t>
      </w:r>
      <w:r>
        <w:rPr>
          <w:rFonts w:ascii="Times New Roman" w:hAnsi="Times New Roman"/>
          <w:sz w:val="28"/>
          <w:lang w:val="uk-UA"/>
        </w:rPr>
        <w:t>.</w:t>
      </w:r>
    </w:p>
    <w:p w:rsidR="008D5D87" w:rsidRPr="004C5249" w:rsidRDefault="008D5D87" w:rsidP="00CB1B6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44E2B">
        <w:rPr>
          <w:rFonts w:ascii="Times New Roman" w:hAnsi="Times New Roman"/>
          <w:b/>
          <w:sz w:val="28"/>
          <w:szCs w:val="28"/>
          <w:lang w:val="uk-UA"/>
        </w:rPr>
        <w:t>Директор</w:t>
      </w:r>
      <w:r w:rsidRPr="00E44E2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Pr="00E44E2B">
        <w:rPr>
          <w:rFonts w:ascii="Times New Roman" w:hAnsi="Times New Roman"/>
          <w:b/>
          <w:sz w:val="28"/>
          <w:szCs w:val="28"/>
          <w:lang w:val="uk-UA"/>
        </w:rPr>
        <w:t>ПІБ</w:t>
      </w:r>
    </w:p>
    <w:p w:rsidR="008D5D87" w:rsidRDefault="008D5D87" w:rsidP="00C8495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D87" w:rsidRPr="007B6AC7" w:rsidRDefault="008D5D87" w:rsidP="007B6AC7">
      <w:pPr>
        <w:pStyle w:val="ShapkaDocumentu"/>
        <w:spacing w:after="0"/>
        <w:ind w:left="6804" w:hanging="6804"/>
        <w:rPr>
          <w:rFonts w:ascii="Times New Roman" w:hAnsi="Times New Roman" w:cs="Times New Roman"/>
          <w:color w:val="000000"/>
          <w:sz w:val="28"/>
          <w:szCs w:val="28"/>
        </w:rPr>
      </w:pPr>
      <w:r w:rsidRPr="007B6AC7">
        <w:rPr>
          <w:rFonts w:ascii="Times New Roman" w:hAnsi="Times New Roman" w:cs="Times New Roman"/>
          <w:color w:val="000000"/>
          <w:sz w:val="28"/>
          <w:szCs w:val="28"/>
        </w:rPr>
        <w:object w:dxaOrig="1036" w:dyaOrig="1396">
          <v:shape id="_x0000_i1035" type="#_x0000_t75" style="width:42pt;height:55.5pt" o:ole="" o:preferrelative="f" filled="t">
            <v:fill color2="black"/>
            <v:imagedata r:id="rId6" o:title=""/>
          </v:shape>
          <o:OLEObject Type="Embed" ProgID="Word.Picture.8" ShapeID="_x0000_i1035" DrawAspect="Content" ObjectID="_1516103688" r:id="rId17"/>
        </w:object>
      </w:r>
    </w:p>
    <w:p w:rsidR="008D5D87" w:rsidRPr="007B6AC7" w:rsidRDefault="008D5D87" w:rsidP="007B6AC7">
      <w:pPr>
        <w:pStyle w:val="Heading2"/>
        <w:spacing w:before="0"/>
        <w:jc w:val="center"/>
        <w:rPr>
          <w:rFonts w:ascii="Times New Roman" w:hAnsi="Times New Roman"/>
          <w:i/>
          <w:color w:val="000000"/>
          <w:sz w:val="32"/>
          <w:szCs w:val="32"/>
        </w:rPr>
      </w:pPr>
      <w:r w:rsidRPr="007B6AC7">
        <w:rPr>
          <w:rFonts w:ascii="Times New Roman" w:hAnsi="Times New Roman"/>
          <w:color w:val="000000"/>
          <w:sz w:val="32"/>
          <w:szCs w:val="32"/>
        </w:rPr>
        <w:t>ЧУГУЇВСЬКА МІСЬКА РАДА ХАРКІВСЬКОЇ  ОБЛАСТІ</w:t>
      </w:r>
    </w:p>
    <w:p w:rsidR="008D5D87" w:rsidRPr="007B6AC7" w:rsidRDefault="008D5D87" w:rsidP="007B6AC7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32"/>
          <w:szCs w:val="32"/>
          <w:lang w:val="uk-UA"/>
        </w:rPr>
      </w:pPr>
      <w:r w:rsidRPr="007B6AC7">
        <w:rPr>
          <w:rFonts w:ascii="Times New Roman" w:hAnsi="Times New Roman"/>
          <w:b/>
          <w:color w:val="000000"/>
          <w:sz w:val="32"/>
          <w:szCs w:val="32"/>
          <w:lang w:val="uk-UA"/>
        </w:rPr>
        <w:t xml:space="preserve"> ВІДДІЛ ОСВІТИ</w:t>
      </w:r>
    </w:p>
    <w:p w:rsidR="008D5D87" w:rsidRPr="007B6AC7" w:rsidRDefault="008D5D87" w:rsidP="007B6AC7">
      <w:pPr>
        <w:spacing w:after="0" w:line="240" w:lineRule="auto"/>
        <w:jc w:val="center"/>
        <w:rPr>
          <w:rFonts w:ascii="Times New Roman" w:hAnsi="Times New Roman"/>
        </w:rPr>
      </w:pPr>
      <w:r w:rsidRPr="007B6AC7">
        <w:rPr>
          <w:rFonts w:ascii="Times New Roman" w:hAnsi="Times New Roman"/>
          <w:b/>
          <w:sz w:val="32"/>
          <w:szCs w:val="32"/>
        </w:rPr>
        <w:t>НАКАЗ</w:t>
      </w:r>
    </w:p>
    <w:tbl>
      <w:tblPr>
        <w:tblW w:w="9828" w:type="dxa"/>
        <w:tblLook w:val="01E0"/>
      </w:tblPr>
      <w:tblGrid>
        <w:gridCol w:w="3199"/>
        <w:gridCol w:w="2795"/>
        <w:gridCol w:w="54"/>
        <w:gridCol w:w="1787"/>
        <w:gridCol w:w="1813"/>
        <w:gridCol w:w="180"/>
      </w:tblGrid>
      <w:tr w:rsidR="008D5D87" w:rsidRPr="007B6AC7" w:rsidTr="00E13600">
        <w:tc>
          <w:tcPr>
            <w:tcW w:w="3199" w:type="dxa"/>
          </w:tcPr>
          <w:p w:rsidR="008D5D87" w:rsidRPr="007B6AC7" w:rsidRDefault="008D5D87" w:rsidP="007B6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6AC7"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</w:p>
        </w:tc>
        <w:tc>
          <w:tcPr>
            <w:tcW w:w="2795" w:type="dxa"/>
          </w:tcPr>
          <w:p w:rsidR="008D5D87" w:rsidRPr="007B6AC7" w:rsidRDefault="008D5D87" w:rsidP="007B6AC7">
            <w:pPr>
              <w:spacing w:after="0" w:line="240" w:lineRule="auto"/>
              <w:ind w:right="-207" w:hanging="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AC7">
              <w:rPr>
                <w:rFonts w:ascii="Times New Roman" w:hAnsi="Times New Roman"/>
                <w:sz w:val="28"/>
                <w:szCs w:val="28"/>
              </w:rPr>
              <w:t>Чугуїв</w:t>
            </w:r>
          </w:p>
        </w:tc>
        <w:tc>
          <w:tcPr>
            <w:tcW w:w="3834" w:type="dxa"/>
            <w:gridSpan w:val="4"/>
          </w:tcPr>
          <w:p w:rsidR="008D5D87" w:rsidRPr="007B6AC7" w:rsidRDefault="008D5D87" w:rsidP="007B6AC7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5D87" w:rsidRPr="007B6AC7" w:rsidTr="00E13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3"/>
          <w:gridAfter w:val="1"/>
          <w:wBefore w:w="6048" w:type="dxa"/>
          <w:wAfter w:w="180" w:type="dxa"/>
        </w:trPr>
        <w:tc>
          <w:tcPr>
            <w:tcW w:w="1787" w:type="dxa"/>
          </w:tcPr>
          <w:p w:rsidR="008D5D87" w:rsidRPr="007B6AC7" w:rsidRDefault="008D5D87" w:rsidP="007B6AC7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7B6AC7">
              <w:rPr>
                <w:rFonts w:ascii="Times New Roman" w:hAnsi="Times New Roman"/>
                <w:sz w:val="28"/>
                <w:szCs w:val="28"/>
              </w:rPr>
              <w:t>Код ЄДРПОУ</w:t>
            </w:r>
          </w:p>
        </w:tc>
        <w:tc>
          <w:tcPr>
            <w:tcW w:w="1813" w:type="dxa"/>
          </w:tcPr>
          <w:p w:rsidR="008D5D87" w:rsidRPr="007B6AC7" w:rsidRDefault="008D5D87" w:rsidP="007B6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B6AC7">
              <w:rPr>
                <w:rFonts w:ascii="Times New Roman" w:hAnsi="Times New Roman"/>
                <w:sz w:val="28"/>
                <w:szCs w:val="28"/>
              </w:rPr>
              <w:t>22682750</w:t>
            </w:r>
          </w:p>
        </w:tc>
      </w:tr>
      <w:tr w:rsidR="008D5D87" w:rsidRPr="007B6AC7" w:rsidTr="00E13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3"/>
          <w:gridAfter w:val="1"/>
          <w:wBefore w:w="6048" w:type="dxa"/>
          <w:wAfter w:w="180" w:type="dxa"/>
        </w:trPr>
        <w:tc>
          <w:tcPr>
            <w:tcW w:w="1787" w:type="dxa"/>
          </w:tcPr>
          <w:p w:rsidR="008D5D87" w:rsidRPr="007B6AC7" w:rsidRDefault="008D5D87" w:rsidP="007B6AC7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7B6AC7">
              <w:rPr>
                <w:rFonts w:ascii="Times New Roman" w:hAnsi="Times New Roman"/>
                <w:sz w:val="28"/>
                <w:szCs w:val="28"/>
              </w:rPr>
              <w:t>Дата складання</w:t>
            </w:r>
          </w:p>
        </w:tc>
        <w:tc>
          <w:tcPr>
            <w:tcW w:w="1813" w:type="dxa"/>
          </w:tcPr>
          <w:p w:rsidR="008D5D87" w:rsidRPr="007B6AC7" w:rsidRDefault="008D5D87" w:rsidP="007B6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01</w:t>
            </w:r>
            <w:r w:rsidRPr="007B6AC7">
              <w:rPr>
                <w:rFonts w:ascii="Times New Roman" w:hAnsi="Times New Roman"/>
                <w:sz w:val="28"/>
                <w:szCs w:val="28"/>
              </w:rPr>
              <w:t>.06.2015</w:t>
            </w:r>
          </w:p>
        </w:tc>
      </w:tr>
    </w:tbl>
    <w:p w:rsidR="008D5D87" w:rsidRPr="007B6AC7" w:rsidRDefault="008D5D87" w:rsidP="007B6A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5D87" w:rsidRPr="007B6AC7" w:rsidRDefault="008D5D87" w:rsidP="007B6A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6AC7">
        <w:rPr>
          <w:rFonts w:ascii="Times New Roman" w:hAnsi="Times New Roman"/>
          <w:b/>
          <w:sz w:val="28"/>
          <w:szCs w:val="28"/>
        </w:rPr>
        <w:t xml:space="preserve">НАКАЗ № </w:t>
      </w:r>
      <w:r w:rsidRPr="007B6AC7">
        <w:rPr>
          <w:rFonts w:ascii="Times New Roman" w:hAnsi="Times New Roman"/>
          <w:b/>
          <w:sz w:val="28"/>
          <w:szCs w:val="28"/>
          <w:u w:val="single"/>
        </w:rPr>
        <w:t>54-в</w:t>
      </w:r>
    </w:p>
    <w:p w:rsidR="008D5D87" w:rsidRPr="007B6AC7" w:rsidRDefault="008D5D87" w:rsidP="007B6A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6AC7">
        <w:rPr>
          <w:rFonts w:ascii="Times New Roman" w:hAnsi="Times New Roman"/>
          <w:b/>
          <w:sz w:val="28"/>
          <w:szCs w:val="28"/>
        </w:rPr>
        <w:t>про надання відпустки</w:t>
      </w:r>
    </w:p>
    <w:p w:rsidR="008D5D87" w:rsidRPr="007B6AC7" w:rsidRDefault="008D5D87" w:rsidP="007B6A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3973" w:type="dxa"/>
        <w:tblInd w:w="5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0"/>
        <w:gridCol w:w="1813"/>
      </w:tblGrid>
      <w:tr w:rsidR="008D5D87" w:rsidRPr="007B6AC7" w:rsidTr="00E13600">
        <w:tc>
          <w:tcPr>
            <w:tcW w:w="2160" w:type="dxa"/>
          </w:tcPr>
          <w:p w:rsidR="008D5D87" w:rsidRPr="007B6AC7" w:rsidRDefault="008D5D87" w:rsidP="007B6AC7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7B6AC7">
              <w:rPr>
                <w:rFonts w:ascii="Times New Roman" w:hAnsi="Times New Roman"/>
                <w:sz w:val="28"/>
                <w:szCs w:val="28"/>
              </w:rPr>
              <w:t>Табельний номер</w:t>
            </w:r>
          </w:p>
        </w:tc>
        <w:tc>
          <w:tcPr>
            <w:tcW w:w="1813" w:type="dxa"/>
          </w:tcPr>
          <w:p w:rsidR="008D5D87" w:rsidRPr="007B6AC7" w:rsidRDefault="008D5D87" w:rsidP="007B6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AC7">
              <w:rPr>
                <w:rFonts w:ascii="Times New Roman" w:hAnsi="Times New Roman"/>
                <w:sz w:val="28"/>
                <w:szCs w:val="28"/>
              </w:rPr>
              <w:t>0500</w:t>
            </w:r>
          </w:p>
        </w:tc>
      </w:tr>
    </w:tbl>
    <w:p w:rsidR="008D5D87" w:rsidRPr="007B6AC7" w:rsidRDefault="008D5D87" w:rsidP="007B6AC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5D87" w:rsidRPr="00D47B97" w:rsidRDefault="008D5D87" w:rsidP="00DB78F8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ІВАНОВА Тетяна Іванівна</w:t>
      </w:r>
    </w:p>
    <w:p w:rsidR="008D5D87" w:rsidRPr="007B6AC7" w:rsidRDefault="008D5D87" w:rsidP="007B6A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B6AC7">
        <w:rPr>
          <w:rFonts w:ascii="Times New Roman" w:hAnsi="Times New Roman"/>
          <w:sz w:val="24"/>
          <w:szCs w:val="24"/>
        </w:rPr>
        <w:t xml:space="preserve"> (прізвище, ім’я, по батькові)</w:t>
      </w:r>
    </w:p>
    <w:p w:rsidR="008D5D87" w:rsidRPr="007B6AC7" w:rsidRDefault="008D5D87" w:rsidP="00DB78F8">
      <w:pPr>
        <w:pBdr>
          <w:bottom w:val="single" w:sz="12" w:space="1" w:color="auto"/>
        </w:pBdr>
        <w:spacing w:after="0" w:line="240" w:lineRule="auto"/>
        <w:ind w:right="-55"/>
        <w:jc w:val="center"/>
        <w:rPr>
          <w:rFonts w:ascii="Times New Roman" w:hAnsi="Times New Roman"/>
          <w:sz w:val="28"/>
          <w:szCs w:val="28"/>
        </w:rPr>
      </w:pPr>
      <w:r w:rsidRPr="007B6AC7">
        <w:rPr>
          <w:rFonts w:ascii="Times New Roman" w:hAnsi="Times New Roman"/>
          <w:sz w:val="28"/>
          <w:szCs w:val="28"/>
        </w:rPr>
        <w:t>Чугуївська гімназія № 5 Чугуївської міської ради Харківської області</w:t>
      </w:r>
    </w:p>
    <w:p w:rsidR="008D5D87" w:rsidRPr="007B6AC7" w:rsidRDefault="008D5D87" w:rsidP="007B6A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B6AC7">
        <w:rPr>
          <w:rFonts w:ascii="Times New Roman" w:hAnsi="Times New Roman"/>
          <w:sz w:val="24"/>
          <w:szCs w:val="24"/>
        </w:rPr>
        <w:t>назва структурного підрозділу</w:t>
      </w:r>
    </w:p>
    <w:p w:rsidR="008D5D87" w:rsidRPr="00D47B97" w:rsidRDefault="008D5D87" w:rsidP="00DB78F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вчитель початкових класів</w:t>
      </w:r>
    </w:p>
    <w:p w:rsidR="008D5D87" w:rsidRPr="007B6AC7" w:rsidRDefault="008D5D87" w:rsidP="007B6AC7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B6AC7">
        <w:rPr>
          <w:rFonts w:ascii="Times New Roman" w:hAnsi="Times New Roman"/>
          <w:sz w:val="24"/>
          <w:szCs w:val="24"/>
        </w:rPr>
        <w:t>назва  професії ( посади)</w:t>
      </w:r>
    </w:p>
    <w:p w:rsidR="008D5D87" w:rsidRPr="00DB78F8" w:rsidRDefault="008D5D87" w:rsidP="007B6AC7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B6AC7">
        <w:rPr>
          <w:rFonts w:ascii="Times New Roman" w:hAnsi="Times New Roman"/>
          <w:sz w:val="28"/>
          <w:szCs w:val="28"/>
        </w:rPr>
        <w:t xml:space="preserve">щорічна основна відпустка </w:t>
      </w:r>
      <w:r>
        <w:rPr>
          <w:rFonts w:ascii="Times New Roman" w:hAnsi="Times New Roman"/>
          <w:sz w:val="28"/>
          <w:szCs w:val="28"/>
          <w:lang w:val="uk-UA"/>
        </w:rPr>
        <w:t xml:space="preserve"> (часта щорічної основної відпустки)</w:t>
      </w:r>
    </w:p>
    <w:p w:rsidR="008D5D87" w:rsidRPr="007B6AC7" w:rsidRDefault="008D5D87" w:rsidP="007B6A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B6AC7">
        <w:rPr>
          <w:rFonts w:ascii="Times New Roman" w:hAnsi="Times New Roman"/>
          <w:sz w:val="24"/>
          <w:szCs w:val="24"/>
        </w:rPr>
        <w:t>вид відпустки (щорічна основна, навчальна, без збереження заробітної плати та ін.)</w:t>
      </w:r>
    </w:p>
    <w:p w:rsidR="008D5D87" w:rsidRPr="007B6AC7" w:rsidRDefault="008D5D87" w:rsidP="007B6A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6AC7">
        <w:rPr>
          <w:rFonts w:ascii="Times New Roman" w:hAnsi="Times New Roman"/>
          <w:sz w:val="28"/>
          <w:szCs w:val="28"/>
        </w:rPr>
        <w:t>За 2015 рік</w:t>
      </w:r>
    </w:p>
    <w:p w:rsidR="008D5D87" w:rsidRPr="007B6AC7" w:rsidRDefault="008D5D87" w:rsidP="007B6A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6AC7">
        <w:rPr>
          <w:rFonts w:ascii="Times New Roman" w:hAnsi="Times New Roman"/>
          <w:sz w:val="28"/>
          <w:szCs w:val="28"/>
        </w:rPr>
        <w:t>За період роботи з «25» серпня  2014 року по «24» серпня 2015 року</w:t>
      </w:r>
    </w:p>
    <w:p w:rsidR="008D5D87" w:rsidRPr="007B6AC7" w:rsidRDefault="008D5D87" w:rsidP="007B6A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6AC7">
        <w:rPr>
          <w:rFonts w:ascii="Times New Roman" w:hAnsi="Times New Roman"/>
          <w:sz w:val="28"/>
          <w:szCs w:val="28"/>
        </w:rPr>
        <w:t>Період відпустки з «</w:t>
      </w:r>
      <w:r>
        <w:rPr>
          <w:rFonts w:ascii="Times New Roman" w:hAnsi="Times New Roman"/>
          <w:sz w:val="28"/>
          <w:szCs w:val="28"/>
          <w:lang w:val="uk-UA"/>
        </w:rPr>
        <w:t>15</w:t>
      </w:r>
      <w:r w:rsidRPr="007B6AC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>червня</w:t>
      </w:r>
      <w:r w:rsidRPr="007B6AC7">
        <w:rPr>
          <w:rFonts w:ascii="Times New Roman" w:hAnsi="Times New Roman"/>
          <w:sz w:val="28"/>
          <w:szCs w:val="28"/>
        </w:rPr>
        <w:t>ня 2015 року  по  «</w:t>
      </w:r>
      <w:r>
        <w:rPr>
          <w:rFonts w:ascii="Times New Roman" w:hAnsi="Times New Roman"/>
          <w:sz w:val="28"/>
          <w:szCs w:val="28"/>
          <w:lang w:val="uk-UA"/>
        </w:rPr>
        <w:t>08</w:t>
      </w:r>
      <w:r w:rsidRPr="007B6AC7">
        <w:rPr>
          <w:rFonts w:ascii="Times New Roman" w:hAnsi="Times New Roman"/>
          <w:sz w:val="28"/>
          <w:szCs w:val="28"/>
        </w:rPr>
        <w:t>» серпня 2015 року</w:t>
      </w:r>
    </w:p>
    <w:tbl>
      <w:tblPr>
        <w:tblW w:w="15134" w:type="dxa"/>
        <w:tblInd w:w="142" w:type="dxa"/>
        <w:tblLook w:val="0000"/>
      </w:tblPr>
      <w:tblGrid>
        <w:gridCol w:w="377"/>
        <w:gridCol w:w="138"/>
        <w:gridCol w:w="356"/>
        <w:gridCol w:w="356"/>
        <w:gridCol w:w="7953"/>
        <w:gridCol w:w="5954"/>
      </w:tblGrid>
      <w:tr w:rsidR="008D5D87" w:rsidRPr="007B6AC7" w:rsidTr="00E13600">
        <w:trPr>
          <w:gridAfter w:val="1"/>
          <w:wAfter w:w="5954" w:type="dxa"/>
          <w:trHeight w:val="255"/>
        </w:trPr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5D87" w:rsidRPr="007B6AC7" w:rsidRDefault="008D5D87" w:rsidP="007B6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6AC7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5D87" w:rsidRPr="007B6AC7" w:rsidRDefault="008D5D87" w:rsidP="007B6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6AC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5D87" w:rsidRPr="007B6AC7" w:rsidRDefault="008D5D87" w:rsidP="007B6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6AC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5D87" w:rsidRPr="007B6AC7" w:rsidRDefault="008D5D87" w:rsidP="007B6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6AC7">
              <w:rPr>
                <w:rFonts w:ascii="Times New Roman" w:hAnsi="Times New Roman"/>
                <w:sz w:val="28"/>
                <w:szCs w:val="28"/>
              </w:rPr>
              <w:t xml:space="preserve">календарних дні </w:t>
            </w:r>
            <w:r w:rsidRPr="00CA710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( святкові дні: 24.08.2015)</w:t>
            </w:r>
          </w:p>
        </w:tc>
      </w:tr>
      <w:tr w:rsidR="008D5D87" w:rsidRPr="007B6AC7" w:rsidTr="00E13600">
        <w:trPr>
          <w:trHeight w:val="240"/>
        </w:trPr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5D87" w:rsidRPr="007B6AC7" w:rsidRDefault="008D5D87" w:rsidP="007B6AC7">
            <w:pPr>
              <w:spacing w:after="0" w:line="240" w:lineRule="auto"/>
              <w:ind w:left="-91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6AC7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  <w:tc>
          <w:tcPr>
            <w:tcW w:w="14757" w:type="dxa"/>
            <w:gridSpan w:val="5"/>
            <w:noWrap/>
            <w:vAlign w:val="bottom"/>
          </w:tcPr>
          <w:p w:rsidR="008D5D87" w:rsidRPr="007B6AC7" w:rsidRDefault="008D5D87" w:rsidP="007B6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6AC7">
              <w:rPr>
                <w:rFonts w:ascii="Times New Roman" w:hAnsi="Times New Roman"/>
                <w:sz w:val="24"/>
                <w:szCs w:val="24"/>
              </w:rPr>
              <w:t xml:space="preserve">Надання матеріальної допомоги на оздоровлення ( у разі необхідності відмітити  </w:t>
            </w:r>
            <w:r w:rsidRPr="007B6A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 </w:t>
            </w:r>
            <w:r w:rsidRPr="007B6AC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8D5D87" w:rsidRPr="005C18B0" w:rsidRDefault="008D5D87" w:rsidP="00CA710C">
      <w:pPr>
        <w:spacing w:after="0" w:line="240" w:lineRule="auto"/>
        <w:ind w:firstLine="708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 w:rsidRPr="005C18B0">
        <w:rPr>
          <w:rFonts w:ascii="Times New Roman" w:hAnsi="Times New Roman"/>
          <w:b/>
          <w:color w:val="FF0000"/>
          <w:sz w:val="28"/>
          <w:szCs w:val="28"/>
          <w:lang w:val="uk-UA"/>
        </w:rPr>
        <w:t>(</w:t>
      </w:r>
      <w:r w:rsidRPr="005C18B0">
        <w:rPr>
          <w:rFonts w:ascii="Times New Roman" w:hAnsi="Times New Roman"/>
          <w:b/>
          <w:color w:val="FF0000"/>
          <w:sz w:val="28"/>
          <w:szCs w:val="28"/>
        </w:rPr>
        <w:t xml:space="preserve">Покласти виконання обов’язків директора на час відпустки </w:t>
      </w:r>
      <w:r w:rsidRPr="005C18B0">
        <w:rPr>
          <w:rFonts w:ascii="Times New Roman" w:hAnsi="Times New Roman"/>
          <w:b/>
          <w:color w:val="FF0000"/>
          <w:sz w:val="28"/>
          <w:szCs w:val="28"/>
          <w:lang w:val="uk-UA"/>
        </w:rPr>
        <w:t>Гаврилюк В.В.</w:t>
      </w:r>
      <w:r w:rsidRPr="005C18B0">
        <w:rPr>
          <w:rFonts w:ascii="Times New Roman" w:hAnsi="Times New Roman"/>
          <w:b/>
          <w:color w:val="FF0000"/>
          <w:sz w:val="28"/>
          <w:szCs w:val="28"/>
        </w:rPr>
        <w:t xml:space="preserve"> з </w:t>
      </w:r>
      <w:r w:rsidRPr="005C18B0">
        <w:rPr>
          <w:rFonts w:ascii="Times New Roman" w:hAnsi="Times New Roman"/>
          <w:b/>
          <w:color w:val="FF0000"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color w:val="FF0000"/>
          <w:sz w:val="28"/>
          <w:szCs w:val="28"/>
          <w:lang w:val="uk-UA"/>
        </w:rPr>
        <w:t>5</w:t>
      </w:r>
      <w:r w:rsidRPr="005C18B0">
        <w:rPr>
          <w:rFonts w:ascii="Times New Roman" w:hAnsi="Times New Roman"/>
          <w:b/>
          <w:color w:val="FF0000"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color w:val="FF0000"/>
          <w:sz w:val="28"/>
          <w:szCs w:val="28"/>
          <w:lang w:val="uk-UA"/>
        </w:rPr>
        <w:t>06</w:t>
      </w:r>
      <w:r w:rsidRPr="005C18B0">
        <w:rPr>
          <w:rFonts w:ascii="Times New Roman" w:hAnsi="Times New Roman"/>
          <w:b/>
          <w:color w:val="FF0000"/>
          <w:sz w:val="28"/>
          <w:szCs w:val="28"/>
        </w:rPr>
        <w:t xml:space="preserve">.2015 по </w:t>
      </w:r>
      <w:r>
        <w:rPr>
          <w:rFonts w:ascii="Times New Roman" w:hAnsi="Times New Roman"/>
          <w:b/>
          <w:color w:val="FF0000"/>
          <w:sz w:val="28"/>
          <w:szCs w:val="28"/>
          <w:lang w:val="uk-UA"/>
        </w:rPr>
        <w:t>08.08</w:t>
      </w:r>
      <w:r w:rsidRPr="005C18B0">
        <w:rPr>
          <w:rFonts w:ascii="Times New Roman" w:hAnsi="Times New Roman"/>
          <w:b/>
          <w:color w:val="FF0000"/>
          <w:sz w:val="28"/>
          <w:szCs w:val="28"/>
          <w:lang w:val="uk-UA"/>
        </w:rPr>
        <w:t>.</w:t>
      </w:r>
      <w:r w:rsidRPr="005C18B0">
        <w:rPr>
          <w:rFonts w:ascii="Times New Roman" w:hAnsi="Times New Roman"/>
          <w:b/>
          <w:color w:val="FF0000"/>
          <w:sz w:val="28"/>
          <w:szCs w:val="28"/>
        </w:rPr>
        <w:t xml:space="preserve">2015 на заступника директора з навчальної роботи цього закладу </w:t>
      </w:r>
      <w:r w:rsidRPr="005C18B0">
        <w:rPr>
          <w:rFonts w:ascii="Times New Roman" w:hAnsi="Times New Roman"/>
          <w:b/>
          <w:color w:val="FF0000"/>
          <w:sz w:val="28"/>
          <w:szCs w:val="28"/>
          <w:lang w:val="uk-UA"/>
        </w:rPr>
        <w:t xml:space="preserve">Шевченко </w:t>
      </w:r>
      <w:r w:rsidRPr="005C18B0">
        <w:rPr>
          <w:rFonts w:ascii="Times New Roman" w:hAnsi="Times New Roman"/>
          <w:b/>
          <w:color w:val="FF0000"/>
          <w:sz w:val="28"/>
          <w:szCs w:val="28"/>
        </w:rPr>
        <w:t>Н.Є.</w:t>
      </w:r>
      <w:r w:rsidRPr="005C18B0">
        <w:rPr>
          <w:rFonts w:ascii="Times New Roman" w:hAnsi="Times New Roman"/>
          <w:b/>
          <w:color w:val="FF0000"/>
          <w:sz w:val="28"/>
          <w:szCs w:val="28"/>
          <w:lang w:val="uk-UA"/>
        </w:rPr>
        <w:t>)</w:t>
      </w:r>
      <w:r>
        <w:rPr>
          <w:rFonts w:ascii="Times New Roman" w:hAnsi="Times New Roman"/>
          <w:b/>
          <w:color w:val="FF0000"/>
          <w:sz w:val="28"/>
          <w:szCs w:val="28"/>
          <w:lang w:val="uk-UA"/>
        </w:rPr>
        <w:t>- для керівників</w:t>
      </w:r>
    </w:p>
    <w:p w:rsidR="008D5D87" w:rsidRPr="00447C6E" w:rsidRDefault="008D5D87" w:rsidP="007B6AC7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 w:rsidRPr="0095673F">
        <w:rPr>
          <w:rFonts w:ascii="Times New Roman" w:hAnsi="Times New Roman"/>
          <w:b/>
          <w:sz w:val="28"/>
          <w:szCs w:val="28"/>
          <w:lang w:val="uk-UA"/>
        </w:rPr>
        <w:t>Підстава:</w:t>
      </w:r>
      <w:r w:rsidRPr="0095673F">
        <w:rPr>
          <w:rFonts w:ascii="Times New Roman" w:hAnsi="Times New Roman"/>
          <w:sz w:val="28"/>
          <w:szCs w:val="28"/>
          <w:lang w:val="uk-UA"/>
        </w:rPr>
        <w:t xml:space="preserve"> заява </w:t>
      </w:r>
      <w:r>
        <w:rPr>
          <w:rFonts w:ascii="Times New Roman" w:hAnsi="Times New Roman"/>
          <w:sz w:val="28"/>
          <w:szCs w:val="28"/>
          <w:lang w:val="uk-UA"/>
        </w:rPr>
        <w:t>Іванової Т.І. від 01.06</w:t>
      </w:r>
      <w:r w:rsidRPr="0095673F">
        <w:rPr>
          <w:rFonts w:ascii="Times New Roman" w:hAnsi="Times New Roman"/>
          <w:sz w:val="28"/>
          <w:szCs w:val="28"/>
          <w:lang w:val="uk-UA"/>
        </w:rPr>
        <w:t xml:space="preserve">.2015, </w:t>
      </w:r>
      <w:r>
        <w:rPr>
          <w:rFonts w:ascii="Times New Roman" w:hAnsi="Times New Roman"/>
          <w:sz w:val="28"/>
          <w:szCs w:val="28"/>
          <w:lang w:val="uk-UA"/>
        </w:rPr>
        <w:t xml:space="preserve">подання директора Чугуївської гімназії № 5  Чугуївської міської ради Харківської області від 01.06.2015 № 235, </w:t>
      </w:r>
      <w:r w:rsidRPr="0095673F">
        <w:rPr>
          <w:rFonts w:ascii="Times New Roman" w:hAnsi="Times New Roman"/>
          <w:sz w:val="28"/>
          <w:szCs w:val="28"/>
          <w:lang w:val="uk-UA"/>
        </w:rPr>
        <w:t>ст. 6 Закону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5673F">
        <w:rPr>
          <w:rFonts w:ascii="Times New Roman" w:hAnsi="Times New Roman"/>
          <w:sz w:val="28"/>
          <w:szCs w:val="28"/>
          <w:lang w:val="uk-UA"/>
        </w:rPr>
        <w:t xml:space="preserve">«Про відпустки»,  </w:t>
      </w:r>
      <w:r w:rsidRPr="009F719C">
        <w:rPr>
          <w:rFonts w:ascii="Times New Roman" w:hAnsi="Times New Roman"/>
          <w:b/>
          <w:color w:val="FF0000"/>
          <w:sz w:val="28"/>
          <w:szCs w:val="28"/>
          <w:lang w:val="uk-UA"/>
        </w:rPr>
        <w:t xml:space="preserve">ст. 73 Кодексу законів про працю </w:t>
      </w:r>
      <w:r w:rsidRPr="009F719C">
        <w:rPr>
          <w:rFonts w:ascii="Times New Roman" w:hAnsi="Times New Roman"/>
          <w:b/>
          <w:color w:val="FF0000"/>
          <w:sz w:val="28"/>
          <w:szCs w:val="28"/>
        </w:rPr>
        <w:t xml:space="preserve">України.      </w:t>
      </w:r>
    </w:p>
    <w:p w:rsidR="008D5D87" w:rsidRPr="00447C6E" w:rsidRDefault="008D5D87" w:rsidP="007B6A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tbl>
      <w:tblPr>
        <w:tblW w:w="10026" w:type="dxa"/>
        <w:tblInd w:w="288" w:type="dxa"/>
        <w:tblLook w:val="01E0"/>
      </w:tblPr>
      <w:tblGrid>
        <w:gridCol w:w="3222"/>
        <w:gridCol w:w="1479"/>
        <w:gridCol w:w="5325"/>
      </w:tblGrid>
      <w:tr w:rsidR="008D5D87" w:rsidRPr="007B6AC7" w:rsidTr="00E13600">
        <w:tc>
          <w:tcPr>
            <w:tcW w:w="3222" w:type="dxa"/>
          </w:tcPr>
          <w:p w:rsidR="008D5D87" w:rsidRPr="007B6AC7" w:rsidRDefault="008D5D87" w:rsidP="007B6A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B6AC7">
              <w:rPr>
                <w:rFonts w:ascii="Times New Roman" w:hAnsi="Times New Roman"/>
                <w:b/>
                <w:sz w:val="28"/>
                <w:szCs w:val="28"/>
              </w:rPr>
              <w:t xml:space="preserve">Начальник відділу освіти </w:t>
            </w:r>
          </w:p>
        </w:tc>
        <w:tc>
          <w:tcPr>
            <w:tcW w:w="1479" w:type="dxa"/>
          </w:tcPr>
          <w:p w:rsidR="008D5D87" w:rsidRPr="007B6AC7" w:rsidRDefault="008D5D87" w:rsidP="007B6A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D5D87" w:rsidRPr="007B6AC7" w:rsidRDefault="008D5D87" w:rsidP="007B6A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25" w:type="dxa"/>
          </w:tcPr>
          <w:p w:rsidR="008D5D87" w:rsidRPr="007B6AC7" w:rsidRDefault="008D5D87" w:rsidP="007B6A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6AC7">
              <w:rPr>
                <w:rFonts w:ascii="Times New Roman" w:hAnsi="Times New Roman"/>
                <w:b/>
                <w:sz w:val="28"/>
                <w:szCs w:val="28"/>
              </w:rPr>
              <w:t>М.В. ПРОЦЕНКО</w:t>
            </w:r>
          </w:p>
          <w:p w:rsidR="008D5D87" w:rsidRPr="007B6AC7" w:rsidRDefault="008D5D87" w:rsidP="007B6A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D5D87" w:rsidRPr="007B6AC7" w:rsidTr="00E13600">
        <w:tc>
          <w:tcPr>
            <w:tcW w:w="3222" w:type="dxa"/>
          </w:tcPr>
          <w:p w:rsidR="008D5D87" w:rsidRPr="007B6AC7" w:rsidRDefault="008D5D87" w:rsidP="007B6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D5D87" w:rsidRPr="007B6AC7" w:rsidRDefault="008D5D87" w:rsidP="007B6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6AC7">
              <w:rPr>
                <w:rFonts w:ascii="Times New Roman" w:hAnsi="Times New Roman"/>
                <w:sz w:val="28"/>
                <w:szCs w:val="28"/>
              </w:rPr>
              <w:t>З наказом ознайомлена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5D87" w:rsidRPr="007B6AC7" w:rsidRDefault="008D5D87" w:rsidP="007B6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5325" w:type="dxa"/>
          </w:tcPr>
          <w:p w:rsidR="008D5D87" w:rsidRPr="007B6AC7" w:rsidRDefault="008D5D87" w:rsidP="007B6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D5D87" w:rsidRPr="007B6AC7" w:rsidRDefault="008D5D87" w:rsidP="007B6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6AC7">
              <w:rPr>
                <w:rFonts w:ascii="Times New Roman" w:hAnsi="Times New Roman"/>
                <w:sz w:val="28"/>
                <w:szCs w:val="28"/>
              </w:rPr>
              <w:t>« ___»__________________2015 року</w:t>
            </w:r>
          </w:p>
        </w:tc>
      </w:tr>
    </w:tbl>
    <w:p w:rsidR="008D5D87" w:rsidRDefault="008D5D87" w:rsidP="00D52BC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52BCA">
        <w:rPr>
          <w:rFonts w:ascii="Times New Roman" w:hAnsi="Times New Roman"/>
          <w:b/>
          <w:sz w:val="28"/>
          <w:szCs w:val="28"/>
          <w:lang w:val="uk-UA"/>
        </w:rPr>
        <w:t>Заява про відкликання з відпустки</w:t>
      </w:r>
    </w:p>
    <w:p w:rsidR="008D5D87" w:rsidRDefault="008D5D87" w:rsidP="00D52BCA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>Начальнику відділу освіти</w:t>
      </w:r>
    </w:p>
    <w:p w:rsidR="008D5D87" w:rsidRDefault="008D5D87" w:rsidP="00D52BCA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Чугуївської міської ради </w:t>
      </w:r>
    </w:p>
    <w:p w:rsidR="008D5D87" w:rsidRDefault="008D5D87" w:rsidP="00D52BCA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Проценко </w:t>
      </w:r>
      <w:r>
        <w:rPr>
          <w:rFonts w:ascii="Times New Roman" w:hAnsi="Times New Roman"/>
          <w:i/>
          <w:sz w:val="28"/>
          <w:szCs w:val="28"/>
          <w:lang w:val="uk-UA"/>
        </w:rPr>
        <w:t>М.В</w:t>
      </w:r>
    </w:p>
    <w:p w:rsidR="008D5D87" w:rsidRPr="000F6D3C" w:rsidRDefault="008D5D87" w:rsidP="00D52BCA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>вчителя початкових класів</w:t>
      </w:r>
    </w:p>
    <w:p w:rsidR="008D5D87" w:rsidRPr="008B031E" w:rsidRDefault="008D5D87" w:rsidP="00D52BCA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Чугуївської гімназії № 5 </w:t>
      </w:r>
    </w:p>
    <w:p w:rsidR="008D5D87" w:rsidRDefault="008D5D87" w:rsidP="00D52BCA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Чугуївської міської ради </w:t>
      </w:r>
    </w:p>
    <w:p w:rsidR="008D5D87" w:rsidRDefault="008D5D87" w:rsidP="00D52BCA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Харківської області</w:t>
      </w: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8D5D87" w:rsidRDefault="008D5D87" w:rsidP="00D52BCA">
      <w:pPr>
        <w:spacing w:after="0" w:line="240" w:lineRule="auto"/>
        <w:ind w:left="3285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</w:t>
      </w: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Іванової Тетяни Іванівни  </w:t>
      </w:r>
    </w:p>
    <w:p w:rsidR="008D5D87" w:rsidRPr="00B41A8D" w:rsidRDefault="008D5D87" w:rsidP="00D52BCA">
      <w:pPr>
        <w:tabs>
          <w:tab w:val="left" w:pos="8113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8D5D87" w:rsidRPr="00093E40" w:rsidRDefault="008D5D87" w:rsidP="00D52BCA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Згода</w:t>
      </w:r>
    </w:p>
    <w:p w:rsidR="008D5D87" w:rsidRPr="00093E40" w:rsidRDefault="008D5D87" w:rsidP="00D52BCA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Pr="009675D3" w:rsidRDefault="008D5D87" w:rsidP="009675D3">
      <w:pPr>
        <w:spacing w:line="240" w:lineRule="auto"/>
        <w:ind w:right="-5"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9675D3">
        <w:rPr>
          <w:rFonts w:ascii="Times New Roman" w:hAnsi="Times New Roman"/>
          <w:i/>
          <w:sz w:val="28"/>
          <w:szCs w:val="28"/>
          <w:lang w:val="uk-UA"/>
        </w:rPr>
        <w:t>Даю згоду на відкликання мене з щорічної основної відпустки в зв'язку з виробничою необхідністю з 01  по 23  липня 201</w:t>
      </w:r>
      <w:r>
        <w:rPr>
          <w:rFonts w:ascii="Times New Roman" w:hAnsi="Times New Roman"/>
          <w:i/>
          <w:sz w:val="28"/>
          <w:szCs w:val="28"/>
          <w:lang w:val="uk-UA"/>
        </w:rPr>
        <w:t>5</w:t>
      </w:r>
      <w:r w:rsidRPr="009675D3">
        <w:rPr>
          <w:rFonts w:ascii="Times New Roman" w:hAnsi="Times New Roman"/>
          <w:i/>
          <w:sz w:val="28"/>
          <w:szCs w:val="28"/>
          <w:lang w:val="uk-UA"/>
        </w:rPr>
        <w:t xml:space="preserve"> року включно, з послідуючим наданням частини щорічної основної відпустки з 12 серпня по 04 вересня  201</w:t>
      </w:r>
      <w:r>
        <w:rPr>
          <w:rFonts w:ascii="Times New Roman" w:hAnsi="Times New Roman"/>
          <w:i/>
          <w:sz w:val="28"/>
          <w:szCs w:val="28"/>
          <w:lang w:val="uk-UA"/>
        </w:rPr>
        <w:t>5</w:t>
      </w:r>
      <w:r w:rsidRPr="009675D3">
        <w:rPr>
          <w:rFonts w:ascii="Times New Roman" w:hAnsi="Times New Roman"/>
          <w:i/>
          <w:sz w:val="28"/>
          <w:szCs w:val="28"/>
          <w:lang w:val="uk-UA"/>
        </w:rPr>
        <w:t xml:space="preserve"> року включно, терміном 23 календарних дні.</w:t>
      </w:r>
    </w:p>
    <w:p w:rsidR="008D5D87" w:rsidRPr="00093E40" w:rsidRDefault="008D5D87" w:rsidP="00D52BCA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31.06.2015</w:t>
      </w:r>
      <w:r w:rsidRPr="00093E40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                </w:t>
      </w:r>
      <w:r w:rsidRPr="00093E40">
        <w:rPr>
          <w:rFonts w:ascii="Times New Roman" w:hAnsi="Times New Roman"/>
          <w:i/>
          <w:sz w:val="28"/>
          <w:szCs w:val="28"/>
          <w:lang w:val="uk-UA"/>
        </w:rPr>
        <w:t>Іванова</w:t>
      </w:r>
    </w:p>
    <w:p w:rsidR="008D5D87" w:rsidRPr="00CB1B6E" w:rsidRDefault="008D5D87" w:rsidP="00D52BCA">
      <w:pPr>
        <w:spacing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Подання</w:t>
      </w:r>
      <w:r w:rsidRPr="00814D4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Pr="005D3EDE">
        <w:rPr>
          <w:rFonts w:ascii="Times New Roman" w:hAnsi="Times New Roman"/>
          <w:b/>
          <w:sz w:val="28"/>
          <w:szCs w:val="28"/>
        </w:rPr>
        <w:t>надання відпусток</w:t>
      </w:r>
    </w:p>
    <w:p w:rsidR="008D5D87" w:rsidRPr="00CA5AB5" w:rsidRDefault="008D5D87" w:rsidP="00D52BC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3A6C3F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CA5AB5">
        <w:rPr>
          <w:rFonts w:ascii="Times New Roman" w:hAnsi="Times New Roman"/>
          <w:sz w:val="28"/>
          <w:szCs w:val="28"/>
          <w:lang w:val="uk-UA"/>
        </w:rPr>
        <w:t>Начальнику відділу освіти</w:t>
      </w:r>
    </w:p>
    <w:p w:rsidR="008D5D87" w:rsidRPr="00CA5AB5" w:rsidRDefault="008D5D87" w:rsidP="00D52BCA">
      <w:pPr>
        <w:spacing w:after="0" w:line="240" w:lineRule="auto"/>
        <w:ind w:firstLine="5760"/>
        <w:jc w:val="both"/>
        <w:rPr>
          <w:rFonts w:ascii="Times New Roman" w:hAnsi="Times New Roman"/>
          <w:sz w:val="28"/>
          <w:szCs w:val="28"/>
          <w:lang w:val="uk-UA"/>
        </w:rPr>
      </w:pPr>
      <w:r w:rsidRPr="00CA5AB5">
        <w:rPr>
          <w:rFonts w:ascii="Times New Roman" w:hAnsi="Times New Roman"/>
          <w:sz w:val="28"/>
          <w:szCs w:val="28"/>
          <w:lang w:val="uk-UA"/>
        </w:rPr>
        <w:t xml:space="preserve">Чугуївської міської ради </w:t>
      </w:r>
    </w:p>
    <w:p w:rsidR="008D5D87" w:rsidRPr="00031A79" w:rsidRDefault="008D5D87" w:rsidP="00D52BCA">
      <w:pPr>
        <w:spacing w:after="0" w:line="240" w:lineRule="auto"/>
        <w:ind w:firstLine="576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31A79">
        <w:rPr>
          <w:rFonts w:ascii="Times New Roman" w:hAnsi="Times New Roman"/>
          <w:b/>
          <w:sz w:val="28"/>
          <w:szCs w:val="28"/>
          <w:lang w:val="uk-UA"/>
        </w:rPr>
        <w:t>ПРОЦЕНКО М.В</w:t>
      </w:r>
    </w:p>
    <w:p w:rsidR="008D5D87" w:rsidRPr="00180E7B" w:rsidRDefault="008D5D87" w:rsidP="00D52BC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D5D87" w:rsidRPr="00031A79" w:rsidRDefault="008D5D87" w:rsidP="00D52BCA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>Подання</w:t>
      </w:r>
    </w:p>
    <w:p w:rsidR="008D5D87" w:rsidRPr="009675D3" w:rsidRDefault="008D5D87" w:rsidP="005B305B">
      <w:pPr>
        <w:spacing w:line="240" w:lineRule="auto"/>
        <w:ind w:right="-5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 xml:space="preserve">Адміністрація </w:t>
      </w:r>
      <w:r>
        <w:rPr>
          <w:rFonts w:ascii="Times New Roman" w:hAnsi="Times New Roman"/>
          <w:sz w:val="28"/>
          <w:szCs w:val="28"/>
          <w:lang w:val="uk-UA"/>
        </w:rPr>
        <w:t>Чугуївської гімназії № 5 Чугуївської міської ради Харківської області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просить </w:t>
      </w:r>
      <w:r>
        <w:rPr>
          <w:rFonts w:ascii="Times New Roman" w:hAnsi="Times New Roman"/>
          <w:sz w:val="28"/>
          <w:szCs w:val="28"/>
          <w:lang w:val="uk-UA"/>
        </w:rPr>
        <w:t xml:space="preserve">відкликати </w:t>
      </w:r>
      <w:r w:rsidRPr="00031A79">
        <w:rPr>
          <w:rFonts w:ascii="Times New Roman" w:hAnsi="Times New Roman"/>
          <w:sz w:val="28"/>
          <w:szCs w:val="28"/>
          <w:lang w:val="uk-UA"/>
        </w:rPr>
        <w:t>Іванов</w:t>
      </w:r>
      <w:r>
        <w:rPr>
          <w:rFonts w:ascii="Times New Roman" w:hAnsi="Times New Roman"/>
          <w:sz w:val="28"/>
          <w:szCs w:val="28"/>
          <w:lang w:val="uk-UA"/>
        </w:rPr>
        <w:t>ій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Тетян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Іванівн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31A79">
        <w:rPr>
          <w:rFonts w:ascii="Times New Roman" w:hAnsi="Times New Roman"/>
          <w:sz w:val="28"/>
          <w:szCs w:val="28"/>
          <w:lang w:val="uk-UA"/>
        </w:rPr>
        <w:t>, вчител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початкових </w:t>
      </w:r>
      <w:r w:rsidRPr="00CB1B6E">
        <w:rPr>
          <w:rFonts w:ascii="Times New Roman" w:hAnsi="Times New Roman"/>
          <w:sz w:val="28"/>
          <w:szCs w:val="28"/>
          <w:lang w:val="uk-UA"/>
        </w:rPr>
        <w:t xml:space="preserve">класів </w:t>
      </w:r>
      <w:r>
        <w:rPr>
          <w:rFonts w:ascii="Times New Roman" w:hAnsi="Times New Roman"/>
          <w:sz w:val="28"/>
          <w:szCs w:val="28"/>
          <w:lang w:val="uk-UA"/>
        </w:rPr>
        <w:t xml:space="preserve">з щорічної основної відпустки </w:t>
      </w:r>
      <w:r w:rsidRPr="009675D3">
        <w:rPr>
          <w:rFonts w:ascii="Times New Roman" w:hAnsi="Times New Roman"/>
          <w:sz w:val="28"/>
          <w:szCs w:val="28"/>
          <w:lang w:val="uk-UA"/>
        </w:rPr>
        <w:t>в зв'язку з виробничою необхідністю з 01  по 23  липня 201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9675D3">
        <w:rPr>
          <w:rFonts w:ascii="Times New Roman" w:hAnsi="Times New Roman"/>
          <w:sz w:val="28"/>
          <w:szCs w:val="28"/>
          <w:lang w:val="uk-UA"/>
        </w:rPr>
        <w:t xml:space="preserve"> року включно, з послідуючим наданням частини щорічної основної відпустки з 12 серпня по 04 вересня  201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9675D3">
        <w:rPr>
          <w:rFonts w:ascii="Times New Roman" w:hAnsi="Times New Roman"/>
          <w:sz w:val="28"/>
          <w:szCs w:val="28"/>
          <w:lang w:val="uk-UA"/>
        </w:rPr>
        <w:t xml:space="preserve"> року включно, терміном 23 календарних дні.</w:t>
      </w:r>
    </w:p>
    <w:p w:rsidR="008D5D87" w:rsidRPr="00031A79" w:rsidRDefault="008D5D87" w:rsidP="009675D3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 xml:space="preserve">Додаток: </w:t>
      </w:r>
      <w:r>
        <w:rPr>
          <w:rFonts w:ascii="Times New Roman" w:hAnsi="Times New Roman"/>
          <w:sz w:val="28"/>
          <w:szCs w:val="28"/>
          <w:lang w:val="uk-UA"/>
        </w:rPr>
        <w:t xml:space="preserve">згода Іванової Т.І. від </w:t>
      </w:r>
      <w:r>
        <w:rPr>
          <w:rFonts w:ascii="Times New Roman" w:hAnsi="Times New Roman"/>
          <w:sz w:val="28"/>
          <w:lang w:val="uk-UA"/>
        </w:rPr>
        <w:t>31.06</w:t>
      </w:r>
      <w:r w:rsidRPr="00F41085">
        <w:rPr>
          <w:rFonts w:ascii="Times New Roman" w:hAnsi="Times New Roman"/>
          <w:sz w:val="28"/>
          <w:lang w:val="uk-UA"/>
        </w:rPr>
        <w:t>.2015</w:t>
      </w:r>
      <w:r>
        <w:rPr>
          <w:rFonts w:ascii="Times New Roman" w:hAnsi="Times New Roman"/>
          <w:sz w:val="28"/>
          <w:lang w:val="uk-UA"/>
        </w:rPr>
        <w:t>.</w:t>
      </w:r>
    </w:p>
    <w:p w:rsidR="008D5D87" w:rsidRPr="004C5249" w:rsidRDefault="008D5D87" w:rsidP="00D52BC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44E2B">
        <w:rPr>
          <w:rFonts w:ascii="Times New Roman" w:hAnsi="Times New Roman"/>
          <w:b/>
          <w:sz w:val="28"/>
          <w:szCs w:val="28"/>
          <w:lang w:val="uk-UA"/>
        </w:rPr>
        <w:t>Директор</w:t>
      </w:r>
      <w:r w:rsidRPr="00E44E2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Pr="00E44E2B">
        <w:rPr>
          <w:rFonts w:ascii="Times New Roman" w:hAnsi="Times New Roman"/>
          <w:b/>
          <w:sz w:val="28"/>
          <w:szCs w:val="28"/>
          <w:lang w:val="uk-UA"/>
        </w:rPr>
        <w:t>ПІБ</w:t>
      </w:r>
    </w:p>
    <w:p w:rsidR="008D5D87" w:rsidRDefault="008D5D87" w:rsidP="00D52BCA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D87" w:rsidRPr="00D52BCA" w:rsidRDefault="008D5D87" w:rsidP="00D52BCA">
      <w:pPr>
        <w:pStyle w:val="ShapkaDocumentu"/>
        <w:spacing w:after="0"/>
        <w:ind w:left="6804" w:hanging="6804"/>
        <w:rPr>
          <w:rFonts w:ascii="Times New Roman" w:hAnsi="Times New Roman" w:cs="Times New Roman"/>
          <w:sz w:val="28"/>
          <w:szCs w:val="28"/>
        </w:rPr>
      </w:pPr>
      <w:r w:rsidRPr="00D52BCA">
        <w:rPr>
          <w:rFonts w:ascii="Times New Roman" w:hAnsi="Times New Roman" w:cs="Times New Roman"/>
          <w:sz w:val="28"/>
          <w:szCs w:val="28"/>
        </w:rPr>
        <w:object w:dxaOrig="1036" w:dyaOrig="1396">
          <v:shape id="_x0000_i1036" type="#_x0000_t75" style="width:56.25pt;height:1in" o:ole="" filled="t">
            <v:fill color2="black"/>
            <v:imagedata r:id="rId6" o:title=""/>
          </v:shape>
          <o:OLEObject Type="Embed" ProgID="Word.Picture.8" ShapeID="_x0000_i1036" DrawAspect="Content" ObjectID="_1516103689" r:id="rId18"/>
        </w:object>
      </w:r>
    </w:p>
    <w:p w:rsidR="008D5D87" w:rsidRPr="00D52BCA" w:rsidRDefault="008D5D87" w:rsidP="00D52BCA">
      <w:pPr>
        <w:pStyle w:val="Heading2"/>
        <w:spacing w:before="0"/>
        <w:jc w:val="center"/>
        <w:rPr>
          <w:rFonts w:ascii="Times New Roman" w:hAnsi="Times New Roman"/>
          <w:i/>
          <w:color w:val="auto"/>
          <w:sz w:val="28"/>
          <w:szCs w:val="28"/>
        </w:rPr>
      </w:pPr>
      <w:r w:rsidRPr="00D52BCA">
        <w:rPr>
          <w:rFonts w:ascii="Times New Roman" w:hAnsi="Times New Roman"/>
          <w:color w:val="auto"/>
          <w:sz w:val="28"/>
          <w:szCs w:val="28"/>
        </w:rPr>
        <w:t>ЧУГУЇВСЬКА МІСЬКА РАДА ХАРКІВСЬКОЇ  ОБЛАСТІ</w:t>
      </w:r>
    </w:p>
    <w:p w:rsidR="008D5D87" w:rsidRPr="00D52BCA" w:rsidRDefault="008D5D87" w:rsidP="00D52BCA">
      <w:pPr>
        <w:pStyle w:val="Heading2"/>
        <w:spacing w:before="0"/>
        <w:jc w:val="center"/>
        <w:rPr>
          <w:rFonts w:ascii="Times New Roman" w:hAnsi="Times New Roman"/>
          <w:i/>
          <w:color w:val="auto"/>
          <w:sz w:val="28"/>
          <w:szCs w:val="28"/>
        </w:rPr>
      </w:pPr>
      <w:r w:rsidRPr="00D52BCA">
        <w:rPr>
          <w:rFonts w:ascii="Times New Roman" w:hAnsi="Times New Roman"/>
          <w:color w:val="auto"/>
          <w:sz w:val="28"/>
          <w:szCs w:val="28"/>
        </w:rPr>
        <w:t xml:space="preserve">ВИКОНАВЧИЙ КОМІТЕТ </w:t>
      </w:r>
    </w:p>
    <w:p w:rsidR="008D5D87" w:rsidRPr="00D52BCA" w:rsidRDefault="008D5D87" w:rsidP="00D52BCA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D5D87" w:rsidRPr="00D52BCA" w:rsidRDefault="008D5D87" w:rsidP="00D52BCA">
      <w:pPr>
        <w:spacing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D52BC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52BCA">
        <w:rPr>
          <w:rFonts w:ascii="Times New Roman" w:hAnsi="Times New Roman"/>
          <w:b/>
          <w:sz w:val="28"/>
          <w:szCs w:val="28"/>
        </w:rPr>
        <w:t>ВІДДІЛ ОСВІТИ</w:t>
      </w:r>
    </w:p>
    <w:p w:rsidR="008D5D87" w:rsidRPr="00D52BCA" w:rsidRDefault="008D5D87" w:rsidP="00D52BC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2BCA">
        <w:rPr>
          <w:rFonts w:ascii="Times New Roman" w:hAnsi="Times New Roman"/>
          <w:b/>
          <w:sz w:val="28"/>
          <w:szCs w:val="28"/>
        </w:rPr>
        <w:t>НАКАЗ</w:t>
      </w:r>
    </w:p>
    <w:tbl>
      <w:tblPr>
        <w:tblW w:w="9828" w:type="dxa"/>
        <w:tblLook w:val="01E0"/>
      </w:tblPr>
      <w:tblGrid>
        <w:gridCol w:w="3199"/>
        <w:gridCol w:w="2795"/>
        <w:gridCol w:w="3834"/>
      </w:tblGrid>
      <w:tr w:rsidR="008D5D87" w:rsidRPr="00D52BCA" w:rsidTr="00E13600">
        <w:tc>
          <w:tcPr>
            <w:tcW w:w="3199" w:type="dxa"/>
          </w:tcPr>
          <w:p w:rsidR="008D5D87" w:rsidRPr="00F31CE0" w:rsidRDefault="008D5D87" w:rsidP="00F31CE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2BCA">
              <w:rPr>
                <w:rFonts w:ascii="Times New Roman" w:hAnsi="Times New Roman"/>
                <w:sz w:val="28"/>
                <w:szCs w:val="28"/>
              </w:rPr>
              <w:t xml:space="preserve"> № 179-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2795" w:type="dxa"/>
          </w:tcPr>
          <w:p w:rsidR="008D5D87" w:rsidRPr="00D52BCA" w:rsidRDefault="008D5D87" w:rsidP="00D52BCA">
            <w:pPr>
              <w:spacing w:line="240" w:lineRule="auto"/>
              <w:ind w:right="-207" w:hanging="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2BCA">
              <w:rPr>
                <w:rFonts w:ascii="Times New Roman" w:hAnsi="Times New Roman"/>
                <w:sz w:val="28"/>
                <w:szCs w:val="28"/>
              </w:rPr>
              <w:t xml:space="preserve">              Чугуїв</w:t>
            </w:r>
          </w:p>
        </w:tc>
        <w:tc>
          <w:tcPr>
            <w:tcW w:w="3834" w:type="dxa"/>
          </w:tcPr>
          <w:p w:rsidR="008D5D87" w:rsidRPr="00F31CE0" w:rsidRDefault="008D5D87" w:rsidP="00F31CE0">
            <w:pPr>
              <w:spacing w:line="240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від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31</w:t>
            </w:r>
            <w:r w:rsidRPr="00D52BCA">
              <w:rPr>
                <w:rFonts w:ascii="Times New Roman" w:hAnsi="Times New Roman"/>
                <w:sz w:val="28"/>
                <w:szCs w:val="28"/>
              </w:rPr>
              <w:t>.06.201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</w:tbl>
    <w:p w:rsidR="008D5D87" w:rsidRPr="00D52BCA" w:rsidRDefault="008D5D87" w:rsidP="00D52BC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D5D87" w:rsidRPr="00D52BCA" w:rsidRDefault="008D5D87" w:rsidP="00F31CE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52BCA">
        <w:rPr>
          <w:rFonts w:ascii="Times New Roman" w:hAnsi="Times New Roman"/>
          <w:sz w:val="28"/>
          <w:szCs w:val="28"/>
        </w:rPr>
        <w:t xml:space="preserve">Про відкликання з щорічної </w:t>
      </w:r>
    </w:p>
    <w:p w:rsidR="008D5D87" w:rsidRPr="00D52BCA" w:rsidRDefault="008D5D87" w:rsidP="00F31CE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52BCA">
        <w:rPr>
          <w:rFonts w:ascii="Times New Roman" w:hAnsi="Times New Roman"/>
          <w:sz w:val="28"/>
          <w:szCs w:val="28"/>
        </w:rPr>
        <w:t xml:space="preserve">відпустки  </w:t>
      </w:r>
      <w:r>
        <w:rPr>
          <w:rFonts w:ascii="Times New Roman" w:hAnsi="Times New Roman"/>
          <w:b/>
          <w:sz w:val="28"/>
          <w:szCs w:val="28"/>
          <w:lang w:val="uk-UA"/>
        </w:rPr>
        <w:t>Іванової Т.І.</w:t>
      </w:r>
      <w:r w:rsidRPr="00D52BCA">
        <w:rPr>
          <w:rFonts w:ascii="Times New Roman" w:hAnsi="Times New Roman"/>
          <w:sz w:val="28"/>
          <w:szCs w:val="28"/>
        </w:rPr>
        <w:t xml:space="preserve"> </w:t>
      </w:r>
    </w:p>
    <w:p w:rsidR="008D5D87" w:rsidRPr="00D52BCA" w:rsidRDefault="008D5D87" w:rsidP="00D52BCA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8D5D87" w:rsidRPr="00D52BCA" w:rsidRDefault="008D5D87" w:rsidP="00D52BCA">
      <w:pPr>
        <w:spacing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 w:rsidRPr="00D52BCA">
        <w:rPr>
          <w:rFonts w:ascii="Times New Roman" w:hAnsi="Times New Roman"/>
          <w:sz w:val="28"/>
          <w:szCs w:val="28"/>
        </w:rPr>
        <w:t xml:space="preserve">ВІДКЛИКАТИ </w:t>
      </w:r>
    </w:p>
    <w:p w:rsidR="008D5D87" w:rsidRPr="009675D3" w:rsidRDefault="008D5D87" w:rsidP="00F31CE0">
      <w:pPr>
        <w:spacing w:line="240" w:lineRule="auto"/>
        <w:ind w:right="-5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ІВАНОВУ Тетяну Іванівну, </w:t>
      </w:r>
      <w:r w:rsidRPr="00D52BCA">
        <w:rPr>
          <w:rFonts w:ascii="Times New Roman" w:hAnsi="Times New Roman"/>
          <w:sz w:val="28"/>
          <w:szCs w:val="28"/>
        </w:rPr>
        <w:t xml:space="preserve">КЛИМЧУК Ірину Петрівну, </w:t>
      </w:r>
      <w:r w:rsidRPr="00031A79">
        <w:rPr>
          <w:rFonts w:ascii="Times New Roman" w:hAnsi="Times New Roman"/>
          <w:sz w:val="28"/>
          <w:szCs w:val="28"/>
          <w:lang w:val="uk-UA"/>
        </w:rPr>
        <w:t>вчител</w:t>
      </w:r>
      <w:r>
        <w:rPr>
          <w:rFonts w:ascii="Times New Roman" w:hAnsi="Times New Roman"/>
          <w:sz w:val="28"/>
          <w:szCs w:val="28"/>
          <w:lang w:val="uk-UA"/>
        </w:rPr>
        <w:t xml:space="preserve">я початкових </w:t>
      </w:r>
      <w:r w:rsidRPr="00CB1B6E">
        <w:rPr>
          <w:rFonts w:ascii="Times New Roman" w:hAnsi="Times New Roman"/>
          <w:sz w:val="28"/>
          <w:szCs w:val="28"/>
          <w:lang w:val="uk-UA"/>
        </w:rPr>
        <w:t xml:space="preserve">класів </w:t>
      </w:r>
      <w:r>
        <w:rPr>
          <w:rFonts w:ascii="Times New Roman" w:hAnsi="Times New Roman"/>
          <w:sz w:val="28"/>
          <w:szCs w:val="28"/>
          <w:lang w:val="uk-UA"/>
        </w:rPr>
        <w:t xml:space="preserve">з щорічної основної відпустки </w:t>
      </w:r>
      <w:r w:rsidRPr="009675D3">
        <w:rPr>
          <w:rFonts w:ascii="Times New Roman" w:hAnsi="Times New Roman"/>
          <w:sz w:val="28"/>
          <w:szCs w:val="28"/>
          <w:lang w:val="uk-UA"/>
        </w:rPr>
        <w:t>в зв'язку з виробничою необхідністю з 01  по 23  липня 201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9675D3">
        <w:rPr>
          <w:rFonts w:ascii="Times New Roman" w:hAnsi="Times New Roman"/>
          <w:sz w:val="28"/>
          <w:szCs w:val="28"/>
          <w:lang w:val="uk-UA"/>
        </w:rPr>
        <w:t xml:space="preserve"> року включно, з послідуючим наданням частини щорічної основної відпустки з 12 серпня по 04 вересня  201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9675D3">
        <w:rPr>
          <w:rFonts w:ascii="Times New Roman" w:hAnsi="Times New Roman"/>
          <w:sz w:val="28"/>
          <w:szCs w:val="28"/>
          <w:lang w:val="uk-UA"/>
        </w:rPr>
        <w:t xml:space="preserve"> року включно, терміном 23 календарних дні.</w:t>
      </w:r>
    </w:p>
    <w:p w:rsidR="008D5D87" w:rsidRPr="00D52BCA" w:rsidRDefault="008D5D87" w:rsidP="00D52BCA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8D5D87" w:rsidRPr="00D52BCA" w:rsidRDefault="008D5D87" w:rsidP="00D52BC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52BCA">
        <w:rPr>
          <w:rFonts w:ascii="Times New Roman" w:hAnsi="Times New Roman"/>
          <w:b/>
          <w:sz w:val="28"/>
          <w:szCs w:val="28"/>
        </w:rPr>
        <w:t>Підстава</w:t>
      </w:r>
      <w:r w:rsidRPr="00D52BCA">
        <w:rPr>
          <w:rFonts w:ascii="Times New Roman" w:hAnsi="Times New Roman"/>
          <w:b/>
          <w:i/>
          <w:sz w:val="28"/>
          <w:szCs w:val="28"/>
        </w:rPr>
        <w:t>:</w:t>
      </w:r>
      <w:r w:rsidRPr="00D52BCA">
        <w:rPr>
          <w:rFonts w:ascii="Times New Roman" w:hAnsi="Times New Roman"/>
          <w:sz w:val="28"/>
          <w:szCs w:val="28"/>
        </w:rPr>
        <w:t xml:space="preserve"> згода </w:t>
      </w:r>
      <w:r>
        <w:rPr>
          <w:rFonts w:ascii="Times New Roman" w:hAnsi="Times New Roman"/>
          <w:sz w:val="28"/>
          <w:szCs w:val="28"/>
          <w:lang w:val="uk-UA"/>
        </w:rPr>
        <w:t>Іванової Т.І</w:t>
      </w:r>
      <w:r>
        <w:rPr>
          <w:rFonts w:ascii="Times New Roman" w:hAnsi="Times New Roman"/>
          <w:sz w:val="28"/>
          <w:szCs w:val="28"/>
        </w:rPr>
        <w:t xml:space="preserve">. від </w:t>
      </w:r>
      <w:r>
        <w:rPr>
          <w:rFonts w:ascii="Times New Roman" w:hAnsi="Times New Roman"/>
          <w:sz w:val="28"/>
          <w:szCs w:val="28"/>
          <w:lang w:val="uk-UA"/>
        </w:rPr>
        <w:t>31</w:t>
      </w:r>
      <w:r>
        <w:rPr>
          <w:rFonts w:ascii="Times New Roman" w:hAnsi="Times New Roman"/>
          <w:sz w:val="28"/>
          <w:szCs w:val="28"/>
        </w:rPr>
        <w:t>.06.201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D52BC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подання директора Чугуївської гімназії № 5  Чугуївської міської ради Харківської області від 31.06.2015 № 235, </w:t>
      </w:r>
      <w:r w:rsidRPr="00D52BCA">
        <w:rPr>
          <w:rFonts w:ascii="Times New Roman" w:hAnsi="Times New Roman"/>
          <w:sz w:val="28"/>
          <w:szCs w:val="28"/>
        </w:rPr>
        <w:t>ст. 12 Закону України «Про відпустки».</w:t>
      </w:r>
    </w:p>
    <w:p w:rsidR="008D5D87" w:rsidRPr="00D52BCA" w:rsidRDefault="008D5D87" w:rsidP="00D52BC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8D5D87" w:rsidRPr="00D52BCA" w:rsidRDefault="008D5D87" w:rsidP="00D52BCA">
      <w:pPr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W w:w="10026" w:type="dxa"/>
        <w:tblInd w:w="288" w:type="dxa"/>
        <w:tblLook w:val="01E0"/>
      </w:tblPr>
      <w:tblGrid>
        <w:gridCol w:w="3081"/>
        <w:gridCol w:w="1620"/>
        <w:gridCol w:w="5325"/>
      </w:tblGrid>
      <w:tr w:rsidR="008D5D87" w:rsidRPr="00D52BCA" w:rsidTr="00E13600">
        <w:tc>
          <w:tcPr>
            <w:tcW w:w="3081" w:type="dxa"/>
          </w:tcPr>
          <w:p w:rsidR="008D5D87" w:rsidRPr="00D52BCA" w:rsidRDefault="008D5D87" w:rsidP="00D52BCA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52BCA">
              <w:rPr>
                <w:rFonts w:ascii="Times New Roman" w:hAnsi="Times New Roman"/>
                <w:b/>
                <w:sz w:val="28"/>
                <w:szCs w:val="28"/>
              </w:rPr>
              <w:t>Начальник відділу освіти</w:t>
            </w:r>
          </w:p>
        </w:tc>
        <w:tc>
          <w:tcPr>
            <w:tcW w:w="1620" w:type="dxa"/>
          </w:tcPr>
          <w:p w:rsidR="008D5D87" w:rsidRPr="00D52BCA" w:rsidRDefault="008D5D87" w:rsidP="00D52BCA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D5D87" w:rsidRPr="00D52BCA" w:rsidRDefault="008D5D87" w:rsidP="00D52BCA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25" w:type="dxa"/>
          </w:tcPr>
          <w:p w:rsidR="008D5D87" w:rsidRPr="00D52BCA" w:rsidRDefault="008D5D87" w:rsidP="00D52BCA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52BCA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М.В. ПРОЦЕНКО</w:t>
            </w:r>
          </w:p>
        </w:tc>
      </w:tr>
    </w:tbl>
    <w:p w:rsidR="008D5D87" w:rsidRPr="00775173" w:rsidRDefault="008D5D87" w:rsidP="00775173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75173">
        <w:rPr>
          <w:rFonts w:ascii="Times New Roman" w:hAnsi="Times New Roman"/>
          <w:sz w:val="28"/>
          <w:szCs w:val="28"/>
          <w:lang w:val="uk-UA"/>
        </w:rPr>
        <w:t>З наказом ознайомлена _______</w:t>
      </w:r>
      <w:r>
        <w:rPr>
          <w:rFonts w:ascii="Times New Roman" w:hAnsi="Times New Roman"/>
          <w:sz w:val="28"/>
          <w:szCs w:val="28"/>
          <w:lang w:val="uk-UA"/>
        </w:rPr>
        <w:t>__</w:t>
      </w:r>
      <w:r w:rsidRPr="00775173">
        <w:rPr>
          <w:rFonts w:ascii="Times New Roman" w:hAnsi="Times New Roman"/>
          <w:sz w:val="28"/>
          <w:szCs w:val="28"/>
          <w:lang w:val="uk-UA"/>
        </w:rPr>
        <w:t>___ «_</w:t>
      </w:r>
      <w:r>
        <w:rPr>
          <w:rFonts w:ascii="Times New Roman" w:hAnsi="Times New Roman"/>
          <w:sz w:val="28"/>
          <w:szCs w:val="28"/>
          <w:lang w:val="uk-UA"/>
        </w:rPr>
        <w:t>__</w:t>
      </w:r>
      <w:r w:rsidRPr="00775173">
        <w:rPr>
          <w:rFonts w:ascii="Times New Roman" w:hAnsi="Times New Roman"/>
          <w:sz w:val="28"/>
          <w:szCs w:val="28"/>
          <w:lang w:val="uk-UA"/>
        </w:rPr>
        <w:t xml:space="preserve">_____» ___________ </w:t>
      </w:r>
      <w:r>
        <w:rPr>
          <w:rFonts w:ascii="Times New Roman" w:hAnsi="Times New Roman"/>
          <w:sz w:val="28"/>
          <w:szCs w:val="28"/>
          <w:lang w:val="uk-UA"/>
        </w:rPr>
        <w:t xml:space="preserve">2015 </w:t>
      </w:r>
      <w:r w:rsidRPr="00775173">
        <w:rPr>
          <w:rFonts w:ascii="Times New Roman" w:hAnsi="Times New Roman"/>
          <w:sz w:val="28"/>
          <w:szCs w:val="28"/>
          <w:lang w:val="uk-UA"/>
        </w:rPr>
        <w:t>року</w:t>
      </w:r>
    </w:p>
    <w:p w:rsidR="008D5D87" w:rsidRDefault="008D5D87" w:rsidP="00D52BCA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D5D87" w:rsidRDefault="008D5D87" w:rsidP="00D52BCA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D5D87" w:rsidRDefault="008D5D87" w:rsidP="00D52BCA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D5D87" w:rsidRDefault="008D5D87" w:rsidP="00D52BCA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D5D87" w:rsidRDefault="008D5D87" w:rsidP="00D52BCA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D5D87" w:rsidRPr="008B4A93" w:rsidRDefault="008D5D87" w:rsidP="00D52BCA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</w:t>
      </w:r>
      <w:r w:rsidRPr="008B4A93">
        <w:rPr>
          <w:rFonts w:ascii="Times New Roman" w:hAnsi="Times New Roman"/>
          <w:b/>
          <w:sz w:val="28"/>
          <w:szCs w:val="28"/>
          <w:lang w:val="uk-UA"/>
        </w:rPr>
        <w:t>еренесення відпустки у зв'язку з тимчасовою непрацездатністю</w:t>
      </w:r>
    </w:p>
    <w:p w:rsidR="008D5D87" w:rsidRDefault="008D5D87" w:rsidP="00BE262C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0F6D3C">
        <w:rPr>
          <w:rFonts w:ascii="Times New Roman" w:hAnsi="Times New Roman"/>
          <w:i/>
          <w:sz w:val="28"/>
          <w:szCs w:val="28"/>
          <w:lang w:val="uk-UA"/>
        </w:rPr>
        <w:t>Начальнику відділу освіти</w:t>
      </w:r>
    </w:p>
    <w:p w:rsidR="008D5D87" w:rsidRDefault="008D5D87" w:rsidP="00BE262C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Чугуївської міської ради </w:t>
      </w:r>
    </w:p>
    <w:p w:rsidR="008D5D87" w:rsidRDefault="008D5D87" w:rsidP="00BE262C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Проценко </w:t>
      </w:r>
      <w:r>
        <w:rPr>
          <w:rFonts w:ascii="Times New Roman" w:hAnsi="Times New Roman"/>
          <w:i/>
          <w:sz w:val="28"/>
          <w:szCs w:val="28"/>
          <w:lang w:val="uk-UA"/>
        </w:rPr>
        <w:t>М.В</w:t>
      </w:r>
    </w:p>
    <w:p w:rsidR="008D5D87" w:rsidRPr="000F6D3C" w:rsidRDefault="008D5D87" w:rsidP="00BE262C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>вчителя початкових класів</w:t>
      </w:r>
    </w:p>
    <w:p w:rsidR="008D5D87" w:rsidRPr="008B031E" w:rsidRDefault="008D5D87" w:rsidP="00BE262C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Чугуївської гімназії № 5 </w:t>
      </w:r>
    </w:p>
    <w:p w:rsidR="008D5D87" w:rsidRDefault="008D5D87" w:rsidP="00BE262C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Чугуївської міської ради </w:t>
      </w:r>
    </w:p>
    <w:p w:rsidR="008D5D87" w:rsidRDefault="008D5D87" w:rsidP="00BE262C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Харківської області</w:t>
      </w: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8D5D87" w:rsidRDefault="008D5D87" w:rsidP="00BE262C">
      <w:pPr>
        <w:spacing w:after="0" w:line="240" w:lineRule="auto"/>
        <w:ind w:left="3285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</w:t>
      </w: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Іванової Тетяни Іванівни  </w:t>
      </w:r>
    </w:p>
    <w:p w:rsidR="008D5D87" w:rsidRPr="008B4A93" w:rsidRDefault="008D5D87" w:rsidP="00BE262C">
      <w:pPr>
        <w:spacing w:after="0" w:line="240" w:lineRule="auto"/>
        <w:ind w:left="2124" w:firstLine="708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D5D87" w:rsidRPr="00E651E0" w:rsidRDefault="008D5D87" w:rsidP="00D52BCA">
      <w:pPr>
        <w:spacing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E651E0">
        <w:rPr>
          <w:rFonts w:ascii="Times New Roman" w:hAnsi="Times New Roman"/>
          <w:i/>
          <w:sz w:val="28"/>
          <w:szCs w:val="28"/>
          <w:lang w:val="uk-UA"/>
        </w:rPr>
        <w:t>Заява</w:t>
      </w:r>
    </w:p>
    <w:p w:rsidR="008D5D87" w:rsidRPr="00E651E0" w:rsidRDefault="008D5D87" w:rsidP="00D52BCA">
      <w:pPr>
        <w:spacing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E651E0">
        <w:rPr>
          <w:rFonts w:ascii="Times New Roman" w:hAnsi="Times New Roman"/>
          <w:i/>
          <w:sz w:val="28"/>
          <w:szCs w:val="28"/>
          <w:lang w:val="uk-UA"/>
        </w:rPr>
        <w:t>В зв'язку з хворобою під час щорічн</w:t>
      </w:r>
      <w:r>
        <w:rPr>
          <w:rFonts w:ascii="Times New Roman" w:hAnsi="Times New Roman"/>
          <w:i/>
          <w:sz w:val="28"/>
          <w:szCs w:val="28"/>
          <w:lang w:val="uk-UA"/>
        </w:rPr>
        <w:t>ої основної відпустки з 07.07.2015 по 16.07.2015</w:t>
      </w:r>
      <w:r w:rsidRPr="00E651E0">
        <w:rPr>
          <w:rFonts w:ascii="Times New Roman" w:hAnsi="Times New Roman"/>
          <w:i/>
          <w:sz w:val="28"/>
          <w:szCs w:val="28"/>
          <w:lang w:val="uk-UA"/>
        </w:rPr>
        <w:t xml:space="preserve"> , </w:t>
      </w:r>
      <w:r>
        <w:rPr>
          <w:rFonts w:ascii="Times New Roman" w:hAnsi="Times New Roman"/>
          <w:i/>
          <w:sz w:val="28"/>
          <w:szCs w:val="28"/>
          <w:lang w:val="uk-UA"/>
        </w:rPr>
        <w:t>листок непрацездатності серія АВХ № 992387</w:t>
      </w:r>
      <w:r w:rsidRPr="00E651E0">
        <w:rPr>
          <w:rFonts w:ascii="Times New Roman" w:hAnsi="Times New Roman"/>
          <w:i/>
          <w:sz w:val="28"/>
          <w:szCs w:val="28"/>
          <w:lang w:val="uk-UA"/>
        </w:rPr>
        <w:t>, прошу перенести м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ені період відпустки з 17.07.2015 по 26.07.2015 </w:t>
      </w:r>
      <w:r w:rsidRPr="00E651E0">
        <w:rPr>
          <w:rFonts w:ascii="Times New Roman" w:hAnsi="Times New Roman"/>
          <w:i/>
          <w:sz w:val="28"/>
          <w:szCs w:val="28"/>
          <w:lang w:val="uk-UA"/>
        </w:rPr>
        <w:t xml:space="preserve">за період </w:t>
      </w:r>
      <w:r>
        <w:rPr>
          <w:rFonts w:ascii="Times New Roman" w:hAnsi="Times New Roman"/>
          <w:i/>
          <w:sz w:val="28"/>
          <w:szCs w:val="28"/>
          <w:lang w:val="uk-UA"/>
        </w:rPr>
        <w:t>роботи 25.04.2014-24.04.2015</w:t>
      </w:r>
      <w:r w:rsidRPr="00E651E0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8D5D87" w:rsidRPr="00E651E0" w:rsidRDefault="008D5D87" w:rsidP="00D52BCA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Default="008D5D87" w:rsidP="00D52BCA">
      <w:pPr>
        <w:spacing w:line="240" w:lineRule="auto"/>
        <w:rPr>
          <w:rFonts w:ascii="Times New Roman" w:hAnsi="Times New Roman"/>
          <w:i/>
          <w:sz w:val="28"/>
          <w:szCs w:val="28"/>
          <w:lang w:val="en-US"/>
        </w:rPr>
      </w:pPr>
      <w:r>
        <w:rPr>
          <w:rFonts w:ascii="Times New Roman" w:hAnsi="Times New Roman"/>
          <w:i/>
          <w:sz w:val="28"/>
          <w:szCs w:val="28"/>
          <w:lang w:val="uk-UA"/>
        </w:rPr>
        <w:t>16.07.2012</w:t>
      </w:r>
      <w:r w:rsidRPr="00E651E0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Іванова</w:t>
      </w:r>
    </w:p>
    <w:p w:rsidR="008D5D87" w:rsidRPr="008073F7" w:rsidRDefault="008D5D87" w:rsidP="00D52BCA">
      <w:pPr>
        <w:spacing w:line="240" w:lineRule="auto"/>
        <w:rPr>
          <w:rFonts w:ascii="Times New Roman" w:hAnsi="Times New Roman"/>
          <w:i/>
          <w:sz w:val="28"/>
          <w:szCs w:val="28"/>
          <w:lang w:val="en-US"/>
        </w:rPr>
      </w:pPr>
    </w:p>
    <w:p w:rsidR="008D5D87" w:rsidRPr="00CB1B6E" w:rsidRDefault="008D5D87" w:rsidP="008073F7">
      <w:pPr>
        <w:spacing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Подання</w:t>
      </w:r>
      <w:r w:rsidRPr="00814D4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Pr="005D3EDE">
        <w:rPr>
          <w:rFonts w:ascii="Times New Roman" w:hAnsi="Times New Roman"/>
          <w:b/>
          <w:sz w:val="28"/>
          <w:szCs w:val="28"/>
        </w:rPr>
        <w:t>надання відпусток</w:t>
      </w:r>
    </w:p>
    <w:p w:rsidR="008D5D87" w:rsidRPr="00CA5AB5" w:rsidRDefault="008D5D87" w:rsidP="008073F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3A6C3F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CA5AB5">
        <w:rPr>
          <w:rFonts w:ascii="Times New Roman" w:hAnsi="Times New Roman"/>
          <w:sz w:val="28"/>
          <w:szCs w:val="28"/>
          <w:lang w:val="uk-UA"/>
        </w:rPr>
        <w:t>Начальнику відділу освіти</w:t>
      </w:r>
    </w:p>
    <w:p w:rsidR="008D5D87" w:rsidRPr="00CA5AB5" w:rsidRDefault="008D5D87" w:rsidP="008073F7">
      <w:pPr>
        <w:spacing w:after="0" w:line="240" w:lineRule="auto"/>
        <w:ind w:firstLine="5760"/>
        <w:jc w:val="both"/>
        <w:rPr>
          <w:rFonts w:ascii="Times New Roman" w:hAnsi="Times New Roman"/>
          <w:sz w:val="28"/>
          <w:szCs w:val="28"/>
          <w:lang w:val="uk-UA"/>
        </w:rPr>
      </w:pPr>
      <w:r w:rsidRPr="00CA5AB5">
        <w:rPr>
          <w:rFonts w:ascii="Times New Roman" w:hAnsi="Times New Roman"/>
          <w:sz w:val="28"/>
          <w:szCs w:val="28"/>
          <w:lang w:val="uk-UA"/>
        </w:rPr>
        <w:t xml:space="preserve">Чугуївської міської ради </w:t>
      </w:r>
    </w:p>
    <w:p w:rsidR="008D5D87" w:rsidRPr="00031A79" w:rsidRDefault="008D5D87" w:rsidP="008073F7">
      <w:pPr>
        <w:spacing w:after="0" w:line="240" w:lineRule="auto"/>
        <w:ind w:firstLine="576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31A79">
        <w:rPr>
          <w:rFonts w:ascii="Times New Roman" w:hAnsi="Times New Roman"/>
          <w:b/>
          <w:sz w:val="28"/>
          <w:szCs w:val="28"/>
          <w:lang w:val="uk-UA"/>
        </w:rPr>
        <w:t>ПРОЦЕНКО М.В</w:t>
      </w:r>
    </w:p>
    <w:p w:rsidR="008D5D87" w:rsidRPr="00180E7B" w:rsidRDefault="008D5D87" w:rsidP="008073F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D5D87" w:rsidRPr="00031A79" w:rsidRDefault="008D5D87" w:rsidP="008073F7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>Подання</w:t>
      </w:r>
    </w:p>
    <w:p w:rsidR="008D5D87" w:rsidRDefault="008D5D87" w:rsidP="008073F7">
      <w:pPr>
        <w:spacing w:line="240" w:lineRule="auto"/>
        <w:ind w:right="-5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 xml:space="preserve">Адміністрація </w:t>
      </w:r>
      <w:r>
        <w:rPr>
          <w:rFonts w:ascii="Times New Roman" w:hAnsi="Times New Roman"/>
          <w:sz w:val="28"/>
          <w:szCs w:val="28"/>
          <w:lang w:val="uk-UA"/>
        </w:rPr>
        <w:t>Чугуївської гімназії № 5 Чугуївської міської ради Харківської області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просить </w:t>
      </w:r>
      <w:r w:rsidRPr="00AD1053">
        <w:rPr>
          <w:rFonts w:ascii="Times New Roman" w:hAnsi="Times New Roman"/>
          <w:sz w:val="28"/>
          <w:szCs w:val="28"/>
          <w:lang w:val="uk-UA"/>
        </w:rPr>
        <w:t xml:space="preserve">перенести </w:t>
      </w:r>
      <w:r w:rsidRPr="00031A79">
        <w:rPr>
          <w:rFonts w:ascii="Times New Roman" w:hAnsi="Times New Roman"/>
          <w:sz w:val="28"/>
          <w:szCs w:val="28"/>
          <w:lang w:val="uk-UA"/>
        </w:rPr>
        <w:t>Іванов</w:t>
      </w:r>
      <w:r>
        <w:rPr>
          <w:rFonts w:ascii="Times New Roman" w:hAnsi="Times New Roman"/>
          <w:sz w:val="28"/>
          <w:szCs w:val="28"/>
          <w:lang w:val="uk-UA"/>
        </w:rPr>
        <w:t>ій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Тетян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Іванівн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31A79">
        <w:rPr>
          <w:rFonts w:ascii="Times New Roman" w:hAnsi="Times New Roman"/>
          <w:sz w:val="28"/>
          <w:szCs w:val="28"/>
          <w:lang w:val="uk-UA"/>
        </w:rPr>
        <w:t>, вчител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початкових </w:t>
      </w:r>
      <w:r w:rsidRPr="00CB1B6E">
        <w:rPr>
          <w:rFonts w:ascii="Times New Roman" w:hAnsi="Times New Roman"/>
          <w:sz w:val="28"/>
          <w:szCs w:val="28"/>
          <w:lang w:val="uk-UA"/>
        </w:rPr>
        <w:t>класів</w:t>
      </w:r>
      <w:r>
        <w:rPr>
          <w:rFonts w:ascii="Times New Roman" w:hAnsi="Times New Roman"/>
          <w:sz w:val="28"/>
          <w:szCs w:val="28"/>
          <w:lang w:val="uk-UA"/>
        </w:rPr>
        <w:t xml:space="preserve"> невикористану частину щорічної основної відпустки з 17.07.2015 по 20.07.2015 тривалістю 10 календарних днів у зв’язку з тимчасовою непрацездатністю з 07.07.2015 по 16.07.2015 за період роботи 25.04.2014-24.04.2015.</w:t>
      </w:r>
    </w:p>
    <w:p w:rsidR="008D5D87" w:rsidRDefault="008D5D87" w:rsidP="00AD1053">
      <w:p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D87" w:rsidRPr="004C5249" w:rsidRDefault="008D5D87" w:rsidP="008073F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44E2B">
        <w:rPr>
          <w:rFonts w:ascii="Times New Roman" w:hAnsi="Times New Roman"/>
          <w:b/>
          <w:sz w:val="28"/>
          <w:szCs w:val="28"/>
          <w:lang w:val="uk-UA"/>
        </w:rPr>
        <w:t>Директор</w:t>
      </w:r>
      <w:r w:rsidRPr="00E44E2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Pr="00E44E2B">
        <w:rPr>
          <w:rFonts w:ascii="Times New Roman" w:hAnsi="Times New Roman"/>
          <w:b/>
          <w:sz w:val="28"/>
          <w:szCs w:val="28"/>
          <w:lang w:val="uk-UA"/>
        </w:rPr>
        <w:t>ПІБ</w:t>
      </w:r>
    </w:p>
    <w:p w:rsidR="008D5D87" w:rsidRPr="00AD1053" w:rsidRDefault="008D5D87" w:rsidP="00C84955">
      <w:pPr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D5D87" w:rsidRDefault="008D5D87" w:rsidP="00C8495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D87" w:rsidRPr="00A155C1" w:rsidRDefault="008D5D87" w:rsidP="00AA7BEE">
      <w:pPr>
        <w:pStyle w:val="ShapkaDocumentu"/>
        <w:spacing w:after="0"/>
        <w:ind w:left="6804" w:hanging="6804"/>
        <w:rPr>
          <w:rFonts w:ascii="Times New Roman" w:hAnsi="Times New Roman"/>
          <w:color w:val="000000"/>
          <w:sz w:val="28"/>
          <w:szCs w:val="28"/>
        </w:rPr>
      </w:pPr>
      <w:r w:rsidRPr="00A155C1">
        <w:rPr>
          <w:color w:val="000000"/>
          <w:sz w:val="28"/>
          <w:szCs w:val="28"/>
        </w:rPr>
        <w:object w:dxaOrig="1036" w:dyaOrig="1396">
          <v:shape id="_x0000_i1037" type="#_x0000_t75" style="width:42pt;height:55.5pt" o:ole="" o:preferrelative="f" filled="t">
            <v:fill color2="black"/>
            <v:imagedata r:id="rId6" o:title=""/>
          </v:shape>
          <o:OLEObject Type="Embed" ProgID="Word.Picture.8" ShapeID="_x0000_i1037" DrawAspect="Content" ObjectID="_1516103690" r:id="rId19"/>
        </w:object>
      </w:r>
    </w:p>
    <w:p w:rsidR="008D5D87" w:rsidRPr="00A155C1" w:rsidRDefault="008D5D87" w:rsidP="00AA7BEE">
      <w:pPr>
        <w:pStyle w:val="Heading2"/>
        <w:spacing w:before="0"/>
        <w:jc w:val="center"/>
        <w:rPr>
          <w:rFonts w:ascii="Times New Roman" w:hAnsi="Times New Roman"/>
          <w:i/>
          <w:color w:val="000000"/>
          <w:sz w:val="32"/>
          <w:szCs w:val="32"/>
        </w:rPr>
      </w:pPr>
      <w:r w:rsidRPr="00A155C1">
        <w:rPr>
          <w:rFonts w:ascii="Times New Roman" w:hAnsi="Times New Roman"/>
          <w:color w:val="000000"/>
          <w:sz w:val="32"/>
          <w:szCs w:val="32"/>
        </w:rPr>
        <w:t>ЧУГУЇВСЬКА МІСЬКА РАДА ХАРКІВСЬКОЇ  ОБЛАСТІ</w:t>
      </w:r>
    </w:p>
    <w:p w:rsidR="008D5D87" w:rsidRDefault="008D5D87" w:rsidP="00AA7BEE">
      <w:pPr>
        <w:spacing w:line="360" w:lineRule="auto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 w:rsidRPr="004E4DA5">
        <w:rPr>
          <w:rFonts w:ascii="Times New Roman" w:hAnsi="Times New Roman"/>
          <w:b/>
          <w:color w:val="000000"/>
          <w:sz w:val="32"/>
          <w:szCs w:val="32"/>
          <w:lang w:val="uk-UA"/>
        </w:rPr>
        <w:t xml:space="preserve"> ВІДДІЛ ОСВІТИ</w:t>
      </w:r>
    </w:p>
    <w:p w:rsidR="008D5D87" w:rsidRPr="0038202E" w:rsidRDefault="008D5D87" w:rsidP="00AA7BEE">
      <w:pPr>
        <w:spacing w:line="360" w:lineRule="auto"/>
        <w:jc w:val="center"/>
        <w:rPr>
          <w:rFonts w:ascii="Times New Roman" w:hAnsi="Times New Roman"/>
          <w:b/>
          <w:i/>
          <w:color w:val="000000"/>
          <w:sz w:val="32"/>
          <w:szCs w:val="32"/>
          <w:lang w:val="uk-UA"/>
        </w:rPr>
      </w:pPr>
      <w:r>
        <w:rPr>
          <w:rFonts w:ascii="Times New Roman" w:hAnsi="Times New Roman"/>
          <w:b/>
          <w:color w:val="000000"/>
          <w:sz w:val="32"/>
          <w:szCs w:val="32"/>
          <w:lang w:val="uk-UA"/>
        </w:rPr>
        <w:t>НАКАЗ</w:t>
      </w:r>
    </w:p>
    <w:tbl>
      <w:tblPr>
        <w:tblW w:w="9828" w:type="dxa"/>
        <w:tblLook w:val="01E0"/>
      </w:tblPr>
      <w:tblGrid>
        <w:gridCol w:w="3199"/>
        <w:gridCol w:w="2795"/>
        <w:gridCol w:w="3834"/>
      </w:tblGrid>
      <w:tr w:rsidR="008D5D87" w:rsidRPr="00C8591F" w:rsidTr="00E13600">
        <w:tc>
          <w:tcPr>
            <w:tcW w:w="3199" w:type="dxa"/>
          </w:tcPr>
          <w:p w:rsidR="008D5D87" w:rsidRPr="00A951C0" w:rsidRDefault="008D5D87" w:rsidP="00E13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16.07.2015</w:t>
            </w:r>
          </w:p>
        </w:tc>
        <w:tc>
          <w:tcPr>
            <w:tcW w:w="2795" w:type="dxa"/>
          </w:tcPr>
          <w:p w:rsidR="008D5D87" w:rsidRPr="00C8591F" w:rsidRDefault="008D5D87" w:rsidP="00E13600">
            <w:pPr>
              <w:spacing w:after="0" w:line="240" w:lineRule="auto"/>
              <w:ind w:right="-207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8591F">
              <w:rPr>
                <w:rFonts w:ascii="Times New Roman" w:hAnsi="Times New Roman"/>
                <w:sz w:val="32"/>
                <w:szCs w:val="32"/>
              </w:rPr>
              <w:t>Чугуїв</w:t>
            </w:r>
          </w:p>
        </w:tc>
        <w:tc>
          <w:tcPr>
            <w:tcW w:w="3834" w:type="dxa"/>
          </w:tcPr>
          <w:p w:rsidR="008D5D87" w:rsidRPr="00A951C0" w:rsidRDefault="008D5D87" w:rsidP="00E13600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№ 90-в</w:t>
            </w:r>
          </w:p>
        </w:tc>
      </w:tr>
    </w:tbl>
    <w:p w:rsidR="008D5D87" w:rsidRPr="009F1D9B" w:rsidRDefault="008D5D87" w:rsidP="00AA7BEE">
      <w:pPr>
        <w:spacing w:after="0" w:line="240" w:lineRule="auto"/>
        <w:rPr>
          <w:rFonts w:ascii="Times New Roman" w:hAnsi="Times New Roman"/>
        </w:rPr>
      </w:pPr>
    </w:p>
    <w:p w:rsidR="008D5D87" w:rsidRDefault="008D5D87" w:rsidP="00AA7BE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перенесення частини відпустки</w:t>
      </w:r>
    </w:p>
    <w:p w:rsidR="008D5D87" w:rsidRDefault="008D5D87" w:rsidP="00AA7BE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Івановій Т.І.</w:t>
      </w:r>
    </w:p>
    <w:p w:rsidR="008D5D87" w:rsidRDefault="008D5D87" w:rsidP="00AA7BE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D5D87" w:rsidRDefault="008D5D87" w:rsidP="00AA7BE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366774">
        <w:rPr>
          <w:rFonts w:ascii="Times New Roman" w:hAnsi="Times New Roman"/>
          <w:sz w:val="28"/>
          <w:szCs w:val="28"/>
          <w:lang w:val="uk-UA"/>
        </w:rPr>
        <w:t>Керуючись нормами ст. 11 Закону України «Про відпустки» від 15.11.1996 року № 504</w:t>
      </w:r>
      <w:r>
        <w:rPr>
          <w:rFonts w:ascii="Times New Roman" w:hAnsi="Times New Roman"/>
          <w:sz w:val="28"/>
          <w:szCs w:val="28"/>
          <w:lang w:val="uk-UA"/>
        </w:rPr>
        <w:t>/96-ВР,</w:t>
      </w:r>
    </w:p>
    <w:p w:rsidR="008D5D87" w:rsidRDefault="008D5D87" w:rsidP="00AA7BE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ПЕРЕНЕСТИ</w:t>
      </w:r>
    </w:p>
    <w:p w:rsidR="008D5D87" w:rsidRDefault="008D5D87" w:rsidP="00D306D9">
      <w:pPr>
        <w:spacing w:line="240" w:lineRule="auto"/>
        <w:ind w:right="-5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ІВАНОВІЙ Тетяні Іванівні, вчителю початкових класів Чугуївської гімназії № 5 Чугуївської міської ради Харківської області, невикористану частину щорічної основної  відпустки з 17.07.2015 по 20.07.2015 тривалістю 10 календарних днів у зв’язку з тимчасовою непрацездатністю з 07.07.2015 по 16.07.2015 за період роботи 25.04.2014-24.04.2015.</w:t>
      </w:r>
    </w:p>
    <w:p w:rsidR="008D5D87" w:rsidRDefault="008D5D87" w:rsidP="00D306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Підстава: Іванова Т.І. від 16.07.2015, подання директора Чугуївської гімназії № 5  Чугуївської міської ради Харківської області від 16.07.2015 № 235, листок непрацездатності серія АГР № 207157 від 07.07.2015.</w:t>
      </w:r>
    </w:p>
    <w:p w:rsidR="008D5D87" w:rsidRPr="00366774" w:rsidRDefault="008D5D87" w:rsidP="00AA7BE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309" w:type="dxa"/>
        <w:tblInd w:w="288" w:type="dxa"/>
        <w:tblLook w:val="01E0"/>
      </w:tblPr>
      <w:tblGrid>
        <w:gridCol w:w="3364"/>
        <w:gridCol w:w="1620"/>
        <w:gridCol w:w="5325"/>
      </w:tblGrid>
      <w:tr w:rsidR="008D5D87" w:rsidRPr="00C8591F" w:rsidTr="00E13600">
        <w:tc>
          <w:tcPr>
            <w:tcW w:w="3364" w:type="dxa"/>
          </w:tcPr>
          <w:p w:rsidR="008D5D87" w:rsidRPr="00C8591F" w:rsidRDefault="008D5D87" w:rsidP="00E1360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8591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Начальник </w:t>
            </w:r>
            <w:r w:rsidRPr="00C8591F">
              <w:rPr>
                <w:rFonts w:ascii="Times New Roman" w:hAnsi="Times New Roman"/>
                <w:b/>
                <w:sz w:val="28"/>
                <w:szCs w:val="28"/>
              </w:rPr>
              <w:t xml:space="preserve"> відділу освіти </w:t>
            </w:r>
          </w:p>
        </w:tc>
        <w:tc>
          <w:tcPr>
            <w:tcW w:w="1620" w:type="dxa"/>
          </w:tcPr>
          <w:p w:rsidR="008D5D87" w:rsidRPr="00C8591F" w:rsidRDefault="008D5D87" w:rsidP="00E1360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D5D87" w:rsidRPr="00C8591F" w:rsidRDefault="008D5D87" w:rsidP="00E1360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25" w:type="dxa"/>
          </w:tcPr>
          <w:p w:rsidR="008D5D87" w:rsidRPr="00C8591F" w:rsidRDefault="008D5D87" w:rsidP="00E13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591F">
              <w:rPr>
                <w:rFonts w:ascii="Times New Roman" w:hAnsi="Times New Roman"/>
                <w:b/>
                <w:sz w:val="28"/>
                <w:szCs w:val="28"/>
              </w:rPr>
              <w:t xml:space="preserve">            </w:t>
            </w:r>
            <w:r w:rsidRPr="00C8591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М.В.ПРОЦЕНКО</w:t>
            </w:r>
          </w:p>
          <w:p w:rsidR="008D5D87" w:rsidRPr="00C8591F" w:rsidRDefault="008D5D87" w:rsidP="00E13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591F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</w:p>
        </w:tc>
      </w:tr>
      <w:tr w:rsidR="008D5D87" w:rsidRPr="00C8591F" w:rsidTr="00E13600">
        <w:tc>
          <w:tcPr>
            <w:tcW w:w="3364" w:type="dxa"/>
          </w:tcPr>
          <w:p w:rsidR="008D5D87" w:rsidRDefault="008D5D87" w:rsidP="00E13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D5D87" w:rsidRPr="00C8591F" w:rsidRDefault="008D5D87" w:rsidP="00E13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591F">
              <w:rPr>
                <w:rFonts w:ascii="Times New Roman" w:hAnsi="Times New Roman"/>
                <w:sz w:val="28"/>
                <w:szCs w:val="28"/>
              </w:rPr>
              <w:t>З наказом ознайомлена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5D87" w:rsidRPr="00C8591F" w:rsidRDefault="008D5D87" w:rsidP="00E13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5325" w:type="dxa"/>
          </w:tcPr>
          <w:p w:rsidR="008D5D87" w:rsidRDefault="008D5D87" w:rsidP="00E13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D5D87" w:rsidRPr="00C8591F" w:rsidRDefault="008D5D87" w:rsidP="00E13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591F">
              <w:rPr>
                <w:rFonts w:ascii="Times New Roman" w:hAnsi="Times New Roman"/>
                <w:sz w:val="28"/>
                <w:szCs w:val="28"/>
              </w:rPr>
              <w:t>« ___»________________201</w:t>
            </w:r>
            <w:r w:rsidRPr="00C8591F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C8591F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</w:tr>
    </w:tbl>
    <w:p w:rsidR="008D5D87" w:rsidRDefault="008D5D87" w:rsidP="00AA7BEE">
      <w:pPr>
        <w:rPr>
          <w:lang w:val="uk-UA"/>
        </w:rPr>
      </w:pPr>
    </w:p>
    <w:p w:rsidR="008D5D87" w:rsidRDefault="008D5D87" w:rsidP="00AA7BEE">
      <w:pPr>
        <w:rPr>
          <w:lang w:val="uk-UA"/>
        </w:rPr>
      </w:pPr>
    </w:p>
    <w:p w:rsidR="008D5D87" w:rsidRDefault="008D5D87" w:rsidP="00AA7BEE">
      <w:pPr>
        <w:rPr>
          <w:lang w:val="uk-UA"/>
        </w:rPr>
      </w:pPr>
    </w:p>
    <w:p w:rsidR="008D5D87" w:rsidRPr="007F16E9" w:rsidRDefault="008D5D87" w:rsidP="00AA7BEE">
      <w:pPr>
        <w:rPr>
          <w:sz w:val="28"/>
          <w:szCs w:val="28"/>
        </w:rPr>
      </w:pPr>
    </w:p>
    <w:p w:rsidR="008D5D87" w:rsidRPr="00AA7BEE" w:rsidRDefault="008D5D87" w:rsidP="00AA7B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5D87" w:rsidRPr="000B388A" w:rsidRDefault="008D5D87" w:rsidP="00C8495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5D87" w:rsidRPr="004E40D9" w:rsidRDefault="008D5D87" w:rsidP="00C84955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D3EDE">
        <w:rPr>
          <w:rFonts w:ascii="Times New Roman" w:hAnsi="Times New Roman"/>
          <w:b/>
          <w:sz w:val="28"/>
          <w:szCs w:val="28"/>
        </w:rPr>
        <w:t xml:space="preserve">Заяви про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прийняття на роботу за строковим трудовим договором на час відсутності основного працівника </w:t>
      </w:r>
    </w:p>
    <w:p w:rsidR="008D5D87" w:rsidRPr="00814D4B" w:rsidRDefault="008D5D87" w:rsidP="00C8495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5D87" w:rsidRDefault="008D5D87" w:rsidP="000B388A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>Начальнику відділу освіти</w:t>
      </w:r>
    </w:p>
    <w:p w:rsidR="008D5D87" w:rsidRDefault="008D5D87" w:rsidP="000B388A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Чугуївської міської ради </w:t>
      </w:r>
    </w:p>
    <w:p w:rsidR="008D5D87" w:rsidRDefault="008D5D87" w:rsidP="000B388A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Проценко </w:t>
      </w:r>
      <w:r>
        <w:rPr>
          <w:rFonts w:ascii="Times New Roman" w:hAnsi="Times New Roman"/>
          <w:i/>
          <w:sz w:val="28"/>
          <w:szCs w:val="28"/>
          <w:lang w:val="uk-UA"/>
        </w:rPr>
        <w:t>М.В</w:t>
      </w:r>
    </w:p>
    <w:p w:rsidR="008D5D87" w:rsidRDefault="008D5D87" w:rsidP="000B388A">
      <w:pPr>
        <w:spacing w:after="0" w:line="240" w:lineRule="auto"/>
        <w:ind w:left="3285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</w:t>
      </w: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Іванової Тетяни Іванівни  </w:t>
      </w:r>
    </w:p>
    <w:p w:rsidR="008D5D87" w:rsidRDefault="008D5D87" w:rsidP="0097318F">
      <w:pPr>
        <w:spacing w:after="0" w:line="240" w:lineRule="auto"/>
        <w:ind w:left="3285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м. Чугуїв, вул.. Перемоги 28</w:t>
      </w:r>
    </w:p>
    <w:p w:rsidR="008D5D87" w:rsidRDefault="008D5D87" w:rsidP="0097318F">
      <w:pPr>
        <w:spacing w:after="0" w:line="240" w:lineRule="auto"/>
        <w:ind w:left="3285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0976058347, 06633458</w:t>
      </w:r>
    </w:p>
    <w:p w:rsidR="008D5D87" w:rsidRDefault="008D5D87" w:rsidP="0097318F">
      <w:pPr>
        <w:spacing w:after="0" w:line="240" w:lineRule="auto"/>
        <w:ind w:left="3285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Паспорт</w:t>
      </w:r>
    </w:p>
    <w:p w:rsidR="008D5D87" w:rsidRDefault="008D5D87" w:rsidP="0097318F">
      <w:pPr>
        <w:spacing w:after="0" w:line="240" w:lineRule="auto"/>
        <w:ind w:left="3285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Ідентифікаційний код</w:t>
      </w:r>
    </w:p>
    <w:p w:rsidR="008D5D87" w:rsidRPr="00E279AC" w:rsidRDefault="008D5D87" w:rsidP="00C84955">
      <w:pPr>
        <w:spacing w:after="0" w:line="24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Pr="0030729C" w:rsidRDefault="008D5D87" w:rsidP="00C84955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З</w:t>
      </w:r>
      <w:r>
        <w:rPr>
          <w:rFonts w:ascii="Times New Roman" w:hAnsi="Times New Roman"/>
          <w:i/>
          <w:sz w:val="28"/>
          <w:szCs w:val="28"/>
        </w:rPr>
        <w:t>аява</w:t>
      </w:r>
    </w:p>
    <w:p w:rsidR="008D5D87" w:rsidRPr="00814D4B" w:rsidRDefault="008D5D87" w:rsidP="00C849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5D87" w:rsidRDefault="008D5D87" w:rsidP="00C84955">
      <w:pPr>
        <w:spacing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E5A75">
        <w:rPr>
          <w:rFonts w:ascii="Times New Roman" w:hAnsi="Times New Roman"/>
          <w:i/>
          <w:sz w:val="28"/>
          <w:szCs w:val="28"/>
        </w:rPr>
        <w:t>Прошу</w:t>
      </w:r>
      <w:r w:rsidRPr="005E5A75">
        <w:rPr>
          <w:rFonts w:ascii="Times New Roman" w:hAnsi="Times New Roman"/>
          <w:i/>
          <w:sz w:val="28"/>
          <w:szCs w:val="28"/>
          <w:lang w:val="uk-UA"/>
        </w:rPr>
        <w:t xml:space="preserve"> призначити мене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на посаду вчителя</w:t>
      </w:r>
      <w:r w:rsidRPr="005E5A75">
        <w:rPr>
          <w:rFonts w:ascii="Times New Roman" w:hAnsi="Times New Roman"/>
          <w:i/>
          <w:sz w:val="28"/>
          <w:szCs w:val="28"/>
          <w:lang w:val="uk-UA"/>
        </w:rPr>
        <w:t xml:space="preserve"> початкових класів Чугуївської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5E5A75">
        <w:rPr>
          <w:rFonts w:ascii="Times New Roman" w:hAnsi="Times New Roman"/>
          <w:i/>
          <w:sz w:val="28"/>
          <w:szCs w:val="28"/>
          <w:lang w:val="uk-UA"/>
        </w:rPr>
        <w:t>гімназії № 5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з 15.12.2015 </w:t>
      </w:r>
      <w:r w:rsidRPr="005E5A75">
        <w:rPr>
          <w:rFonts w:ascii="Times New Roman" w:hAnsi="Times New Roman"/>
          <w:i/>
          <w:sz w:val="28"/>
          <w:szCs w:val="28"/>
          <w:lang w:val="uk-UA"/>
        </w:rPr>
        <w:t xml:space="preserve"> за строковим трудовим договором на час від</w:t>
      </w:r>
      <w:r>
        <w:rPr>
          <w:rFonts w:ascii="Times New Roman" w:hAnsi="Times New Roman"/>
          <w:i/>
          <w:sz w:val="28"/>
          <w:szCs w:val="28"/>
          <w:lang w:val="uk-UA"/>
        </w:rPr>
        <w:t>сутності основного працівника  Коваленко М.О.</w:t>
      </w:r>
      <w:r w:rsidRPr="005E5A75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8D5D87" w:rsidRDefault="008D5D87" w:rsidP="00C84955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  <w:r w:rsidRPr="00CD6B23">
        <w:rPr>
          <w:rFonts w:ascii="Times New Roman" w:hAnsi="Times New Roman"/>
          <w:i/>
          <w:sz w:val="28"/>
          <w:szCs w:val="28"/>
          <w:lang w:val="uk-UA"/>
        </w:rPr>
        <w:t>12.12.201</w:t>
      </w:r>
      <w:r>
        <w:rPr>
          <w:rFonts w:ascii="Times New Roman" w:hAnsi="Times New Roman"/>
          <w:i/>
          <w:sz w:val="28"/>
          <w:szCs w:val="28"/>
          <w:lang w:val="uk-UA"/>
        </w:rPr>
        <w:t>5</w:t>
      </w:r>
      <w:r w:rsidRPr="00CD6B23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i/>
          <w:sz w:val="28"/>
          <w:szCs w:val="28"/>
          <w:lang w:val="uk-UA"/>
        </w:rPr>
        <w:t>Іванова</w:t>
      </w:r>
    </w:p>
    <w:p w:rsidR="008D5D87" w:rsidRPr="004E40D9" w:rsidRDefault="008D5D87" w:rsidP="00366AF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Подання</w:t>
      </w:r>
      <w:r w:rsidRPr="00814D4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 прийняття на роботу за строковим трудовим договором на час відсутності основного працівника </w:t>
      </w:r>
    </w:p>
    <w:p w:rsidR="008D5D87" w:rsidRPr="00CA5AB5" w:rsidRDefault="008D5D87" w:rsidP="00366AF9">
      <w:pPr>
        <w:spacing w:line="24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3A6C3F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CA5AB5">
        <w:rPr>
          <w:rFonts w:ascii="Times New Roman" w:hAnsi="Times New Roman"/>
          <w:sz w:val="28"/>
          <w:szCs w:val="28"/>
          <w:lang w:val="uk-UA"/>
        </w:rPr>
        <w:t>Начальнику відділу освіти</w:t>
      </w:r>
    </w:p>
    <w:p w:rsidR="008D5D87" w:rsidRPr="00CA5AB5" w:rsidRDefault="008D5D87" w:rsidP="00A54AD6">
      <w:pPr>
        <w:spacing w:after="0" w:line="240" w:lineRule="auto"/>
        <w:ind w:firstLine="5760"/>
        <w:jc w:val="both"/>
        <w:rPr>
          <w:rFonts w:ascii="Times New Roman" w:hAnsi="Times New Roman"/>
          <w:sz w:val="28"/>
          <w:szCs w:val="28"/>
          <w:lang w:val="uk-UA"/>
        </w:rPr>
      </w:pPr>
      <w:r w:rsidRPr="00CA5AB5">
        <w:rPr>
          <w:rFonts w:ascii="Times New Roman" w:hAnsi="Times New Roman"/>
          <w:sz w:val="28"/>
          <w:szCs w:val="28"/>
          <w:lang w:val="uk-UA"/>
        </w:rPr>
        <w:t xml:space="preserve">Чугуївської міської ради </w:t>
      </w:r>
    </w:p>
    <w:p w:rsidR="008D5D87" w:rsidRPr="00031A79" w:rsidRDefault="008D5D87" w:rsidP="00A54AD6">
      <w:pPr>
        <w:spacing w:after="0" w:line="240" w:lineRule="auto"/>
        <w:ind w:firstLine="576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31A79">
        <w:rPr>
          <w:rFonts w:ascii="Times New Roman" w:hAnsi="Times New Roman"/>
          <w:b/>
          <w:sz w:val="28"/>
          <w:szCs w:val="28"/>
          <w:lang w:val="uk-UA"/>
        </w:rPr>
        <w:t>ПРОЦЕНКО М.В</w:t>
      </w:r>
    </w:p>
    <w:p w:rsidR="008D5D87" w:rsidRPr="00180E7B" w:rsidRDefault="008D5D87" w:rsidP="00A54AD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D5D87" w:rsidRPr="00031A79" w:rsidRDefault="008D5D87" w:rsidP="00A54AD6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>Подання</w:t>
      </w:r>
    </w:p>
    <w:p w:rsidR="008D5D87" w:rsidRDefault="008D5D87" w:rsidP="001257E5">
      <w:pPr>
        <w:spacing w:after="0" w:line="240" w:lineRule="auto"/>
        <w:ind w:right="-6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 xml:space="preserve">Адміністрація </w:t>
      </w:r>
      <w:r>
        <w:rPr>
          <w:rFonts w:ascii="Times New Roman" w:hAnsi="Times New Roman"/>
          <w:sz w:val="28"/>
          <w:szCs w:val="28"/>
          <w:lang w:val="uk-UA"/>
        </w:rPr>
        <w:t>Чугуївської гімназії № 5 Чугуївської міської ради Харківської області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просить </w:t>
      </w:r>
      <w:r>
        <w:rPr>
          <w:rFonts w:ascii="Times New Roman" w:hAnsi="Times New Roman"/>
          <w:sz w:val="28"/>
          <w:szCs w:val="28"/>
          <w:lang w:val="uk-UA"/>
        </w:rPr>
        <w:t>призначити з 15.12.2015 на посаду</w:t>
      </w:r>
      <w:r w:rsidRPr="00AD10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1A79">
        <w:rPr>
          <w:rFonts w:ascii="Times New Roman" w:hAnsi="Times New Roman"/>
          <w:sz w:val="28"/>
          <w:szCs w:val="28"/>
          <w:lang w:val="uk-UA"/>
        </w:rPr>
        <w:t>вчител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початкових </w:t>
      </w:r>
      <w:r w:rsidRPr="00031A79">
        <w:rPr>
          <w:rFonts w:ascii="Times New Roman" w:hAnsi="Times New Roman"/>
          <w:sz w:val="28"/>
          <w:szCs w:val="28"/>
          <w:lang w:val="uk-UA"/>
        </w:rPr>
        <w:t>Іванов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Тетян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Іванівн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820C90">
        <w:rPr>
          <w:rFonts w:ascii="Times New Roman" w:hAnsi="Times New Roman"/>
          <w:sz w:val="28"/>
          <w:szCs w:val="28"/>
          <w:lang w:val="uk-UA"/>
        </w:rPr>
        <w:t>за строковим трудовим договором на час відсутності основного працівника  Коваленко М.О.</w:t>
      </w:r>
      <w:r>
        <w:rPr>
          <w:rFonts w:ascii="Times New Roman" w:hAnsi="Times New Roman"/>
          <w:sz w:val="28"/>
          <w:szCs w:val="28"/>
          <w:lang w:val="uk-UA"/>
        </w:rPr>
        <w:t>, вчителя початкових класів.</w:t>
      </w:r>
    </w:p>
    <w:p w:rsidR="008D5D87" w:rsidRDefault="008D5D87" w:rsidP="001257E5">
      <w:pPr>
        <w:spacing w:after="0" w:line="240" w:lineRule="auto"/>
        <w:ind w:right="-6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Додаток:</w:t>
      </w:r>
    </w:p>
    <w:p w:rsidR="008D5D87" w:rsidRDefault="008D5D87" w:rsidP="001257E5">
      <w:pPr>
        <w:spacing w:after="0" w:line="240" w:lineRule="auto"/>
        <w:ind w:right="-6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Заява Іванової Т.І. від 12.12.2015</w:t>
      </w:r>
    </w:p>
    <w:p w:rsidR="008D5D87" w:rsidRDefault="008D5D87" w:rsidP="00A54AD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D5D87" w:rsidRPr="004C5249" w:rsidRDefault="008D5D87" w:rsidP="00A54AD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44E2B">
        <w:rPr>
          <w:rFonts w:ascii="Times New Roman" w:hAnsi="Times New Roman"/>
          <w:b/>
          <w:sz w:val="28"/>
          <w:szCs w:val="28"/>
          <w:lang w:val="uk-UA"/>
        </w:rPr>
        <w:t>Директор</w:t>
      </w:r>
      <w:r w:rsidRPr="00E44E2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Pr="00E44E2B">
        <w:rPr>
          <w:rFonts w:ascii="Times New Roman" w:hAnsi="Times New Roman"/>
          <w:b/>
          <w:sz w:val="28"/>
          <w:szCs w:val="28"/>
          <w:lang w:val="uk-UA"/>
        </w:rPr>
        <w:t>ПІБ</w:t>
      </w:r>
    </w:p>
    <w:p w:rsidR="008D5D87" w:rsidRDefault="008D5D87" w:rsidP="00C84955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Default="008D5D87" w:rsidP="00C84955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Default="008D5D87" w:rsidP="00C84955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Pr="00AB6E4A" w:rsidRDefault="008D5D87" w:rsidP="00AB6E4A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Pr="00AB6E4A" w:rsidRDefault="008D5D87" w:rsidP="00AB6E4A">
      <w:pPr>
        <w:pStyle w:val="ShapkaDocumentu"/>
        <w:spacing w:after="0"/>
        <w:ind w:left="6804" w:hanging="6804"/>
        <w:rPr>
          <w:rFonts w:ascii="Times New Roman" w:hAnsi="Times New Roman" w:cs="Times New Roman"/>
          <w:sz w:val="28"/>
          <w:szCs w:val="28"/>
        </w:rPr>
      </w:pPr>
      <w:r w:rsidRPr="00AB6E4A">
        <w:rPr>
          <w:rFonts w:ascii="Times New Roman" w:hAnsi="Times New Roman" w:cs="Times New Roman"/>
          <w:sz w:val="28"/>
          <w:szCs w:val="28"/>
        </w:rPr>
        <w:object w:dxaOrig="1036" w:dyaOrig="1396">
          <v:shape id="_x0000_i1038" type="#_x0000_t75" style="width:41.25pt;height:54pt" o:ole="" filled="t">
            <v:fill color2="black"/>
            <v:imagedata r:id="rId6" o:title=""/>
          </v:shape>
          <o:OLEObject Type="Embed" ProgID="Word.Picture.8" ShapeID="_x0000_i1038" DrawAspect="Content" ObjectID="_1516103691" r:id="rId20"/>
        </w:object>
      </w:r>
    </w:p>
    <w:p w:rsidR="008D5D87" w:rsidRPr="00AB6E4A" w:rsidRDefault="008D5D87" w:rsidP="00AB6E4A">
      <w:pPr>
        <w:pStyle w:val="Heading2"/>
        <w:spacing w:before="0"/>
        <w:jc w:val="center"/>
        <w:rPr>
          <w:rFonts w:ascii="Times New Roman" w:hAnsi="Times New Roman"/>
          <w:i/>
          <w:color w:val="auto"/>
          <w:sz w:val="32"/>
          <w:szCs w:val="32"/>
        </w:rPr>
      </w:pPr>
      <w:r w:rsidRPr="00AB6E4A">
        <w:rPr>
          <w:rFonts w:ascii="Times New Roman" w:hAnsi="Times New Roman"/>
          <w:color w:val="auto"/>
          <w:sz w:val="32"/>
          <w:szCs w:val="32"/>
        </w:rPr>
        <w:t>ЧУГУЇВСЬКА МІСЬКА РАДА ХАРКІВСЬКОЇ ОБЛАСТІ</w:t>
      </w:r>
    </w:p>
    <w:p w:rsidR="008D5D87" w:rsidRPr="00AB6E4A" w:rsidRDefault="008D5D87" w:rsidP="00AB6E4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AB6E4A">
        <w:rPr>
          <w:rFonts w:ascii="Times New Roman" w:hAnsi="Times New Roman"/>
          <w:b/>
          <w:sz w:val="32"/>
          <w:szCs w:val="32"/>
          <w:lang w:val="uk-UA"/>
        </w:rPr>
        <w:t>ВІДДІЛ ОСВІТИ</w:t>
      </w:r>
    </w:p>
    <w:p w:rsidR="008D5D87" w:rsidRPr="00AB6E4A" w:rsidRDefault="008D5D87" w:rsidP="00AB6E4A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  <w:lang w:val="uk-UA"/>
        </w:rPr>
      </w:pPr>
    </w:p>
    <w:p w:rsidR="008D5D87" w:rsidRPr="00AB6E4A" w:rsidRDefault="008D5D87" w:rsidP="00AB6E4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B6E4A">
        <w:rPr>
          <w:rFonts w:ascii="Times New Roman" w:hAnsi="Times New Roman"/>
          <w:b/>
          <w:sz w:val="32"/>
          <w:szCs w:val="32"/>
        </w:rPr>
        <w:t>НАКАЗ</w:t>
      </w:r>
    </w:p>
    <w:tbl>
      <w:tblPr>
        <w:tblW w:w="9828" w:type="dxa"/>
        <w:tblLook w:val="01E0"/>
      </w:tblPr>
      <w:tblGrid>
        <w:gridCol w:w="3199"/>
        <w:gridCol w:w="2795"/>
        <w:gridCol w:w="3834"/>
      </w:tblGrid>
      <w:tr w:rsidR="008D5D87" w:rsidRPr="00366AF9" w:rsidTr="00C13222">
        <w:tc>
          <w:tcPr>
            <w:tcW w:w="3199" w:type="dxa"/>
          </w:tcPr>
          <w:p w:rsidR="008D5D87" w:rsidRPr="00366AF9" w:rsidRDefault="008D5D87" w:rsidP="00AB6E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6AF9">
              <w:rPr>
                <w:rFonts w:ascii="Times New Roman" w:hAnsi="Times New Roman"/>
                <w:sz w:val="28"/>
                <w:szCs w:val="28"/>
              </w:rPr>
              <w:t xml:space="preserve"> № 342-о</w:t>
            </w:r>
          </w:p>
        </w:tc>
        <w:tc>
          <w:tcPr>
            <w:tcW w:w="2795" w:type="dxa"/>
          </w:tcPr>
          <w:p w:rsidR="008D5D87" w:rsidRPr="00366AF9" w:rsidRDefault="008D5D87" w:rsidP="00AB6E4A">
            <w:pPr>
              <w:spacing w:after="0" w:line="240" w:lineRule="auto"/>
              <w:ind w:hanging="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6AF9">
              <w:rPr>
                <w:rFonts w:ascii="Times New Roman" w:hAnsi="Times New Roman"/>
                <w:sz w:val="28"/>
                <w:szCs w:val="28"/>
              </w:rPr>
              <w:t xml:space="preserve">              Чугуїв</w:t>
            </w:r>
          </w:p>
        </w:tc>
        <w:tc>
          <w:tcPr>
            <w:tcW w:w="3834" w:type="dxa"/>
          </w:tcPr>
          <w:p w:rsidR="008D5D87" w:rsidRPr="00366AF9" w:rsidRDefault="008D5D87" w:rsidP="00AB6E4A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6AF9">
              <w:rPr>
                <w:rFonts w:ascii="Times New Roman" w:hAnsi="Times New Roman"/>
                <w:sz w:val="28"/>
                <w:szCs w:val="28"/>
              </w:rPr>
              <w:t xml:space="preserve">                   від </w:t>
            </w:r>
            <w:r w:rsidRPr="00366AF9"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  <w:r w:rsidRPr="00366AF9">
              <w:rPr>
                <w:rFonts w:ascii="Times New Roman" w:hAnsi="Times New Roman"/>
                <w:sz w:val="28"/>
                <w:szCs w:val="28"/>
              </w:rPr>
              <w:t>.</w:t>
            </w:r>
            <w:r w:rsidRPr="00366AF9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 w:rsidRPr="00366AF9">
              <w:rPr>
                <w:rFonts w:ascii="Times New Roman" w:hAnsi="Times New Roman"/>
                <w:sz w:val="28"/>
                <w:szCs w:val="28"/>
              </w:rPr>
              <w:t>.2015</w:t>
            </w:r>
          </w:p>
        </w:tc>
      </w:tr>
    </w:tbl>
    <w:p w:rsidR="008D5D87" w:rsidRDefault="008D5D87" w:rsidP="00AB6E4A">
      <w:pPr>
        <w:spacing w:after="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 w:rsidRPr="00AB6E4A">
        <w:rPr>
          <w:rFonts w:ascii="Times New Roman" w:hAnsi="Times New Roman"/>
          <w:b/>
          <w:szCs w:val="28"/>
        </w:rPr>
        <w:t>про прийняття на роботу</w:t>
      </w:r>
    </w:p>
    <w:p w:rsidR="008D5D87" w:rsidRPr="00130DC5" w:rsidRDefault="008D5D87" w:rsidP="00AB6E4A">
      <w:pPr>
        <w:spacing w:after="0" w:line="240" w:lineRule="auto"/>
        <w:jc w:val="center"/>
        <w:rPr>
          <w:rFonts w:ascii="Times New Roman" w:hAnsi="Times New Roman"/>
          <w:lang w:val="uk-UA"/>
        </w:rPr>
      </w:pPr>
    </w:p>
    <w:p w:rsidR="008D5D87" w:rsidRPr="00D47B97" w:rsidRDefault="008D5D87" w:rsidP="00130DC5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ІВАНОВА Тетяна Іванівна</w:t>
      </w:r>
    </w:p>
    <w:p w:rsidR="008D5D87" w:rsidRPr="00AB6E4A" w:rsidRDefault="008D5D87" w:rsidP="00130DC5">
      <w:pPr>
        <w:spacing w:after="0" w:line="240" w:lineRule="auto"/>
        <w:jc w:val="center"/>
        <w:rPr>
          <w:rFonts w:ascii="Times New Roman" w:hAnsi="Times New Roman"/>
        </w:rPr>
      </w:pPr>
      <w:r w:rsidRPr="00AB6E4A">
        <w:rPr>
          <w:rFonts w:ascii="Times New Roman" w:hAnsi="Times New Roman"/>
          <w:sz w:val="18"/>
          <w:szCs w:val="18"/>
        </w:rPr>
        <w:t>(прізвище, ім’я, по батькові)</w:t>
      </w:r>
    </w:p>
    <w:p w:rsidR="008D5D87" w:rsidRPr="00AB6E4A" w:rsidRDefault="008D5D87" w:rsidP="00AB6E4A">
      <w:pPr>
        <w:spacing w:after="0" w:line="240" w:lineRule="auto"/>
        <w:rPr>
          <w:rFonts w:ascii="Times New Roman" w:hAnsi="Times New Roman"/>
          <w:sz w:val="6"/>
          <w:szCs w:val="6"/>
        </w:rPr>
      </w:pPr>
    </w:p>
    <w:tbl>
      <w:tblPr>
        <w:tblW w:w="9571" w:type="dxa"/>
        <w:tblLook w:val="01E0"/>
      </w:tblPr>
      <w:tblGrid>
        <w:gridCol w:w="6427"/>
        <w:gridCol w:w="3144"/>
      </w:tblGrid>
      <w:tr w:rsidR="008D5D87" w:rsidRPr="0000194A" w:rsidTr="00130DC5">
        <w:trPr>
          <w:trHeight w:val="578"/>
        </w:trPr>
        <w:tc>
          <w:tcPr>
            <w:tcW w:w="6426" w:type="dxa"/>
            <w:vAlign w:val="center"/>
          </w:tcPr>
          <w:p w:rsidR="008D5D87" w:rsidRPr="0000194A" w:rsidRDefault="008D5D87" w:rsidP="00AB6E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194A">
              <w:rPr>
                <w:rFonts w:ascii="Times New Roman" w:hAnsi="Times New Roman"/>
                <w:b/>
                <w:sz w:val="28"/>
                <w:szCs w:val="28"/>
              </w:rPr>
              <w:t xml:space="preserve">Прийняти на роботу з </w:t>
            </w:r>
            <w:r w:rsidRPr="0000194A">
              <w:rPr>
                <w:rFonts w:ascii="Times New Roman" w:hAnsi="Times New Roman"/>
                <w:sz w:val="28"/>
                <w:szCs w:val="28"/>
              </w:rPr>
              <w:t>"</w:t>
            </w:r>
            <w:r w:rsidRPr="0000194A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  <w:r w:rsidRPr="0000194A">
              <w:rPr>
                <w:rFonts w:ascii="Times New Roman" w:hAnsi="Times New Roman"/>
                <w:sz w:val="28"/>
                <w:szCs w:val="28"/>
              </w:rPr>
              <w:t xml:space="preserve">" </w:t>
            </w:r>
            <w:r w:rsidRPr="0000194A">
              <w:rPr>
                <w:rFonts w:ascii="Times New Roman" w:hAnsi="Times New Roman"/>
                <w:sz w:val="28"/>
                <w:szCs w:val="28"/>
                <w:lang w:val="uk-UA"/>
              </w:rPr>
              <w:t>груд</w:t>
            </w:r>
            <w:r w:rsidRPr="0000194A">
              <w:rPr>
                <w:rFonts w:ascii="Times New Roman" w:hAnsi="Times New Roman"/>
                <w:sz w:val="28"/>
                <w:szCs w:val="28"/>
              </w:rPr>
              <w:t>ня 2015 р.</w:t>
            </w:r>
          </w:p>
        </w:tc>
        <w:tc>
          <w:tcPr>
            <w:tcW w:w="3144" w:type="dxa"/>
          </w:tcPr>
          <w:p w:rsidR="008D5D87" w:rsidRPr="0000194A" w:rsidRDefault="008D5D87" w:rsidP="00AB6E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94A">
              <w:rPr>
                <w:rFonts w:ascii="Times New Roman" w:hAnsi="Times New Roman"/>
                <w:sz w:val="28"/>
                <w:szCs w:val="28"/>
              </w:rPr>
              <w:t>Табельний номер</w:t>
            </w:r>
          </w:p>
        </w:tc>
      </w:tr>
      <w:tr w:rsidR="008D5D87" w:rsidRPr="0000194A" w:rsidTr="00C13222">
        <w:tc>
          <w:tcPr>
            <w:tcW w:w="6426" w:type="dxa"/>
            <w:vAlign w:val="center"/>
          </w:tcPr>
          <w:p w:rsidR="008D5D87" w:rsidRPr="0000194A" w:rsidRDefault="008D5D87" w:rsidP="00130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194A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до </w:t>
            </w:r>
            <w:r w:rsidRPr="0000194A">
              <w:rPr>
                <w:rFonts w:ascii="Times New Roman" w:hAnsi="Times New Roman"/>
                <w:sz w:val="28"/>
                <w:szCs w:val="28"/>
              </w:rPr>
              <w:t xml:space="preserve">«» </w:t>
            </w:r>
            <w:r w:rsidRPr="0000194A">
              <w:rPr>
                <w:rFonts w:ascii="Times New Roman" w:hAnsi="Times New Roman"/>
                <w:sz w:val="28"/>
                <w:szCs w:val="28"/>
                <w:lang w:val="uk-UA"/>
              </w:rPr>
              <w:t>_____</w:t>
            </w:r>
            <w:r w:rsidRPr="0000194A">
              <w:rPr>
                <w:rFonts w:ascii="Times New Roman" w:hAnsi="Times New Roman"/>
                <w:sz w:val="28"/>
                <w:szCs w:val="28"/>
              </w:rPr>
              <w:t>20</w:t>
            </w:r>
            <w:r w:rsidRPr="0000194A">
              <w:rPr>
                <w:rFonts w:ascii="Times New Roman" w:hAnsi="Times New Roman"/>
                <w:sz w:val="28"/>
                <w:szCs w:val="28"/>
                <w:lang w:val="uk-UA"/>
              </w:rPr>
              <w:t>___</w:t>
            </w:r>
            <w:r w:rsidRPr="0000194A">
              <w:rPr>
                <w:rFonts w:ascii="Times New Roman" w:hAnsi="Times New Roman"/>
                <w:sz w:val="28"/>
                <w:szCs w:val="28"/>
              </w:rPr>
              <w:t xml:space="preserve"> р.</w:t>
            </w:r>
          </w:p>
        </w:tc>
        <w:tc>
          <w:tcPr>
            <w:tcW w:w="3144" w:type="dxa"/>
          </w:tcPr>
          <w:p w:rsidR="008D5D87" w:rsidRPr="0000194A" w:rsidRDefault="008D5D87" w:rsidP="00AB6E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 w:rsidRPr="0000194A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0537</w:t>
            </w:r>
          </w:p>
        </w:tc>
      </w:tr>
    </w:tbl>
    <w:p w:rsidR="008D5D87" w:rsidRPr="0000194A" w:rsidRDefault="008D5D87" w:rsidP="00AB6E4A">
      <w:pPr>
        <w:pBdr>
          <w:bottom w:val="single" w:sz="12" w:space="1" w:color="00000A"/>
        </w:pBd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D5D87" w:rsidRPr="0000194A" w:rsidRDefault="008D5D87" w:rsidP="00AB6E4A">
      <w:pPr>
        <w:pBdr>
          <w:bottom w:val="single" w:sz="12" w:space="1" w:color="00000A"/>
        </w:pBd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0194A">
        <w:rPr>
          <w:rFonts w:ascii="Times New Roman" w:hAnsi="Times New Roman"/>
          <w:sz w:val="28"/>
          <w:szCs w:val="28"/>
          <w:lang w:val="uk-UA"/>
        </w:rPr>
        <w:t>Чугуївська гімназія № 5 Чугуївської міської ради Харківської області</w:t>
      </w:r>
    </w:p>
    <w:p w:rsidR="008D5D87" w:rsidRPr="0000194A" w:rsidRDefault="008D5D87" w:rsidP="00AB6E4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0194A">
        <w:rPr>
          <w:rFonts w:ascii="Times New Roman" w:hAnsi="Times New Roman"/>
          <w:sz w:val="20"/>
          <w:szCs w:val="20"/>
        </w:rPr>
        <w:t>назва структурного підрозділу</w:t>
      </w:r>
    </w:p>
    <w:p w:rsidR="008D5D87" w:rsidRPr="0000194A" w:rsidRDefault="008D5D87" w:rsidP="00AB6E4A">
      <w:pPr>
        <w:pBdr>
          <w:bottom w:val="single" w:sz="12" w:space="1" w:color="00000A"/>
        </w:pBd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0194A">
        <w:rPr>
          <w:rFonts w:ascii="Times New Roman" w:hAnsi="Times New Roman"/>
          <w:sz w:val="28"/>
          <w:szCs w:val="28"/>
        </w:rPr>
        <w:t xml:space="preserve">вчитель </w:t>
      </w:r>
      <w:r w:rsidRPr="0000194A">
        <w:rPr>
          <w:rFonts w:ascii="Times New Roman" w:hAnsi="Times New Roman"/>
          <w:sz w:val="28"/>
          <w:szCs w:val="28"/>
          <w:lang w:val="uk-UA"/>
        </w:rPr>
        <w:t>початкових класів</w:t>
      </w:r>
    </w:p>
    <w:p w:rsidR="008D5D87" w:rsidRPr="0000194A" w:rsidRDefault="008D5D87" w:rsidP="00AB6E4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0194A">
        <w:rPr>
          <w:rFonts w:ascii="Times New Roman" w:hAnsi="Times New Roman"/>
          <w:sz w:val="20"/>
          <w:szCs w:val="20"/>
        </w:rPr>
        <w:t>назва професії (посади), кваліфікація</w:t>
      </w:r>
    </w:p>
    <w:p w:rsidR="008D5D87" w:rsidRPr="0000194A" w:rsidRDefault="008D5D87" w:rsidP="00AB6E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917" w:type="dxa"/>
        <w:tblInd w:w="92" w:type="dxa"/>
        <w:tblLook w:val="0000"/>
      </w:tblPr>
      <w:tblGrid>
        <w:gridCol w:w="373"/>
        <w:gridCol w:w="4314"/>
        <w:gridCol w:w="329"/>
        <w:gridCol w:w="650"/>
        <w:gridCol w:w="381"/>
        <w:gridCol w:w="1309"/>
        <w:gridCol w:w="320"/>
        <w:gridCol w:w="2241"/>
      </w:tblGrid>
      <w:tr w:rsidR="008D5D87" w:rsidRPr="0000194A" w:rsidTr="00C13222">
        <w:trPr>
          <w:trHeight w:val="375"/>
        </w:trPr>
        <w:tc>
          <w:tcPr>
            <w:tcW w:w="4687" w:type="dxa"/>
            <w:gridSpan w:val="2"/>
            <w:vAlign w:val="center"/>
          </w:tcPr>
          <w:p w:rsidR="008D5D87" w:rsidRPr="0000194A" w:rsidRDefault="008D5D87" w:rsidP="00AB6E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94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Умови прийняття на роботу</w:t>
            </w:r>
          </w:p>
        </w:tc>
        <w:tc>
          <w:tcPr>
            <w:tcW w:w="329" w:type="dxa"/>
            <w:vAlign w:val="center"/>
          </w:tcPr>
          <w:p w:rsidR="008D5D87" w:rsidRPr="0000194A" w:rsidRDefault="008D5D87" w:rsidP="00AB6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4901" w:type="dxa"/>
            <w:gridSpan w:val="5"/>
            <w:vAlign w:val="center"/>
          </w:tcPr>
          <w:p w:rsidR="008D5D87" w:rsidRPr="0000194A" w:rsidRDefault="008D5D87" w:rsidP="00AB6E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94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Умови роботи</w:t>
            </w:r>
          </w:p>
        </w:tc>
      </w:tr>
      <w:tr w:rsidR="008D5D87" w:rsidRPr="00AB6E4A" w:rsidTr="00C13222">
        <w:trPr>
          <w:trHeight w:val="435"/>
        </w:trPr>
        <w:tc>
          <w:tcPr>
            <w:tcW w:w="4687" w:type="dxa"/>
            <w:gridSpan w:val="2"/>
            <w:vAlign w:val="center"/>
          </w:tcPr>
          <w:p w:rsidR="008D5D87" w:rsidRPr="00AB6E4A" w:rsidRDefault="008D5D87" w:rsidP="00AB6E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(необхідне відмітити позначкою «</w:t>
            </w:r>
            <w:r w:rsidRPr="00AB6E4A">
              <w:rPr>
                <w:rFonts w:ascii="Times New Roman" w:hAnsi="Times New Roman"/>
                <w:b/>
                <w:sz w:val="24"/>
              </w:rPr>
              <w:t>х</w:t>
            </w:r>
            <w:r w:rsidRPr="00AB6E4A">
              <w:rPr>
                <w:rFonts w:ascii="Times New Roman" w:hAnsi="Times New Roman"/>
                <w:sz w:val="24"/>
              </w:rPr>
              <w:t>»)</w:t>
            </w:r>
          </w:p>
        </w:tc>
        <w:tc>
          <w:tcPr>
            <w:tcW w:w="329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01" w:type="dxa"/>
            <w:gridSpan w:val="5"/>
            <w:vAlign w:val="center"/>
          </w:tcPr>
          <w:p w:rsidR="008D5D87" w:rsidRPr="00AB6E4A" w:rsidRDefault="008D5D87" w:rsidP="00AB6E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(необхідне відмітити позначкою «</w:t>
            </w:r>
            <w:r w:rsidRPr="00AB6E4A">
              <w:rPr>
                <w:rFonts w:ascii="Times New Roman" w:hAnsi="Times New Roman"/>
                <w:b/>
                <w:sz w:val="24"/>
              </w:rPr>
              <w:t>х</w:t>
            </w:r>
            <w:r w:rsidRPr="00AB6E4A">
              <w:rPr>
                <w:rFonts w:ascii="Times New Roman" w:hAnsi="Times New Roman"/>
                <w:sz w:val="24"/>
              </w:rPr>
              <w:t>»)</w:t>
            </w:r>
          </w:p>
        </w:tc>
      </w:tr>
      <w:tr w:rsidR="008D5D87" w:rsidRPr="00AB6E4A" w:rsidTr="00C13222">
        <w:trPr>
          <w:trHeight w:val="300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b/>
                <w:sz w:val="23"/>
                <w:szCs w:val="23"/>
              </w:rPr>
              <w:t> </w:t>
            </w:r>
          </w:p>
        </w:tc>
        <w:tc>
          <w:tcPr>
            <w:tcW w:w="4314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на конкурсній основі</w:t>
            </w:r>
          </w:p>
        </w:tc>
        <w:tc>
          <w:tcPr>
            <w:tcW w:w="979" w:type="dxa"/>
            <w:gridSpan w:val="2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робота:</w:t>
            </w:r>
          </w:p>
        </w:tc>
        <w:tc>
          <w:tcPr>
            <w:tcW w:w="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b/>
                <w:sz w:val="24"/>
              </w:rPr>
              <w:t>х </w:t>
            </w:r>
          </w:p>
        </w:tc>
        <w:tc>
          <w:tcPr>
            <w:tcW w:w="1309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AB6E4A">
              <w:rPr>
                <w:rFonts w:ascii="Times New Roman" w:hAnsi="Times New Roman"/>
                <w:b/>
                <w:sz w:val="24"/>
                <w:u w:val="single"/>
              </w:rPr>
              <w:t>основна</w:t>
            </w:r>
          </w:p>
        </w:tc>
        <w:tc>
          <w:tcPr>
            <w:tcW w:w="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1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3"/>
                <w:szCs w:val="23"/>
              </w:rPr>
              <w:t>за сумісництвом</w:t>
            </w:r>
          </w:p>
        </w:tc>
      </w:tr>
      <w:tr w:rsidR="008D5D87" w:rsidRPr="00AB6E4A" w:rsidTr="00C13222">
        <w:trPr>
          <w:trHeight w:val="120"/>
        </w:trPr>
        <w:tc>
          <w:tcPr>
            <w:tcW w:w="373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b/>
                <w:sz w:val="6"/>
                <w:szCs w:val="6"/>
              </w:rPr>
            </w:pPr>
          </w:p>
        </w:tc>
        <w:tc>
          <w:tcPr>
            <w:tcW w:w="4314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9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650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81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309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0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241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8D5D87" w:rsidRPr="00AB6E4A" w:rsidTr="00C13222">
        <w:trPr>
          <w:trHeight w:val="330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4E5A97" w:rsidRDefault="008D5D87" w:rsidP="00AB6E4A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14" w:type="dxa"/>
            <w:vAlign w:val="center"/>
          </w:tcPr>
          <w:p w:rsidR="008D5D87" w:rsidRPr="004E5A97" w:rsidRDefault="008D5D87" w:rsidP="004E5A9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E5A97">
              <w:rPr>
                <w:rFonts w:ascii="Times New Roman" w:hAnsi="Times New Roman"/>
                <w:bCs/>
                <w:sz w:val="24"/>
              </w:rPr>
              <w:t xml:space="preserve">за умовами  строкового договору </w:t>
            </w:r>
          </w:p>
        </w:tc>
        <w:tc>
          <w:tcPr>
            <w:tcW w:w="5230" w:type="dxa"/>
            <w:gridSpan w:val="6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умови праці (згідно атестації робочого місця):</w:t>
            </w:r>
          </w:p>
        </w:tc>
      </w:tr>
      <w:tr w:rsidR="008D5D87" w:rsidRPr="00AB6E4A" w:rsidTr="00C13222">
        <w:trPr>
          <w:trHeight w:val="315"/>
        </w:trPr>
        <w:tc>
          <w:tcPr>
            <w:tcW w:w="373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4314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9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81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09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20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41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</w:tr>
      <w:tr w:rsidR="008D5D87" w:rsidRPr="00AB6E4A" w:rsidTr="00C13222">
        <w:trPr>
          <w:trHeight w:val="315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b/>
                <w:sz w:val="23"/>
                <w:szCs w:val="23"/>
              </w:rPr>
              <w:t> </w:t>
            </w:r>
          </w:p>
        </w:tc>
        <w:tc>
          <w:tcPr>
            <w:tcW w:w="4314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зі строком випробування _______місяців</w:t>
            </w:r>
          </w:p>
        </w:tc>
        <w:tc>
          <w:tcPr>
            <w:tcW w:w="329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81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09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20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41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</w:tr>
      <w:tr w:rsidR="008D5D87" w:rsidRPr="00AB6E4A" w:rsidTr="00C13222">
        <w:trPr>
          <w:trHeight w:val="120"/>
        </w:trPr>
        <w:tc>
          <w:tcPr>
            <w:tcW w:w="373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b/>
                <w:sz w:val="6"/>
                <w:szCs w:val="6"/>
              </w:rPr>
            </w:pPr>
          </w:p>
        </w:tc>
        <w:tc>
          <w:tcPr>
            <w:tcW w:w="4314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9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650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81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309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0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241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8D5D87" w:rsidRPr="00AB6E4A" w:rsidTr="00C13222">
        <w:trPr>
          <w:trHeight w:val="315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b/>
                <w:sz w:val="23"/>
                <w:szCs w:val="23"/>
              </w:rPr>
              <w:t> </w:t>
            </w:r>
          </w:p>
        </w:tc>
        <w:tc>
          <w:tcPr>
            <w:tcW w:w="4314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на час виконання певної роботи</w:t>
            </w:r>
          </w:p>
        </w:tc>
        <w:tc>
          <w:tcPr>
            <w:tcW w:w="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AB6E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4901" w:type="dxa"/>
            <w:gridSpan w:val="5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тривалість робочого дня (тижня)  відповідно до тарифікації</w:t>
            </w:r>
          </w:p>
        </w:tc>
      </w:tr>
      <w:tr w:rsidR="008D5D87" w:rsidRPr="00AB6E4A" w:rsidTr="00C13222">
        <w:trPr>
          <w:trHeight w:val="120"/>
        </w:trPr>
        <w:tc>
          <w:tcPr>
            <w:tcW w:w="373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b/>
                <w:sz w:val="6"/>
                <w:szCs w:val="6"/>
              </w:rPr>
            </w:pPr>
          </w:p>
        </w:tc>
        <w:tc>
          <w:tcPr>
            <w:tcW w:w="4314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9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50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81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309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0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241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8D5D87" w:rsidRPr="00AB6E4A" w:rsidTr="00C13222">
        <w:trPr>
          <w:trHeight w:val="315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4E5A97" w:rsidRDefault="008D5D87" w:rsidP="00AB6E4A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>х</w:t>
            </w:r>
          </w:p>
        </w:tc>
        <w:tc>
          <w:tcPr>
            <w:tcW w:w="4314" w:type="dxa"/>
            <w:vAlign w:val="center"/>
          </w:tcPr>
          <w:p w:rsidR="008D5D87" w:rsidRPr="00AD1308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D1308">
              <w:rPr>
                <w:rFonts w:ascii="Times New Roman" w:hAnsi="Times New Roman"/>
                <w:sz w:val="24"/>
              </w:rPr>
              <w:t xml:space="preserve">на час відсутності основного </w:t>
            </w:r>
          </w:p>
          <w:p w:rsidR="008D5D87" w:rsidRPr="00AD1308" w:rsidRDefault="008D5D87" w:rsidP="00AB6E4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AD1308">
              <w:rPr>
                <w:rFonts w:ascii="Times New Roman" w:hAnsi="Times New Roman"/>
                <w:sz w:val="24"/>
              </w:rPr>
              <w:t>працівника</w:t>
            </w:r>
            <w:r w:rsidRPr="00AB6E4A">
              <w:rPr>
                <w:rFonts w:ascii="Times New Roman" w:hAnsi="Times New Roman"/>
                <w:b/>
                <w:sz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lang w:val="uk-UA"/>
              </w:rPr>
              <w:t>Коваленко М.О.</w:t>
            </w:r>
          </w:p>
        </w:tc>
        <w:tc>
          <w:tcPr>
            <w:tcW w:w="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901" w:type="dxa"/>
            <w:gridSpan w:val="5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тривалість робочого дня (тижня) при роботі</w:t>
            </w:r>
          </w:p>
        </w:tc>
      </w:tr>
      <w:tr w:rsidR="008D5D87" w:rsidRPr="00AB6E4A" w:rsidTr="00C13222">
        <w:trPr>
          <w:trHeight w:val="315"/>
        </w:trPr>
        <w:tc>
          <w:tcPr>
            <w:tcW w:w="373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4314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230" w:type="dxa"/>
            <w:gridSpan w:val="6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з неповним робочим часом_________ год.</w:t>
            </w:r>
          </w:p>
        </w:tc>
      </w:tr>
      <w:tr w:rsidR="008D5D87" w:rsidRPr="00AB6E4A" w:rsidTr="00C13222">
        <w:trPr>
          <w:trHeight w:val="315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b/>
                <w:sz w:val="23"/>
                <w:szCs w:val="23"/>
              </w:rPr>
              <w:t> </w:t>
            </w:r>
          </w:p>
        </w:tc>
        <w:tc>
          <w:tcPr>
            <w:tcW w:w="4314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із кадрового резерву</w:t>
            </w:r>
          </w:p>
        </w:tc>
        <w:tc>
          <w:tcPr>
            <w:tcW w:w="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AB6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81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09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20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41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</w:tr>
      <w:tr w:rsidR="008D5D87" w:rsidRPr="00AB6E4A" w:rsidTr="00C13222">
        <w:trPr>
          <w:trHeight w:val="315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b/>
                <w:sz w:val="23"/>
                <w:szCs w:val="23"/>
              </w:rPr>
              <w:t> </w:t>
            </w:r>
          </w:p>
        </w:tc>
        <w:tc>
          <w:tcPr>
            <w:tcW w:w="4314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за результатами успішного стажування</w:t>
            </w:r>
          </w:p>
        </w:tc>
        <w:tc>
          <w:tcPr>
            <w:tcW w:w="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AB6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81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09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20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41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</w:tr>
      <w:tr w:rsidR="008D5D87" w:rsidRPr="00AB6E4A" w:rsidTr="00C13222">
        <w:trPr>
          <w:trHeight w:val="315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4314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 xml:space="preserve">переведення </w:t>
            </w:r>
          </w:p>
        </w:tc>
        <w:tc>
          <w:tcPr>
            <w:tcW w:w="329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650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81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309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0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241" w:type="dxa"/>
            <w:vAlign w:val="center"/>
          </w:tcPr>
          <w:p w:rsidR="008D5D87" w:rsidRPr="00AB6E4A" w:rsidRDefault="008D5D87" w:rsidP="00AB6E4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8D5D87" w:rsidRPr="00AB6E4A" w:rsidRDefault="008D5D87" w:rsidP="00AB6E4A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AB6E4A">
        <w:rPr>
          <w:rFonts w:ascii="Times New Roman" w:hAnsi="Times New Roman"/>
          <w:sz w:val="23"/>
          <w:szCs w:val="23"/>
        </w:rPr>
        <w:t xml:space="preserve">   </w:t>
      </w:r>
      <w:r w:rsidRPr="00AB6E4A">
        <w:rPr>
          <w:rFonts w:ascii="Times New Roman" w:hAnsi="Times New Roman"/>
          <w:sz w:val="24"/>
        </w:rPr>
        <w:t xml:space="preserve"> </w:t>
      </w:r>
      <w:r w:rsidRPr="00AB6E4A">
        <w:rPr>
          <w:rFonts w:ascii="Times New Roman" w:hAnsi="Times New Roman"/>
          <w:b/>
          <w:szCs w:val="28"/>
        </w:rPr>
        <w:t xml:space="preserve">Підстава: </w:t>
      </w:r>
      <w:r w:rsidRPr="00AB6E4A">
        <w:rPr>
          <w:rFonts w:ascii="Times New Roman" w:hAnsi="Times New Roman"/>
          <w:szCs w:val="28"/>
        </w:rPr>
        <w:t xml:space="preserve">заява </w:t>
      </w:r>
      <w:r>
        <w:rPr>
          <w:rFonts w:ascii="Times New Roman" w:hAnsi="Times New Roman"/>
          <w:szCs w:val="28"/>
          <w:lang w:val="uk-UA"/>
        </w:rPr>
        <w:t>Іванованої Т.І. від 12.12.2015</w:t>
      </w:r>
      <w:r w:rsidRPr="00AB6E4A">
        <w:rPr>
          <w:rFonts w:ascii="Times New Roman" w:hAnsi="Times New Roman"/>
          <w:szCs w:val="28"/>
        </w:rPr>
        <w:t xml:space="preserve">, подання директора Чугуївської гімназії № 5 Чугуївської міської ради Харківської області  від </w:t>
      </w:r>
      <w:r>
        <w:rPr>
          <w:rFonts w:ascii="Times New Roman" w:hAnsi="Times New Roman"/>
          <w:szCs w:val="28"/>
          <w:lang w:val="uk-UA"/>
        </w:rPr>
        <w:t>12.12.</w:t>
      </w:r>
      <w:r w:rsidRPr="00AB6E4A">
        <w:rPr>
          <w:rFonts w:ascii="Times New Roman" w:hAnsi="Times New Roman"/>
          <w:szCs w:val="28"/>
        </w:rPr>
        <w:t>2015 № 380.</w:t>
      </w:r>
    </w:p>
    <w:p w:rsidR="008D5D87" w:rsidRPr="00AB6E4A" w:rsidRDefault="008D5D87" w:rsidP="00AB6E4A">
      <w:pPr>
        <w:spacing w:after="0" w:line="240" w:lineRule="auto"/>
        <w:rPr>
          <w:rFonts w:ascii="Times New Roman" w:hAnsi="Times New Roman"/>
          <w:b/>
          <w:szCs w:val="28"/>
        </w:rPr>
      </w:pPr>
    </w:p>
    <w:p w:rsidR="008D5D87" w:rsidRPr="00AB6E4A" w:rsidRDefault="008D5D87" w:rsidP="00AB6E4A">
      <w:pPr>
        <w:spacing w:after="0" w:line="240" w:lineRule="auto"/>
        <w:rPr>
          <w:rFonts w:ascii="Times New Roman" w:hAnsi="Times New Roman"/>
        </w:rPr>
      </w:pPr>
      <w:r w:rsidRPr="00AB6E4A">
        <w:rPr>
          <w:rFonts w:ascii="Times New Roman" w:hAnsi="Times New Roman"/>
          <w:b/>
          <w:szCs w:val="28"/>
        </w:rPr>
        <w:t xml:space="preserve">Начальник відділу освіти                                                   М.В. ПРОЦЕНКО   </w:t>
      </w:r>
    </w:p>
    <w:p w:rsidR="008D5D87" w:rsidRPr="00AB6E4A" w:rsidRDefault="008D5D87" w:rsidP="00AB6E4A">
      <w:pPr>
        <w:spacing w:after="0" w:line="240" w:lineRule="auto"/>
        <w:rPr>
          <w:rFonts w:ascii="Times New Roman" w:hAnsi="Times New Roman"/>
          <w:szCs w:val="28"/>
        </w:rPr>
      </w:pPr>
    </w:p>
    <w:p w:rsidR="008D5D87" w:rsidRPr="00AB6E4A" w:rsidRDefault="008D5D87" w:rsidP="00AB6E4A">
      <w:pPr>
        <w:spacing w:after="0" w:line="240" w:lineRule="auto"/>
        <w:rPr>
          <w:rFonts w:ascii="Times New Roman" w:hAnsi="Times New Roman"/>
        </w:rPr>
      </w:pPr>
      <w:r w:rsidRPr="00AB6E4A">
        <w:rPr>
          <w:rFonts w:ascii="Times New Roman" w:hAnsi="Times New Roman"/>
          <w:szCs w:val="28"/>
        </w:rPr>
        <w:t>З наказом ознайомлена    _____________   «_______»_______________2015</w:t>
      </w:r>
    </w:p>
    <w:p w:rsidR="008D5D87" w:rsidRPr="00814D4B" w:rsidRDefault="008D5D87" w:rsidP="00366AF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5D3EDE">
        <w:rPr>
          <w:rFonts w:ascii="Times New Roman" w:hAnsi="Times New Roman"/>
          <w:b/>
          <w:sz w:val="28"/>
          <w:szCs w:val="28"/>
        </w:rPr>
        <w:t xml:space="preserve">Заяви про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прийняття на роботу </w:t>
      </w:r>
    </w:p>
    <w:p w:rsidR="008D5D87" w:rsidRDefault="008D5D87" w:rsidP="007D4609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>Начальнику відділу освіти</w:t>
      </w:r>
    </w:p>
    <w:p w:rsidR="008D5D87" w:rsidRDefault="008D5D87" w:rsidP="007D4609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Чугуївської міської ради </w:t>
      </w:r>
    </w:p>
    <w:p w:rsidR="008D5D87" w:rsidRDefault="008D5D87" w:rsidP="007D4609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Проценко </w:t>
      </w:r>
      <w:r>
        <w:rPr>
          <w:rFonts w:ascii="Times New Roman" w:hAnsi="Times New Roman"/>
          <w:i/>
          <w:sz w:val="28"/>
          <w:szCs w:val="28"/>
          <w:lang w:val="uk-UA"/>
        </w:rPr>
        <w:t>М.В</w:t>
      </w:r>
    </w:p>
    <w:p w:rsidR="008D5D87" w:rsidRDefault="008D5D87" w:rsidP="007D4609">
      <w:pPr>
        <w:spacing w:after="0" w:line="240" w:lineRule="auto"/>
        <w:ind w:left="3285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</w:t>
      </w: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Іванової Тетяни Іванівни  </w:t>
      </w:r>
    </w:p>
    <w:p w:rsidR="008D5D87" w:rsidRDefault="008D5D87" w:rsidP="0097318F">
      <w:pPr>
        <w:spacing w:after="0" w:line="240" w:lineRule="auto"/>
        <w:ind w:left="3285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м. Чугуїв, вул.. Перемоги 28</w:t>
      </w:r>
    </w:p>
    <w:p w:rsidR="008D5D87" w:rsidRDefault="008D5D87" w:rsidP="0097318F">
      <w:pPr>
        <w:spacing w:after="0" w:line="240" w:lineRule="auto"/>
        <w:ind w:left="3285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0976058347, 06633458</w:t>
      </w:r>
    </w:p>
    <w:p w:rsidR="008D5D87" w:rsidRDefault="008D5D87" w:rsidP="0097318F">
      <w:pPr>
        <w:spacing w:after="0" w:line="240" w:lineRule="auto"/>
        <w:ind w:left="3285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Паспорт</w:t>
      </w:r>
    </w:p>
    <w:p w:rsidR="008D5D87" w:rsidRDefault="008D5D87" w:rsidP="0097318F">
      <w:pPr>
        <w:spacing w:after="0" w:line="240" w:lineRule="auto"/>
        <w:ind w:left="3285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Ідентифікаційний код</w:t>
      </w:r>
    </w:p>
    <w:p w:rsidR="008D5D87" w:rsidRPr="00E279AC" w:rsidRDefault="008D5D87" w:rsidP="007D4609">
      <w:pPr>
        <w:spacing w:after="0" w:line="24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Pr="0030729C" w:rsidRDefault="008D5D87" w:rsidP="007D4609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З</w:t>
      </w:r>
      <w:r>
        <w:rPr>
          <w:rFonts w:ascii="Times New Roman" w:hAnsi="Times New Roman"/>
          <w:i/>
          <w:sz w:val="28"/>
          <w:szCs w:val="28"/>
        </w:rPr>
        <w:t>аява</w:t>
      </w:r>
    </w:p>
    <w:p w:rsidR="008D5D87" w:rsidRPr="00814D4B" w:rsidRDefault="008D5D87" w:rsidP="007D46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5D87" w:rsidRDefault="008D5D87" w:rsidP="007D4609">
      <w:pPr>
        <w:spacing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E5A75">
        <w:rPr>
          <w:rFonts w:ascii="Times New Roman" w:hAnsi="Times New Roman"/>
          <w:i/>
          <w:sz w:val="28"/>
          <w:szCs w:val="28"/>
        </w:rPr>
        <w:t>Прошу</w:t>
      </w:r>
      <w:r w:rsidRPr="005E5A75">
        <w:rPr>
          <w:rFonts w:ascii="Times New Roman" w:hAnsi="Times New Roman"/>
          <w:i/>
          <w:sz w:val="28"/>
          <w:szCs w:val="28"/>
          <w:lang w:val="uk-UA"/>
        </w:rPr>
        <w:t xml:space="preserve"> призначити мене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на посаду вчителя</w:t>
      </w:r>
      <w:r w:rsidRPr="005E5A75">
        <w:rPr>
          <w:rFonts w:ascii="Times New Roman" w:hAnsi="Times New Roman"/>
          <w:i/>
          <w:sz w:val="28"/>
          <w:szCs w:val="28"/>
          <w:lang w:val="uk-UA"/>
        </w:rPr>
        <w:t xml:space="preserve"> початкових класів Чугуївської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5E5A75">
        <w:rPr>
          <w:rFonts w:ascii="Times New Roman" w:hAnsi="Times New Roman"/>
          <w:i/>
          <w:sz w:val="28"/>
          <w:szCs w:val="28"/>
          <w:lang w:val="uk-UA"/>
        </w:rPr>
        <w:t>гімназії № 5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з 15.12.2015.</w:t>
      </w:r>
    </w:p>
    <w:p w:rsidR="008D5D87" w:rsidRDefault="008D5D87" w:rsidP="007D4609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  <w:r w:rsidRPr="00CD6B23">
        <w:rPr>
          <w:rFonts w:ascii="Times New Roman" w:hAnsi="Times New Roman"/>
          <w:i/>
          <w:sz w:val="28"/>
          <w:szCs w:val="28"/>
          <w:lang w:val="uk-UA"/>
        </w:rPr>
        <w:t>12.12.201</w:t>
      </w:r>
      <w:r>
        <w:rPr>
          <w:rFonts w:ascii="Times New Roman" w:hAnsi="Times New Roman"/>
          <w:i/>
          <w:sz w:val="28"/>
          <w:szCs w:val="28"/>
          <w:lang w:val="uk-UA"/>
        </w:rPr>
        <w:t>5</w:t>
      </w:r>
      <w:r w:rsidRPr="00CD6B23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i/>
          <w:sz w:val="28"/>
          <w:szCs w:val="28"/>
          <w:lang w:val="uk-UA"/>
        </w:rPr>
        <w:t>Іванова</w:t>
      </w:r>
    </w:p>
    <w:p w:rsidR="008D5D87" w:rsidRPr="004E40D9" w:rsidRDefault="008D5D87" w:rsidP="007D460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Подання</w:t>
      </w:r>
      <w:r w:rsidRPr="00814D4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про прийняття на роботу</w:t>
      </w:r>
    </w:p>
    <w:p w:rsidR="008D5D87" w:rsidRPr="00CA5AB5" w:rsidRDefault="008D5D87" w:rsidP="007D4609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3A6C3F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CA5AB5">
        <w:rPr>
          <w:rFonts w:ascii="Times New Roman" w:hAnsi="Times New Roman"/>
          <w:sz w:val="28"/>
          <w:szCs w:val="28"/>
          <w:lang w:val="uk-UA"/>
        </w:rPr>
        <w:t>Начальнику відділу освіти</w:t>
      </w:r>
    </w:p>
    <w:p w:rsidR="008D5D87" w:rsidRPr="00CA5AB5" w:rsidRDefault="008D5D87" w:rsidP="007D4609">
      <w:pPr>
        <w:spacing w:after="0" w:line="240" w:lineRule="auto"/>
        <w:ind w:firstLine="5760"/>
        <w:jc w:val="both"/>
        <w:rPr>
          <w:rFonts w:ascii="Times New Roman" w:hAnsi="Times New Roman"/>
          <w:sz w:val="28"/>
          <w:szCs w:val="28"/>
          <w:lang w:val="uk-UA"/>
        </w:rPr>
      </w:pPr>
      <w:r w:rsidRPr="00CA5AB5">
        <w:rPr>
          <w:rFonts w:ascii="Times New Roman" w:hAnsi="Times New Roman"/>
          <w:sz w:val="28"/>
          <w:szCs w:val="28"/>
          <w:lang w:val="uk-UA"/>
        </w:rPr>
        <w:t xml:space="preserve">Чугуївської міської ради </w:t>
      </w:r>
    </w:p>
    <w:p w:rsidR="008D5D87" w:rsidRPr="00031A79" w:rsidRDefault="008D5D87" w:rsidP="007D4609">
      <w:pPr>
        <w:spacing w:after="0" w:line="240" w:lineRule="auto"/>
        <w:ind w:firstLine="576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31A79">
        <w:rPr>
          <w:rFonts w:ascii="Times New Roman" w:hAnsi="Times New Roman"/>
          <w:b/>
          <w:sz w:val="28"/>
          <w:szCs w:val="28"/>
          <w:lang w:val="uk-UA"/>
        </w:rPr>
        <w:t>ПРОЦЕНКО М.В</w:t>
      </w:r>
    </w:p>
    <w:p w:rsidR="008D5D87" w:rsidRPr="00180E7B" w:rsidRDefault="008D5D87" w:rsidP="007D46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D5D87" w:rsidRPr="00031A79" w:rsidRDefault="008D5D87" w:rsidP="007D4609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>Подання</w:t>
      </w:r>
    </w:p>
    <w:p w:rsidR="008D5D87" w:rsidRDefault="008D5D87" w:rsidP="007D4609">
      <w:pPr>
        <w:spacing w:after="0" w:line="240" w:lineRule="auto"/>
        <w:ind w:right="-6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 xml:space="preserve">Адміністрація </w:t>
      </w:r>
      <w:r>
        <w:rPr>
          <w:rFonts w:ascii="Times New Roman" w:hAnsi="Times New Roman"/>
          <w:sz w:val="28"/>
          <w:szCs w:val="28"/>
          <w:lang w:val="uk-UA"/>
        </w:rPr>
        <w:t>Чугуївської гімназії № 5 Чугуївської міської ради Харківської області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просить </w:t>
      </w:r>
      <w:r>
        <w:rPr>
          <w:rFonts w:ascii="Times New Roman" w:hAnsi="Times New Roman"/>
          <w:sz w:val="28"/>
          <w:szCs w:val="28"/>
          <w:lang w:val="uk-UA"/>
        </w:rPr>
        <w:t>призначити з 15.12.2015 на посаду</w:t>
      </w:r>
      <w:r w:rsidRPr="00AD10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1A79">
        <w:rPr>
          <w:rFonts w:ascii="Times New Roman" w:hAnsi="Times New Roman"/>
          <w:sz w:val="28"/>
          <w:szCs w:val="28"/>
          <w:lang w:val="uk-UA"/>
        </w:rPr>
        <w:t>вчител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початкових </w:t>
      </w:r>
      <w:r w:rsidRPr="00031A79">
        <w:rPr>
          <w:rFonts w:ascii="Times New Roman" w:hAnsi="Times New Roman"/>
          <w:sz w:val="28"/>
          <w:szCs w:val="28"/>
          <w:lang w:val="uk-UA"/>
        </w:rPr>
        <w:t>Іванов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Тетян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Іванівн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з тижневим навантаженням відповідно до тарифікації.</w:t>
      </w:r>
    </w:p>
    <w:p w:rsidR="008D5D87" w:rsidRDefault="008D5D87" w:rsidP="007D4609">
      <w:pPr>
        <w:spacing w:after="0" w:line="240" w:lineRule="auto"/>
        <w:ind w:right="-6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Додаток: Заява Іванової Т.І. від 12.12.2015</w:t>
      </w:r>
    </w:p>
    <w:p w:rsidR="008D5D87" w:rsidRDefault="008D5D87" w:rsidP="007D460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D5D87" w:rsidRPr="004C5249" w:rsidRDefault="008D5D87" w:rsidP="007D460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44E2B">
        <w:rPr>
          <w:rFonts w:ascii="Times New Roman" w:hAnsi="Times New Roman"/>
          <w:b/>
          <w:sz w:val="28"/>
          <w:szCs w:val="28"/>
          <w:lang w:val="uk-UA"/>
        </w:rPr>
        <w:t>Директор</w:t>
      </w:r>
      <w:r w:rsidRPr="00E44E2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Pr="00E44E2B">
        <w:rPr>
          <w:rFonts w:ascii="Times New Roman" w:hAnsi="Times New Roman"/>
          <w:b/>
          <w:sz w:val="28"/>
          <w:szCs w:val="28"/>
          <w:lang w:val="uk-UA"/>
        </w:rPr>
        <w:t>ПІБ</w:t>
      </w:r>
    </w:p>
    <w:p w:rsidR="008D5D87" w:rsidRDefault="008D5D87" w:rsidP="007D4609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Default="008D5D87" w:rsidP="00AB6E4A">
      <w:pPr>
        <w:rPr>
          <w:szCs w:val="28"/>
        </w:rPr>
      </w:pPr>
    </w:p>
    <w:p w:rsidR="008D5D87" w:rsidRDefault="008D5D87" w:rsidP="00C84955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Default="008D5D87" w:rsidP="00C84955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Default="008D5D87" w:rsidP="00C84955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Default="008D5D87" w:rsidP="00C84955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Pr="00AB6E4A" w:rsidRDefault="008D5D87" w:rsidP="00DE7409">
      <w:pPr>
        <w:pStyle w:val="ShapkaDocumentu"/>
        <w:spacing w:after="0"/>
        <w:ind w:left="6804" w:hanging="6804"/>
        <w:rPr>
          <w:rFonts w:ascii="Times New Roman" w:hAnsi="Times New Roman" w:cs="Times New Roman"/>
          <w:sz w:val="28"/>
          <w:szCs w:val="28"/>
        </w:rPr>
      </w:pPr>
      <w:r w:rsidRPr="00AB6E4A">
        <w:rPr>
          <w:rFonts w:ascii="Times New Roman" w:hAnsi="Times New Roman" w:cs="Times New Roman"/>
          <w:sz w:val="28"/>
          <w:szCs w:val="28"/>
        </w:rPr>
        <w:object w:dxaOrig="1036" w:dyaOrig="1396">
          <v:shape id="_x0000_i1039" type="#_x0000_t75" style="width:41.25pt;height:54pt" o:ole="" filled="t">
            <v:fill color2="black"/>
            <v:imagedata r:id="rId6" o:title=""/>
          </v:shape>
          <o:OLEObject Type="Embed" ProgID="Word.Picture.8" ShapeID="_x0000_i1039" DrawAspect="Content" ObjectID="_1516103692" r:id="rId21"/>
        </w:object>
      </w:r>
    </w:p>
    <w:p w:rsidR="008D5D87" w:rsidRPr="00AB6E4A" w:rsidRDefault="008D5D87" w:rsidP="00DE7409">
      <w:pPr>
        <w:pStyle w:val="Heading2"/>
        <w:spacing w:before="0"/>
        <w:jc w:val="center"/>
        <w:rPr>
          <w:rFonts w:ascii="Times New Roman" w:hAnsi="Times New Roman"/>
          <w:i/>
          <w:color w:val="auto"/>
          <w:sz w:val="32"/>
          <w:szCs w:val="32"/>
        </w:rPr>
      </w:pPr>
      <w:r w:rsidRPr="00AB6E4A">
        <w:rPr>
          <w:rFonts w:ascii="Times New Roman" w:hAnsi="Times New Roman"/>
          <w:color w:val="auto"/>
          <w:sz w:val="32"/>
          <w:szCs w:val="32"/>
        </w:rPr>
        <w:t>ЧУГУЇВСЬКА МІСЬКА РАДА ХАРКІВСЬКОЇ ОБЛАСТІ</w:t>
      </w:r>
    </w:p>
    <w:p w:rsidR="008D5D87" w:rsidRPr="00AB6E4A" w:rsidRDefault="008D5D87" w:rsidP="00DE740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AB6E4A">
        <w:rPr>
          <w:rFonts w:ascii="Times New Roman" w:hAnsi="Times New Roman"/>
          <w:b/>
          <w:sz w:val="32"/>
          <w:szCs w:val="32"/>
          <w:lang w:val="uk-UA"/>
        </w:rPr>
        <w:t>ВІДДІЛ ОСВІТИ</w:t>
      </w:r>
    </w:p>
    <w:p w:rsidR="008D5D87" w:rsidRPr="00AB6E4A" w:rsidRDefault="008D5D87" w:rsidP="00DE7409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  <w:lang w:val="uk-UA"/>
        </w:rPr>
      </w:pPr>
    </w:p>
    <w:p w:rsidR="008D5D87" w:rsidRPr="00AB6E4A" w:rsidRDefault="008D5D87" w:rsidP="00DE740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B6E4A">
        <w:rPr>
          <w:rFonts w:ascii="Times New Roman" w:hAnsi="Times New Roman"/>
          <w:b/>
          <w:sz w:val="32"/>
          <w:szCs w:val="32"/>
        </w:rPr>
        <w:t>НАКАЗ</w:t>
      </w:r>
    </w:p>
    <w:tbl>
      <w:tblPr>
        <w:tblW w:w="9828" w:type="dxa"/>
        <w:tblLook w:val="01E0"/>
      </w:tblPr>
      <w:tblGrid>
        <w:gridCol w:w="3199"/>
        <w:gridCol w:w="2795"/>
        <w:gridCol w:w="3834"/>
      </w:tblGrid>
      <w:tr w:rsidR="008D5D87" w:rsidRPr="00366AF9" w:rsidTr="00C13222">
        <w:tc>
          <w:tcPr>
            <w:tcW w:w="3199" w:type="dxa"/>
          </w:tcPr>
          <w:p w:rsidR="008D5D87" w:rsidRPr="00366AF9" w:rsidRDefault="008D5D87" w:rsidP="00C132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6AF9">
              <w:rPr>
                <w:rFonts w:ascii="Times New Roman" w:hAnsi="Times New Roman"/>
                <w:sz w:val="28"/>
                <w:szCs w:val="28"/>
              </w:rPr>
              <w:t xml:space="preserve"> № 342-о</w:t>
            </w:r>
          </w:p>
        </w:tc>
        <w:tc>
          <w:tcPr>
            <w:tcW w:w="2795" w:type="dxa"/>
          </w:tcPr>
          <w:p w:rsidR="008D5D87" w:rsidRPr="00366AF9" w:rsidRDefault="008D5D87" w:rsidP="00C13222">
            <w:pPr>
              <w:spacing w:after="0" w:line="240" w:lineRule="auto"/>
              <w:ind w:hanging="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6AF9">
              <w:rPr>
                <w:rFonts w:ascii="Times New Roman" w:hAnsi="Times New Roman"/>
                <w:sz w:val="28"/>
                <w:szCs w:val="28"/>
              </w:rPr>
              <w:t xml:space="preserve">              Чугуїв</w:t>
            </w:r>
          </w:p>
        </w:tc>
        <w:tc>
          <w:tcPr>
            <w:tcW w:w="3834" w:type="dxa"/>
          </w:tcPr>
          <w:p w:rsidR="008D5D87" w:rsidRPr="00366AF9" w:rsidRDefault="008D5D87" w:rsidP="00C13222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6AF9">
              <w:rPr>
                <w:rFonts w:ascii="Times New Roman" w:hAnsi="Times New Roman"/>
                <w:sz w:val="28"/>
                <w:szCs w:val="28"/>
              </w:rPr>
              <w:t xml:space="preserve">                   від </w:t>
            </w:r>
            <w:r w:rsidRPr="00366AF9"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  <w:r w:rsidRPr="00366AF9">
              <w:rPr>
                <w:rFonts w:ascii="Times New Roman" w:hAnsi="Times New Roman"/>
                <w:sz w:val="28"/>
                <w:szCs w:val="28"/>
              </w:rPr>
              <w:t>.</w:t>
            </w:r>
            <w:r w:rsidRPr="00366AF9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 w:rsidRPr="00366AF9">
              <w:rPr>
                <w:rFonts w:ascii="Times New Roman" w:hAnsi="Times New Roman"/>
                <w:sz w:val="28"/>
                <w:szCs w:val="28"/>
              </w:rPr>
              <w:t>.2015</w:t>
            </w:r>
          </w:p>
        </w:tc>
      </w:tr>
    </w:tbl>
    <w:p w:rsidR="008D5D87" w:rsidRDefault="008D5D87" w:rsidP="00DE7409">
      <w:pPr>
        <w:spacing w:after="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 w:rsidRPr="00AB6E4A">
        <w:rPr>
          <w:rFonts w:ascii="Times New Roman" w:hAnsi="Times New Roman"/>
          <w:b/>
          <w:szCs w:val="28"/>
        </w:rPr>
        <w:t>про прийняття на роботу</w:t>
      </w:r>
    </w:p>
    <w:p w:rsidR="008D5D87" w:rsidRPr="00130DC5" w:rsidRDefault="008D5D87" w:rsidP="00DE7409">
      <w:pPr>
        <w:spacing w:after="0" w:line="240" w:lineRule="auto"/>
        <w:jc w:val="center"/>
        <w:rPr>
          <w:rFonts w:ascii="Times New Roman" w:hAnsi="Times New Roman"/>
          <w:lang w:val="uk-UA"/>
        </w:rPr>
      </w:pPr>
    </w:p>
    <w:p w:rsidR="008D5D87" w:rsidRPr="00D47B97" w:rsidRDefault="008D5D87" w:rsidP="00DE7409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ІВАНОВА Тетяна Іванівна</w:t>
      </w:r>
    </w:p>
    <w:p w:rsidR="008D5D87" w:rsidRPr="00AB6E4A" w:rsidRDefault="008D5D87" w:rsidP="00DE7409">
      <w:pPr>
        <w:spacing w:after="0" w:line="240" w:lineRule="auto"/>
        <w:jc w:val="center"/>
        <w:rPr>
          <w:rFonts w:ascii="Times New Roman" w:hAnsi="Times New Roman"/>
        </w:rPr>
      </w:pPr>
      <w:r w:rsidRPr="00AB6E4A">
        <w:rPr>
          <w:rFonts w:ascii="Times New Roman" w:hAnsi="Times New Roman"/>
          <w:sz w:val="18"/>
          <w:szCs w:val="18"/>
        </w:rPr>
        <w:t>(прізвище, ім’я, по батькові)</w:t>
      </w:r>
    </w:p>
    <w:p w:rsidR="008D5D87" w:rsidRPr="00AB6E4A" w:rsidRDefault="008D5D87" w:rsidP="00DE7409">
      <w:pPr>
        <w:spacing w:after="0" w:line="240" w:lineRule="auto"/>
        <w:rPr>
          <w:rFonts w:ascii="Times New Roman" w:hAnsi="Times New Roman"/>
          <w:sz w:val="6"/>
          <w:szCs w:val="6"/>
        </w:rPr>
      </w:pPr>
    </w:p>
    <w:tbl>
      <w:tblPr>
        <w:tblW w:w="9571" w:type="dxa"/>
        <w:tblLook w:val="01E0"/>
      </w:tblPr>
      <w:tblGrid>
        <w:gridCol w:w="6427"/>
        <w:gridCol w:w="3144"/>
      </w:tblGrid>
      <w:tr w:rsidR="008D5D87" w:rsidRPr="0000194A" w:rsidTr="00C13222">
        <w:trPr>
          <w:trHeight w:val="578"/>
        </w:trPr>
        <w:tc>
          <w:tcPr>
            <w:tcW w:w="6426" w:type="dxa"/>
            <w:vAlign w:val="center"/>
          </w:tcPr>
          <w:p w:rsidR="008D5D87" w:rsidRPr="0000194A" w:rsidRDefault="008D5D87" w:rsidP="00C132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194A">
              <w:rPr>
                <w:rFonts w:ascii="Times New Roman" w:hAnsi="Times New Roman"/>
                <w:b/>
                <w:sz w:val="28"/>
                <w:szCs w:val="28"/>
              </w:rPr>
              <w:t xml:space="preserve">Прийняти на роботу з </w:t>
            </w:r>
            <w:r w:rsidRPr="0000194A">
              <w:rPr>
                <w:rFonts w:ascii="Times New Roman" w:hAnsi="Times New Roman"/>
                <w:sz w:val="28"/>
                <w:szCs w:val="28"/>
              </w:rPr>
              <w:t>"</w:t>
            </w:r>
            <w:r w:rsidRPr="0000194A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  <w:r w:rsidRPr="0000194A">
              <w:rPr>
                <w:rFonts w:ascii="Times New Roman" w:hAnsi="Times New Roman"/>
                <w:sz w:val="28"/>
                <w:szCs w:val="28"/>
              </w:rPr>
              <w:t xml:space="preserve">" </w:t>
            </w:r>
            <w:r w:rsidRPr="0000194A">
              <w:rPr>
                <w:rFonts w:ascii="Times New Roman" w:hAnsi="Times New Roman"/>
                <w:sz w:val="28"/>
                <w:szCs w:val="28"/>
                <w:lang w:val="uk-UA"/>
              </w:rPr>
              <w:t>груд</w:t>
            </w:r>
            <w:r w:rsidRPr="0000194A">
              <w:rPr>
                <w:rFonts w:ascii="Times New Roman" w:hAnsi="Times New Roman"/>
                <w:sz w:val="28"/>
                <w:szCs w:val="28"/>
              </w:rPr>
              <w:t>ня 2015 р.</w:t>
            </w:r>
          </w:p>
        </w:tc>
        <w:tc>
          <w:tcPr>
            <w:tcW w:w="3144" w:type="dxa"/>
          </w:tcPr>
          <w:p w:rsidR="008D5D87" w:rsidRPr="000019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94A">
              <w:rPr>
                <w:rFonts w:ascii="Times New Roman" w:hAnsi="Times New Roman"/>
                <w:sz w:val="28"/>
                <w:szCs w:val="28"/>
              </w:rPr>
              <w:t>Табельний номер</w:t>
            </w:r>
          </w:p>
        </w:tc>
      </w:tr>
      <w:tr w:rsidR="008D5D87" w:rsidRPr="0000194A" w:rsidTr="00C13222">
        <w:tc>
          <w:tcPr>
            <w:tcW w:w="6426" w:type="dxa"/>
            <w:vAlign w:val="center"/>
          </w:tcPr>
          <w:p w:rsidR="008D5D87" w:rsidRPr="0000194A" w:rsidRDefault="008D5D87" w:rsidP="00C132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194A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до </w:t>
            </w:r>
            <w:r w:rsidRPr="0000194A">
              <w:rPr>
                <w:rFonts w:ascii="Times New Roman" w:hAnsi="Times New Roman"/>
                <w:sz w:val="28"/>
                <w:szCs w:val="28"/>
              </w:rPr>
              <w:t xml:space="preserve">«» </w:t>
            </w:r>
            <w:r w:rsidRPr="0000194A">
              <w:rPr>
                <w:rFonts w:ascii="Times New Roman" w:hAnsi="Times New Roman"/>
                <w:sz w:val="28"/>
                <w:szCs w:val="28"/>
                <w:lang w:val="uk-UA"/>
              </w:rPr>
              <w:t>_____</w:t>
            </w:r>
            <w:r w:rsidRPr="0000194A">
              <w:rPr>
                <w:rFonts w:ascii="Times New Roman" w:hAnsi="Times New Roman"/>
                <w:sz w:val="28"/>
                <w:szCs w:val="28"/>
              </w:rPr>
              <w:t>20</w:t>
            </w:r>
            <w:r w:rsidRPr="0000194A">
              <w:rPr>
                <w:rFonts w:ascii="Times New Roman" w:hAnsi="Times New Roman"/>
                <w:sz w:val="28"/>
                <w:szCs w:val="28"/>
                <w:lang w:val="uk-UA"/>
              </w:rPr>
              <w:t>___</w:t>
            </w:r>
            <w:r w:rsidRPr="0000194A">
              <w:rPr>
                <w:rFonts w:ascii="Times New Roman" w:hAnsi="Times New Roman"/>
                <w:sz w:val="28"/>
                <w:szCs w:val="28"/>
              </w:rPr>
              <w:t xml:space="preserve"> р.</w:t>
            </w:r>
          </w:p>
        </w:tc>
        <w:tc>
          <w:tcPr>
            <w:tcW w:w="3144" w:type="dxa"/>
          </w:tcPr>
          <w:p w:rsidR="008D5D87" w:rsidRPr="000019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 w:rsidRPr="0000194A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0537</w:t>
            </w:r>
          </w:p>
        </w:tc>
      </w:tr>
    </w:tbl>
    <w:p w:rsidR="008D5D87" w:rsidRPr="0000194A" w:rsidRDefault="008D5D87" w:rsidP="00DE7409">
      <w:pPr>
        <w:pBdr>
          <w:bottom w:val="single" w:sz="12" w:space="1" w:color="00000A"/>
        </w:pBd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D5D87" w:rsidRPr="0000194A" w:rsidRDefault="008D5D87" w:rsidP="00DE7409">
      <w:pPr>
        <w:pBdr>
          <w:bottom w:val="single" w:sz="12" w:space="1" w:color="00000A"/>
        </w:pBd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0194A">
        <w:rPr>
          <w:rFonts w:ascii="Times New Roman" w:hAnsi="Times New Roman"/>
          <w:sz w:val="28"/>
          <w:szCs w:val="28"/>
          <w:lang w:val="uk-UA"/>
        </w:rPr>
        <w:t>Чугуївська гімназія № 5 Чугуївської міської ради Харківської області</w:t>
      </w:r>
    </w:p>
    <w:p w:rsidR="008D5D87" w:rsidRPr="0000194A" w:rsidRDefault="008D5D87" w:rsidP="00DE740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0194A">
        <w:rPr>
          <w:rFonts w:ascii="Times New Roman" w:hAnsi="Times New Roman"/>
          <w:sz w:val="20"/>
          <w:szCs w:val="20"/>
        </w:rPr>
        <w:t>назва структурного підрозділу</w:t>
      </w:r>
    </w:p>
    <w:p w:rsidR="008D5D87" w:rsidRPr="0000194A" w:rsidRDefault="008D5D87" w:rsidP="00DE7409">
      <w:pPr>
        <w:pBdr>
          <w:bottom w:val="single" w:sz="12" w:space="1" w:color="00000A"/>
        </w:pBd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0194A">
        <w:rPr>
          <w:rFonts w:ascii="Times New Roman" w:hAnsi="Times New Roman"/>
          <w:sz w:val="28"/>
          <w:szCs w:val="28"/>
        </w:rPr>
        <w:t xml:space="preserve">вчитель </w:t>
      </w:r>
      <w:r w:rsidRPr="0000194A">
        <w:rPr>
          <w:rFonts w:ascii="Times New Roman" w:hAnsi="Times New Roman"/>
          <w:sz w:val="28"/>
          <w:szCs w:val="28"/>
          <w:lang w:val="uk-UA"/>
        </w:rPr>
        <w:t>початкових класів</w:t>
      </w:r>
    </w:p>
    <w:p w:rsidR="008D5D87" w:rsidRPr="0000194A" w:rsidRDefault="008D5D87" w:rsidP="00DE740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0194A">
        <w:rPr>
          <w:rFonts w:ascii="Times New Roman" w:hAnsi="Times New Roman"/>
          <w:sz w:val="20"/>
          <w:szCs w:val="20"/>
        </w:rPr>
        <w:t>назва професії (посади), кваліфікація</w:t>
      </w:r>
    </w:p>
    <w:p w:rsidR="008D5D87" w:rsidRPr="0000194A" w:rsidRDefault="008D5D87" w:rsidP="00DE74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917" w:type="dxa"/>
        <w:tblInd w:w="92" w:type="dxa"/>
        <w:tblLook w:val="0000"/>
      </w:tblPr>
      <w:tblGrid>
        <w:gridCol w:w="373"/>
        <w:gridCol w:w="4314"/>
        <w:gridCol w:w="329"/>
        <w:gridCol w:w="650"/>
        <w:gridCol w:w="381"/>
        <w:gridCol w:w="1309"/>
        <w:gridCol w:w="320"/>
        <w:gridCol w:w="2241"/>
      </w:tblGrid>
      <w:tr w:rsidR="008D5D87" w:rsidRPr="0000194A" w:rsidTr="00C13222">
        <w:trPr>
          <w:trHeight w:val="375"/>
        </w:trPr>
        <w:tc>
          <w:tcPr>
            <w:tcW w:w="4687" w:type="dxa"/>
            <w:gridSpan w:val="2"/>
            <w:vAlign w:val="center"/>
          </w:tcPr>
          <w:p w:rsidR="008D5D87" w:rsidRPr="000019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94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Умови прийняття на роботу</w:t>
            </w:r>
          </w:p>
        </w:tc>
        <w:tc>
          <w:tcPr>
            <w:tcW w:w="329" w:type="dxa"/>
            <w:vAlign w:val="center"/>
          </w:tcPr>
          <w:p w:rsidR="008D5D87" w:rsidRPr="000019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4901" w:type="dxa"/>
            <w:gridSpan w:val="5"/>
            <w:vAlign w:val="center"/>
          </w:tcPr>
          <w:p w:rsidR="008D5D87" w:rsidRPr="000019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94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Умови роботи</w:t>
            </w:r>
          </w:p>
        </w:tc>
      </w:tr>
      <w:tr w:rsidR="008D5D87" w:rsidRPr="00AB6E4A" w:rsidTr="00C13222">
        <w:trPr>
          <w:trHeight w:val="435"/>
        </w:trPr>
        <w:tc>
          <w:tcPr>
            <w:tcW w:w="4687" w:type="dxa"/>
            <w:gridSpan w:val="2"/>
            <w:vAlign w:val="center"/>
          </w:tcPr>
          <w:p w:rsidR="008D5D87" w:rsidRPr="00AB6E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(необхідне відмітити позначкою «</w:t>
            </w:r>
            <w:r w:rsidRPr="00AB6E4A">
              <w:rPr>
                <w:rFonts w:ascii="Times New Roman" w:hAnsi="Times New Roman"/>
                <w:b/>
                <w:sz w:val="24"/>
              </w:rPr>
              <w:t>х</w:t>
            </w:r>
            <w:r w:rsidRPr="00AB6E4A">
              <w:rPr>
                <w:rFonts w:ascii="Times New Roman" w:hAnsi="Times New Roman"/>
                <w:sz w:val="24"/>
              </w:rPr>
              <w:t>»)</w:t>
            </w:r>
          </w:p>
        </w:tc>
        <w:tc>
          <w:tcPr>
            <w:tcW w:w="32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01" w:type="dxa"/>
            <w:gridSpan w:val="5"/>
            <w:vAlign w:val="center"/>
          </w:tcPr>
          <w:p w:rsidR="008D5D87" w:rsidRPr="00AB6E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(необхідне відмітити позначкою «</w:t>
            </w:r>
            <w:r w:rsidRPr="00AB6E4A">
              <w:rPr>
                <w:rFonts w:ascii="Times New Roman" w:hAnsi="Times New Roman"/>
                <w:b/>
                <w:sz w:val="24"/>
              </w:rPr>
              <w:t>х</w:t>
            </w:r>
            <w:r w:rsidRPr="00AB6E4A">
              <w:rPr>
                <w:rFonts w:ascii="Times New Roman" w:hAnsi="Times New Roman"/>
                <w:sz w:val="24"/>
              </w:rPr>
              <w:t>»)</w:t>
            </w:r>
          </w:p>
        </w:tc>
      </w:tr>
      <w:tr w:rsidR="008D5D87" w:rsidRPr="00AB6E4A" w:rsidTr="00C13222">
        <w:trPr>
          <w:trHeight w:val="300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b/>
                <w:sz w:val="23"/>
                <w:szCs w:val="23"/>
              </w:rPr>
              <w:t> </w:t>
            </w:r>
          </w:p>
        </w:tc>
        <w:tc>
          <w:tcPr>
            <w:tcW w:w="4314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на конкурсній основі</w:t>
            </w:r>
          </w:p>
        </w:tc>
        <w:tc>
          <w:tcPr>
            <w:tcW w:w="979" w:type="dxa"/>
            <w:gridSpan w:val="2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робота:</w:t>
            </w:r>
          </w:p>
        </w:tc>
        <w:tc>
          <w:tcPr>
            <w:tcW w:w="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b/>
                <w:sz w:val="24"/>
              </w:rPr>
              <w:t>х </w:t>
            </w:r>
          </w:p>
        </w:tc>
        <w:tc>
          <w:tcPr>
            <w:tcW w:w="130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AB6E4A">
              <w:rPr>
                <w:rFonts w:ascii="Times New Roman" w:hAnsi="Times New Roman"/>
                <w:b/>
                <w:sz w:val="24"/>
                <w:u w:val="single"/>
              </w:rPr>
              <w:t>основна</w:t>
            </w:r>
          </w:p>
        </w:tc>
        <w:tc>
          <w:tcPr>
            <w:tcW w:w="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1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3"/>
                <w:szCs w:val="23"/>
              </w:rPr>
              <w:t>за сумісництвом</w:t>
            </w:r>
          </w:p>
        </w:tc>
      </w:tr>
      <w:tr w:rsidR="008D5D87" w:rsidRPr="00AB6E4A" w:rsidTr="00C13222">
        <w:trPr>
          <w:trHeight w:val="120"/>
        </w:trPr>
        <w:tc>
          <w:tcPr>
            <w:tcW w:w="373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sz w:val="6"/>
                <w:szCs w:val="6"/>
              </w:rPr>
            </w:pPr>
          </w:p>
        </w:tc>
        <w:tc>
          <w:tcPr>
            <w:tcW w:w="4314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650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81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30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0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241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8D5D87" w:rsidRPr="00AB6E4A" w:rsidTr="00C13222">
        <w:trPr>
          <w:trHeight w:val="330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4E5A97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14" w:type="dxa"/>
            <w:vAlign w:val="center"/>
          </w:tcPr>
          <w:p w:rsidR="008D5D87" w:rsidRPr="004E5A97" w:rsidRDefault="008D5D87" w:rsidP="00C1322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E5A97">
              <w:rPr>
                <w:rFonts w:ascii="Times New Roman" w:hAnsi="Times New Roman"/>
                <w:bCs/>
                <w:sz w:val="24"/>
              </w:rPr>
              <w:t xml:space="preserve">за умовами  строкового договору </w:t>
            </w:r>
          </w:p>
        </w:tc>
        <w:tc>
          <w:tcPr>
            <w:tcW w:w="5230" w:type="dxa"/>
            <w:gridSpan w:val="6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умови праці (згідно атестації робочого місця):</w:t>
            </w:r>
          </w:p>
        </w:tc>
      </w:tr>
      <w:tr w:rsidR="008D5D87" w:rsidRPr="00AB6E4A" w:rsidTr="00C13222">
        <w:trPr>
          <w:trHeight w:val="315"/>
        </w:trPr>
        <w:tc>
          <w:tcPr>
            <w:tcW w:w="373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4314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81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09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20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41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</w:tr>
      <w:tr w:rsidR="008D5D87" w:rsidRPr="00AB6E4A" w:rsidTr="00C13222">
        <w:trPr>
          <w:trHeight w:val="315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b/>
                <w:sz w:val="23"/>
                <w:szCs w:val="23"/>
              </w:rPr>
              <w:t> </w:t>
            </w:r>
          </w:p>
        </w:tc>
        <w:tc>
          <w:tcPr>
            <w:tcW w:w="4314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зі строком випробування _______місяців</w:t>
            </w:r>
          </w:p>
        </w:tc>
        <w:tc>
          <w:tcPr>
            <w:tcW w:w="32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81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09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20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41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</w:tr>
      <w:tr w:rsidR="008D5D87" w:rsidRPr="00AB6E4A" w:rsidTr="00C13222">
        <w:trPr>
          <w:trHeight w:val="120"/>
        </w:trPr>
        <w:tc>
          <w:tcPr>
            <w:tcW w:w="373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sz w:val="6"/>
                <w:szCs w:val="6"/>
              </w:rPr>
            </w:pPr>
          </w:p>
        </w:tc>
        <w:tc>
          <w:tcPr>
            <w:tcW w:w="4314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650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81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30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0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241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8D5D87" w:rsidRPr="00AB6E4A" w:rsidTr="00C13222">
        <w:trPr>
          <w:trHeight w:val="315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b/>
                <w:sz w:val="23"/>
                <w:szCs w:val="23"/>
              </w:rPr>
              <w:t> </w:t>
            </w:r>
          </w:p>
        </w:tc>
        <w:tc>
          <w:tcPr>
            <w:tcW w:w="4314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на час виконання певної роботи</w:t>
            </w:r>
          </w:p>
        </w:tc>
        <w:tc>
          <w:tcPr>
            <w:tcW w:w="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4901" w:type="dxa"/>
            <w:gridSpan w:val="5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тривалість робочого дня (тижня)  відповідно до тарифікації</w:t>
            </w:r>
          </w:p>
        </w:tc>
      </w:tr>
      <w:tr w:rsidR="008D5D87" w:rsidRPr="00AB6E4A" w:rsidTr="00C13222">
        <w:trPr>
          <w:trHeight w:val="120"/>
        </w:trPr>
        <w:tc>
          <w:tcPr>
            <w:tcW w:w="373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sz w:val="6"/>
                <w:szCs w:val="6"/>
              </w:rPr>
            </w:pPr>
          </w:p>
        </w:tc>
        <w:tc>
          <w:tcPr>
            <w:tcW w:w="4314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50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81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30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0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241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8D5D87" w:rsidRPr="00AB6E4A" w:rsidTr="00C13222">
        <w:trPr>
          <w:trHeight w:val="315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4E5A97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</w:p>
        </w:tc>
        <w:tc>
          <w:tcPr>
            <w:tcW w:w="4314" w:type="dxa"/>
            <w:vAlign w:val="center"/>
          </w:tcPr>
          <w:p w:rsidR="008D5D87" w:rsidRPr="00AD1308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D1308">
              <w:rPr>
                <w:rFonts w:ascii="Times New Roman" w:hAnsi="Times New Roman"/>
                <w:sz w:val="24"/>
              </w:rPr>
              <w:t xml:space="preserve">на час відсутності основного </w:t>
            </w:r>
          </w:p>
          <w:p w:rsidR="008D5D87" w:rsidRPr="00AD1308" w:rsidRDefault="008D5D87" w:rsidP="008C6A8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AD1308">
              <w:rPr>
                <w:rFonts w:ascii="Times New Roman" w:hAnsi="Times New Roman"/>
                <w:sz w:val="24"/>
              </w:rPr>
              <w:t>працівника</w:t>
            </w:r>
            <w:r w:rsidRPr="00AB6E4A">
              <w:rPr>
                <w:rFonts w:ascii="Times New Roman" w:hAnsi="Times New Roman"/>
                <w:b/>
                <w:sz w:val="24"/>
              </w:rPr>
              <w:t xml:space="preserve">  </w:t>
            </w:r>
          </w:p>
        </w:tc>
        <w:tc>
          <w:tcPr>
            <w:tcW w:w="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901" w:type="dxa"/>
            <w:gridSpan w:val="5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тривалість робочого дня (тижня) при роботі</w:t>
            </w:r>
          </w:p>
        </w:tc>
      </w:tr>
      <w:tr w:rsidR="008D5D87" w:rsidRPr="00AB6E4A" w:rsidTr="00C13222">
        <w:trPr>
          <w:trHeight w:val="315"/>
        </w:trPr>
        <w:tc>
          <w:tcPr>
            <w:tcW w:w="373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4314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230" w:type="dxa"/>
            <w:gridSpan w:val="6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з неповним робочим часом_________ год.</w:t>
            </w:r>
          </w:p>
        </w:tc>
      </w:tr>
      <w:tr w:rsidR="008D5D87" w:rsidRPr="00AB6E4A" w:rsidTr="00C13222">
        <w:trPr>
          <w:trHeight w:val="315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b/>
                <w:sz w:val="23"/>
                <w:szCs w:val="23"/>
              </w:rPr>
              <w:t> </w:t>
            </w:r>
          </w:p>
        </w:tc>
        <w:tc>
          <w:tcPr>
            <w:tcW w:w="4314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із кадрового резерву</w:t>
            </w:r>
          </w:p>
        </w:tc>
        <w:tc>
          <w:tcPr>
            <w:tcW w:w="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81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09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20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41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</w:tr>
      <w:tr w:rsidR="008D5D87" w:rsidRPr="00AB6E4A" w:rsidTr="00C13222">
        <w:trPr>
          <w:trHeight w:val="315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b/>
                <w:sz w:val="23"/>
                <w:szCs w:val="23"/>
              </w:rPr>
              <w:t> </w:t>
            </w:r>
          </w:p>
        </w:tc>
        <w:tc>
          <w:tcPr>
            <w:tcW w:w="4314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за результатами успішного стажування</w:t>
            </w:r>
          </w:p>
        </w:tc>
        <w:tc>
          <w:tcPr>
            <w:tcW w:w="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81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09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20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41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</w:tr>
      <w:tr w:rsidR="008D5D87" w:rsidRPr="00AB6E4A" w:rsidTr="00C13222">
        <w:trPr>
          <w:trHeight w:val="315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4314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 xml:space="preserve">переведення </w:t>
            </w:r>
          </w:p>
        </w:tc>
        <w:tc>
          <w:tcPr>
            <w:tcW w:w="32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650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81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30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0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241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8D5D87" w:rsidRPr="00AB6E4A" w:rsidRDefault="008D5D87" w:rsidP="00DE7409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AB6E4A">
        <w:rPr>
          <w:rFonts w:ascii="Times New Roman" w:hAnsi="Times New Roman"/>
          <w:sz w:val="23"/>
          <w:szCs w:val="23"/>
        </w:rPr>
        <w:t xml:space="preserve">   </w:t>
      </w:r>
      <w:r w:rsidRPr="00AB6E4A">
        <w:rPr>
          <w:rFonts w:ascii="Times New Roman" w:hAnsi="Times New Roman"/>
          <w:sz w:val="24"/>
        </w:rPr>
        <w:t xml:space="preserve"> </w:t>
      </w:r>
      <w:r w:rsidRPr="00AB6E4A">
        <w:rPr>
          <w:rFonts w:ascii="Times New Roman" w:hAnsi="Times New Roman"/>
          <w:b/>
          <w:szCs w:val="28"/>
        </w:rPr>
        <w:t xml:space="preserve">Підстава: </w:t>
      </w:r>
      <w:r w:rsidRPr="00AB6E4A">
        <w:rPr>
          <w:rFonts w:ascii="Times New Roman" w:hAnsi="Times New Roman"/>
          <w:szCs w:val="28"/>
        </w:rPr>
        <w:t xml:space="preserve">заява </w:t>
      </w:r>
      <w:r>
        <w:rPr>
          <w:rFonts w:ascii="Times New Roman" w:hAnsi="Times New Roman"/>
          <w:szCs w:val="28"/>
          <w:lang w:val="uk-UA"/>
        </w:rPr>
        <w:t>Іванованої Т.І. від 12.12.2015</w:t>
      </w:r>
      <w:r w:rsidRPr="00AB6E4A">
        <w:rPr>
          <w:rFonts w:ascii="Times New Roman" w:hAnsi="Times New Roman"/>
          <w:szCs w:val="28"/>
        </w:rPr>
        <w:t xml:space="preserve">, подання директора Чугуївської гімназії № 5 Чугуївської міської ради Харківської області  від </w:t>
      </w:r>
      <w:r>
        <w:rPr>
          <w:rFonts w:ascii="Times New Roman" w:hAnsi="Times New Roman"/>
          <w:szCs w:val="28"/>
          <w:lang w:val="uk-UA"/>
        </w:rPr>
        <w:t>12.12.</w:t>
      </w:r>
      <w:r w:rsidRPr="00AB6E4A">
        <w:rPr>
          <w:rFonts w:ascii="Times New Roman" w:hAnsi="Times New Roman"/>
          <w:szCs w:val="28"/>
        </w:rPr>
        <w:t>2015 № 380.</w:t>
      </w:r>
    </w:p>
    <w:p w:rsidR="008D5D87" w:rsidRPr="00AB6E4A" w:rsidRDefault="008D5D87" w:rsidP="00DE7409">
      <w:pPr>
        <w:spacing w:after="0" w:line="240" w:lineRule="auto"/>
        <w:rPr>
          <w:rFonts w:ascii="Times New Roman" w:hAnsi="Times New Roman"/>
          <w:b/>
          <w:szCs w:val="28"/>
        </w:rPr>
      </w:pPr>
    </w:p>
    <w:p w:rsidR="008D5D87" w:rsidRPr="00AB6E4A" w:rsidRDefault="008D5D87" w:rsidP="00DE7409">
      <w:pPr>
        <w:spacing w:after="0" w:line="240" w:lineRule="auto"/>
        <w:rPr>
          <w:rFonts w:ascii="Times New Roman" w:hAnsi="Times New Roman"/>
        </w:rPr>
      </w:pPr>
      <w:r w:rsidRPr="00AB6E4A">
        <w:rPr>
          <w:rFonts w:ascii="Times New Roman" w:hAnsi="Times New Roman"/>
          <w:b/>
          <w:szCs w:val="28"/>
        </w:rPr>
        <w:t xml:space="preserve">Начальник відділу освіти                                                   М.В. ПРОЦЕНКО   </w:t>
      </w:r>
    </w:p>
    <w:p w:rsidR="008D5D87" w:rsidRPr="00AB6E4A" w:rsidRDefault="008D5D87" w:rsidP="00DE7409">
      <w:pPr>
        <w:spacing w:after="0" w:line="240" w:lineRule="auto"/>
        <w:rPr>
          <w:rFonts w:ascii="Times New Roman" w:hAnsi="Times New Roman"/>
          <w:szCs w:val="28"/>
        </w:rPr>
      </w:pPr>
    </w:p>
    <w:p w:rsidR="008D5D87" w:rsidRPr="00AB6E4A" w:rsidRDefault="008D5D87" w:rsidP="00DE7409">
      <w:pPr>
        <w:spacing w:after="0" w:line="240" w:lineRule="auto"/>
        <w:rPr>
          <w:rFonts w:ascii="Times New Roman" w:hAnsi="Times New Roman"/>
        </w:rPr>
      </w:pPr>
      <w:r w:rsidRPr="00AB6E4A">
        <w:rPr>
          <w:rFonts w:ascii="Times New Roman" w:hAnsi="Times New Roman"/>
          <w:szCs w:val="28"/>
        </w:rPr>
        <w:t>З наказом ознайомлена    _____________   «_______»_______________2015</w:t>
      </w:r>
    </w:p>
    <w:p w:rsidR="008D5D87" w:rsidRPr="00814D4B" w:rsidRDefault="008D5D87" w:rsidP="008C6A8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5D3EDE">
        <w:rPr>
          <w:rFonts w:ascii="Times New Roman" w:hAnsi="Times New Roman"/>
          <w:b/>
          <w:sz w:val="28"/>
          <w:szCs w:val="28"/>
        </w:rPr>
        <w:t xml:space="preserve">Заяви про </w:t>
      </w:r>
      <w:r>
        <w:rPr>
          <w:rFonts w:ascii="Times New Roman" w:hAnsi="Times New Roman"/>
          <w:b/>
          <w:sz w:val="28"/>
          <w:szCs w:val="28"/>
          <w:lang w:val="uk-UA"/>
        </w:rPr>
        <w:t>прийняття на роботу зі строком випробування</w:t>
      </w:r>
    </w:p>
    <w:p w:rsidR="008D5D87" w:rsidRDefault="008D5D87" w:rsidP="008C6A89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>Начальнику відділу освіти</w:t>
      </w:r>
    </w:p>
    <w:p w:rsidR="008D5D87" w:rsidRDefault="008D5D87" w:rsidP="008C6A89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Чугуївської міської ради </w:t>
      </w:r>
    </w:p>
    <w:p w:rsidR="008D5D87" w:rsidRDefault="008D5D87" w:rsidP="008C6A89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Проценко </w:t>
      </w:r>
      <w:r>
        <w:rPr>
          <w:rFonts w:ascii="Times New Roman" w:hAnsi="Times New Roman"/>
          <w:i/>
          <w:sz w:val="28"/>
          <w:szCs w:val="28"/>
          <w:lang w:val="uk-UA"/>
        </w:rPr>
        <w:t>М.В</w:t>
      </w:r>
    </w:p>
    <w:p w:rsidR="008D5D87" w:rsidRDefault="008D5D87" w:rsidP="008C6A89">
      <w:pPr>
        <w:spacing w:after="0" w:line="240" w:lineRule="auto"/>
        <w:ind w:left="3285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</w:t>
      </w:r>
      <w:r w:rsidRPr="000F6D3C">
        <w:rPr>
          <w:rFonts w:ascii="Times New Roman" w:hAnsi="Times New Roman"/>
          <w:i/>
          <w:sz w:val="28"/>
          <w:szCs w:val="28"/>
          <w:lang w:val="uk-UA"/>
        </w:rPr>
        <w:t>Іванової Тетяни Іванівни</w:t>
      </w:r>
    </w:p>
    <w:p w:rsidR="008D5D87" w:rsidRDefault="008D5D87" w:rsidP="008C6A89">
      <w:pPr>
        <w:spacing w:after="0" w:line="240" w:lineRule="auto"/>
        <w:ind w:left="3285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м. Чугуїв, вул.. Перемоги 28</w:t>
      </w:r>
    </w:p>
    <w:p w:rsidR="008D5D87" w:rsidRDefault="008D5D87" w:rsidP="008C6A89">
      <w:pPr>
        <w:spacing w:after="0" w:line="240" w:lineRule="auto"/>
        <w:ind w:left="3285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0976058347, 06633458</w:t>
      </w:r>
    </w:p>
    <w:p w:rsidR="008D5D87" w:rsidRDefault="008D5D87" w:rsidP="008C6A89">
      <w:pPr>
        <w:spacing w:after="0" w:line="240" w:lineRule="auto"/>
        <w:ind w:left="3285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Паспорт</w:t>
      </w:r>
    </w:p>
    <w:p w:rsidR="008D5D87" w:rsidRDefault="008D5D87" w:rsidP="008C6A89">
      <w:pPr>
        <w:spacing w:after="0" w:line="240" w:lineRule="auto"/>
        <w:ind w:left="3285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Ідентифікаційний код</w:t>
      </w:r>
    </w:p>
    <w:p w:rsidR="008D5D87" w:rsidRDefault="008D5D87" w:rsidP="008C6A89">
      <w:pPr>
        <w:spacing w:after="0" w:line="240" w:lineRule="auto"/>
        <w:ind w:left="3285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Pr="00E279AC" w:rsidRDefault="008D5D87" w:rsidP="008C6A89">
      <w:pPr>
        <w:spacing w:after="0" w:line="24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Pr="0030729C" w:rsidRDefault="008D5D87" w:rsidP="008C6A89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З</w:t>
      </w:r>
      <w:r>
        <w:rPr>
          <w:rFonts w:ascii="Times New Roman" w:hAnsi="Times New Roman"/>
          <w:i/>
          <w:sz w:val="28"/>
          <w:szCs w:val="28"/>
        </w:rPr>
        <w:t>аява</w:t>
      </w:r>
    </w:p>
    <w:p w:rsidR="008D5D87" w:rsidRPr="00814D4B" w:rsidRDefault="008D5D87" w:rsidP="008C6A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5D87" w:rsidRDefault="008D5D87" w:rsidP="008C6A89">
      <w:pPr>
        <w:spacing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E5A75">
        <w:rPr>
          <w:rFonts w:ascii="Times New Roman" w:hAnsi="Times New Roman"/>
          <w:i/>
          <w:sz w:val="28"/>
          <w:szCs w:val="28"/>
        </w:rPr>
        <w:t>Прошу</w:t>
      </w:r>
      <w:r w:rsidRPr="005E5A75">
        <w:rPr>
          <w:rFonts w:ascii="Times New Roman" w:hAnsi="Times New Roman"/>
          <w:i/>
          <w:sz w:val="28"/>
          <w:szCs w:val="28"/>
          <w:lang w:val="uk-UA"/>
        </w:rPr>
        <w:t xml:space="preserve"> призначити мене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на посаду вчителя</w:t>
      </w:r>
      <w:r w:rsidRPr="005E5A75">
        <w:rPr>
          <w:rFonts w:ascii="Times New Roman" w:hAnsi="Times New Roman"/>
          <w:i/>
          <w:sz w:val="28"/>
          <w:szCs w:val="28"/>
          <w:lang w:val="uk-UA"/>
        </w:rPr>
        <w:t xml:space="preserve"> початкових класів Чугуївської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5E5A75">
        <w:rPr>
          <w:rFonts w:ascii="Times New Roman" w:hAnsi="Times New Roman"/>
          <w:i/>
          <w:sz w:val="28"/>
          <w:szCs w:val="28"/>
          <w:lang w:val="uk-UA"/>
        </w:rPr>
        <w:t>гімназії № 5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з 15.12.201 зі строком випробування на три місяці.</w:t>
      </w:r>
    </w:p>
    <w:p w:rsidR="008D5D87" w:rsidRDefault="008D5D87" w:rsidP="008C6A89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  <w:r w:rsidRPr="00CD6B23">
        <w:rPr>
          <w:rFonts w:ascii="Times New Roman" w:hAnsi="Times New Roman"/>
          <w:i/>
          <w:sz w:val="28"/>
          <w:szCs w:val="28"/>
          <w:lang w:val="uk-UA"/>
        </w:rPr>
        <w:t>12.12.201</w:t>
      </w:r>
      <w:r>
        <w:rPr>
          <w:rFonts w:ascii="Times New Roman" w:hAnsi="Times New Roman"/>
          <w:i/>
          <w:sz w:val="28"/>
          <w:szCs w:val="28"/>
          <w:lang w:val="uk-UA"/>
        </w:rPr>
        <w:t>5</w:t>
      </w:r>
      <w:r w:rsidRPr="00CD6B23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i/>
          <w:sz w:val="28"/>
          <w:szCs w:val="28"/>
          <w:lang w:val="uk-UA"/>
        </w:rPr>
        <w:t>Іванова</w:t>
      </w:r>
    </w:p>
    <w:p w:rsidR="008D5D87" w:rsidRPr="004E40D9" w:rsidRDefault="008D5D87" w:rsidP="008C6A8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Подання</w:t>
      </w:r>
      <w:r w:rsidRPr="00814D4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про прийняття на роботу</w:t>
      </w:r>
    </w:p>
    <w:p w:rsidR="008D5D87" w:rsidRPr="00CA5AB5" w:rsidRDefault="008D5D87" w:rsidP="008C6A89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3A6C3F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CA5AB5">
        <w:rPr>
          <w:rFonts w:ascii="Times New Roman" w:hAnsi="Times New Roman"/>
          <w:sz w:val="28"/>
          <w:szCs w:val="28"/>
          <w:lang w:val="uk-UA"/>
        </w:rPr>
        <w:t>Начальнику відділу освіти</w:t>
      </w:r>
    </w:p>
    <w:p w:rsidR="008D5D87" w:rsidRPr="00CA5AB5" w:rsidRDefault="008D5D87" w:rsidP="008C6A89">
      <w:pPr>
        <w:spacing w:after="0" w:line="240" w:lineRule="auto"/>
        <w:ind w:firstLine="5760"/>
        <w:jc w:val="both"/>
        <w:rPr>
          <w:rFonts w:ascii="Times New Roman" w:hAnsi="Times New Roman"/>
          <w:sz w:val="28"/>
          <w:szCs w:val="28"/>
          <w:lang w:val="uk-UA"/>
        </w:rPr>
      </w:pPr>
      <w:r w:rsidRPr="00CA5AB5">
        <w:rPr>
          <w:rFonts w:ascii="Times New Roman" w:hAnsi="Times New Roman"/>
          <w:sz w:val="28"/>
          <w:szCs w:val="28"/>
          <w:lang w:val="uk-UA"/>
        </w:rPr>
        <w:t xml:space="preserve">Чугуївської міської ради </w:t>
      </w:r>
    </w:p>
    <w:p w:rsidR="008D5D87" w:rsidRPr="00031A79" w:rsidRDefault="008D5D87" w:rsidP="008C6A89">
      <w:pPr>
        <w:spacing w:after="0" w:line="240" w:lineRule="auto"/>
        <w:ind w:firstLine="576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31A79">
        <w:rPr>
          <w:rFonts w:ascii="Times New Roman" w:hAnsi="Times New Roman"/>
          <w:b/>
          <w:sz w:val="28"/>
          <w:szCs w:val="28"/>
          <w:lang w:val="uk-UA"/>
        </w:rPr>
        <w:t>ПРОЦЕНКО М.В</w:t>
      </w:r>
    </w:p>
    <w:p w:rsidR="008D5D87" w:rsidRPr="00180E7B" w:rsidRDefault="008D5D87" w:rsidP="008C6A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D5D87" w:rsidRPr="00031A79" w:rsidRDefault="008D5D87" w:rsidP="008C6A89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>Подання</w:t>
      </w:r>
    </w:p>
    <w:p w:rsidR="008D5D87" w:rsidRDefault="008D5D87" w:rsidP="008C6A89">
      <w:pPr>
        <w:spacing w:after="0" w:line="240" w:lineRule="auto"/>
        <w:ind w:right="-6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 xml:space="preserve">Адміністрація </w:t>
      </w:r>
      <w:r>
        <w:rPr>
          <w:rFonts w:ascii="Times New Roman" w:hAnsi="Times New Roman"/>
          <w:sz w:val="28"/>
          <w:szCs w:val="28"/>
          <w:lang w:val="uk-UA"/>
        </w:rPr>
        <w:t>Чугуївської гімназії № 5 Чугуївської міської ради Харківської області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просить </w:t>
      </w:r>
      <w:r>
        <w:rPr>
          <w:rFonts w:ascii="Times New Roman" w:hAnsi="Times New Roman"/>
          <w:sz w:val="28"/>
          <w:szCs w:val="28"/>
          <w:lang w:val="uk-UA"/>
        </w:rPr>
        <w:t>призначити з 15.12.2015 на посаду</w:t>
      </w:r>
      <w:r w:rsidRPr="00AD10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1A79">
        <w:rPr>
          <w:rFonts w:ascii="Times New Roman" w:hAnsi="Times New Roman"/>
          <w:sz w:val="28"/>
          <w:szCs w:val="28"/>
          <w:lang w:val="uk-UA"/>
        </w:rPr>
        <w:t>вчител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початкових </w:t>
      </w:r>
      <w:r w:rsidRPr="00031A79">
        <w:rPr>
          <w:rFonts w:ascii="Times New Roman" w:hAnsi="Times New Roman"/>
          <w:sz w:val="28"/>
          <w:szCs w:val="28"/>
          <w:lang w:val="uk-UA"/>
        </w:rPr>
        <w:t>Іванов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Тетян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Іванівн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31A7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зі строком випробування на три місяці та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тижневим навантаженням відповідно до тарифікації..</w:t>
      </w:r>
    </w:p>
    <w:p w:rsidR="008D5D87" w:rsidRDefault="008D5D87" w:rsidP="008C6A89">
      <w:pPr>
        <w:spacing w:after="0" w:line="240" w:lineRule="auto"/>
        <w:ind w:right="-6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Додаток: Заява Іванової Т.І. від 12.12.2015</w:t>
      </w:r>
    </w:p>
    <w:p w:rsidR="008D5D87" w:rsidRDefault="008D5D87" w:rsidP="008C6A8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D5D87" w:rsidRPr="004C5249" w:rsidRDefault="008D5D87" w:rsidP="008C6A8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44E2B">
        <w:rPr>
          <w:rFonts w:ascii="Times New Roman" w:hAnsi="Times New Roman"/>
          <w:b/>
          <w:sz w:val="28"/>
          <w:szCs w:val="28"/>
          <w:lang w:val="uk-UA"/>
        </w:rPr>
        <w:t>Директор</w:t>
      </w:r>
      <w:r w:rsidRPr="00E44E2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Pr="00E44E2B">
        <w:rPr>
          <w:rFonts w:ascii="Times New Roman" w:hAnsi="Times New Roman"/>
          <w:b/>
          <w:sz w:val="28"/>
          <w:szCs w:val="28"/>
          <w:lang w:val="uk-UA"/>
        </w:rPr>
        <w:t>ПІБ</w:t>
      </w:r>
    </w:p>
    <w:p w:rsidR="008D5D87" w:rsidRDefault="008D5D87" w:rsidP="008C6A89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Default="008D5D87" w:rsidP="008C6A89">
      <w:pPr>
        <w:rPr>
          <w:szCs w:val="28"/>
        </w:rPr>
      </w:pPr>
    </w:p>
    <w:p w:rsidR="008D5D87" w:rsidRDefault="008D5D87" w:rsidP="008C6A89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Default="008D5D87" w:rsidP="008C6A89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Default="008D5D87" w:rsidP="008C6A89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Default="008D5D87" w:rsidP="008C6A89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Pr="00AB6E4A" w:rsidRDefault="008D5D87" w:rsidP="008C6A89">
      <w:pPr>
        <w:pStyle w:val="ShapkaDocumentu"/>
        <w:spacing w:after="0"/>
        <w:ind w:left="6804" w:hanging="6804"/>
        <w:rPr>
          <w:rFonts w:ascii="Times New Roman" w:hAnsi="Times New Roman" w:cs="Times New Roman"/>
          <w:sz w:val="28"/>
          <w:szCs w:val="28"/>
        </w:rPr>
      </w:pPr>
      <w:r w:rsidRPr="00AB6E4A">
        <w:rPr>
          <w:rFonts w:ascii="Times New Roman" w:hAnsi="Times New Roman" w:cs="Times New Roman"/>
          <w:sz w:val="28"/>
          <w:szCs w:val="28"/>
        </w:rPr>
        <w:object w:dxaOrig="1036" w:dyaOrig="1396">
          <v:shape id="_x0000_i1040" type="#_x0000_t75" style="width:41.25pt;height:54pt" o:ole="" filled="t">
            <v:fill color2="black"/>
            <v:imagedata r:id="rId6" o:title=""/>
          </v:shape>
          <o:OLEObject Type="Embed" ProgID="Word.Picture.8" ShapeID="_x0000_i1040" DrawAspect="Content" ObjectID="_1516103693" r:id="rId22"/>
        </w:object>
      </w:r>
    </w:p>
    <w:p w:rsidR="008D5D87" w:rsidRPr="00AB6E4A" w:rsidRDefault="008D5D87" w:rsidP="008C6A89">
      <w:pPr>
        <w:pStyle w:val="Heading2"/>
        <w:spacing w:before="0"/>
        <w:jc w:val="center"/>
        <w:rPr>
          <w:rFonts w:ascii="Times New Roman" w:hAnsi="Times New Roman"/>
          <w:i/>
          <w:color w:val="auto"/>
          <w:sz w:val="32"/>
          <w:szCs w:val="32"/>
        </w:rPr>
      </w:pPr>
      <w:r w:rsidRPr="00AB6E4A">
        <w:rPr>
          <w:rFonts w:ascii="Times New Roman" w:hAnsi="Times New Roman"/>
          <w:color w:val="auto"/>
          <w:sz w:val="32"/>
          <w:szCs w:val="32"/>
        </w:rPr>
        <w:t>ЧУГУЇВСЬКА МІСЬКА РАДА ХАРКІВСЬКОЇ ОБЛАСТІ</w:t>
      </w:r>
    </w:p>
    <w:p w:rsidR="008D5D87" w:rsidRPr="00AB6E4A" w:rsidRDefault="008D5D87" w:rsidP="008C6A8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AB6E4A">
        <w:rPr>
          <w:rFonts w:ascii="Times New Roman" w:hAnsi="Times New Roman"/>
          <w:b/>
          <w:sz w:val="32"/>
          <w:szCs w:val="32"/>
          <w:lang w:val="uk-UA"/>
        </w:rPr>
        <w:t>ВІДДІЛ ОСВІТИ</w:t>
      </w:r>
    </w:p>
    <w:p w:rsidR="008D5D87" w:rsidRPr="00AB6E4A" w:rsidRDefault="008D5D87" w:rsidP="008C6A89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  <w:lang w:val="uk-UA"/>
        </w:rPr>
      </w:pPr>
    </w:p>
    <w:p w:rsidR="008D5D87" w:rsidRPr="00AB6E4A" w:rsidRDefault="008D5D87" w:rsidP="008C6A8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B6E4A">
        <w:rPr>
          <w:rFonts w:ascii="Times New Roman" w:hAnsi="Times New Roman"/>
          <w:b/>
          <w:sz w:val="32"/>
          <w:szCs w:val="32"/>
        </w:rPr>
        <w:t>НАКАЗ</w:t>
      </w:r>
    </w:p>
    <w:tbl>
      <w:tblPr>
        <w:tblW w:w="9828" w:type="dxa"/>
        <w:tblLook w:val="01E0"/>
      </w:tblPr>
      <w:tblGrid>
        <w:gridCol w:w="3199"/>
        <w:gridCol w:w="2795"/>
        <w:gridCol w:w="3834"/>
      </w:tblGrid>
      <w:tr w:rsidR="008D5D87" w:rsidRPr="00366AF9" w:rsidTr="00C13222">
        <w:tc>
          <w:tcPr>
            <w:tcW w:w="3199" w:type="dxa"/>
          </w:tcPr>
          <w:p w:rsidR="008D5D87" w:rsidRPr="00366AF9" w:rsidRDefault="008D5D87" w:rsidP="00C132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6AF9">
              <w:rPr>
                <w:rFonts w:ascii="Times New Roman" w:hAnsi="Times New Roman"/>
                <w:sz w:val="28"/>
                <w:szCs w:val="28"/>
              </w:rPr>
              <w:t xml:space="preserve"> № 342-о</w:t>
            </w:r>
          </w:p>
        </w:tc>
        <w:tc>
          <w:tcPr>
            <w:tcW w:w="2795" w:type="dxa"/>
          </w:tcPr>
          <w:p w:rsidR="008D5D87" w:rsidRPr="00366AF9" w:rsidRDefault="008D5D87" w:rsidP="00C13222">
            <w:pPr>
              <w:spacing w:after="0" w:line="240" w:lineRule="auto"/>
              <w:ind w:hanging="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6AF9">
              <w:rPr>
                <w:rFonts w:ascii="Times New Roman" w:hAnsi="Times New Roman"/>
                <w:sz w:val="28"/>
                <w:szCs w:val="28"/>
              </w:rPr>
              <w:t xml:space="preserve">              Чугуїв</w:t>
            </w:r>
          </w:p>
        </w:tc>
        <w:tc>
          <w:tcPr>
            <w:tcW w:w="3834" w:type="dxa"/>
          </w:tcPr>
          <w:p w:rsidR="008D5D87" w:rsidRPr="00366AF9" w:rsidRDefault="008D5D87" w:rsidP="00C13222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6AF9">
              <w:rPr>
                <w:rFonts w:ascii="Times New Roman" w:hAnsi="Times New Roman"/>
                <w:sz w:val="28"/>
                <w:szCs w:val="28"/>
              </w:rPr>
              <w:t xml:space="preserve">                   від </w:t>
            </w:r>
            <w:r w:rsidRPr="00366AF9"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  <w:r w:rsidRPr="00366AF9">
              <w:rPr>
                <w:rFonts w:ascii="Times New Roman" w:hAnsi="Times New Roman"/>
                <w:sz w:val="28"/>
                <w:szCs w:val="28"/>
              </w:rPr>
              <w:t>.</w:t>
            </w:r>
            <w:r w:rsidRPr="00366AF9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 w:rsidRPr="00366AF9">
              <w:rPr>
                <w:rFonts w:ascii="Times New Roman" w:hAnsi="Times New Roman"/>
                <w:sz w:val="28"/>
                <w:szCs w:val="28"/>
              </w:rPr>
              <w:t>.2015</w:t>
            </w:r>
          </w:p>
        </w:tc>
      </w:tr>
    </w:tbl>
    <w:p w:rsidR="008D5D87" w:rsidRDefault="008D5D87" w:rsidP="008C6A89">
      <w:pPr>
        <w:spacing w:after="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 w:rsidRPr="00AB6E4A">
        <w:rPr>
          <w:rFonts w:ascii="Times New Roman" w:hAnsi="Times New Roman"/>
          <w:b/>
          <w:szCs w:val="28"/>
        </w:rPr>
        <w:t>про прийняття на роботу</w:t>
      </w:r>
    </w:p>
    <w:p w:rsidR="008D5D87" w:rsidRPr="00130DC5" w:rsidRDefault="008D5D87" w:rsidP="008C6A89">
      <w:pPr>
        <w:spacing w:after="0" w:line="240" w:lineRule="auto"/>
        <w:jc w:val="center"/>
        <w:rPr>
          <w:rFonts w:ascii="Times New Roman" w:hAnsi="Times New Roman"/>
          <w:lang w:val="uk-UA"/>
        </w:rPr>
      </w:pPr>
    </w:p>
    <w:p w:rsidR="008D5D87" w:rsidRPr="00D47B97" w:rsidRDefault="008D5D87" w:rsidP="008C6A89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ІВАНОВА Тетяна Іванівна</w:t>
      </w:r>
    </w:p>
    <w:p w:rsidR="008D5D87" w:rsidRPr="00AB6E4A" w:rsidRDefault="008D5D87" w:rsidP="008C6A89">
      <w:pPr>
        <w:spacing w:after="0" w:line="240" w:lineRule="auto"/>
        <w:jc w:val="center"/>
        <w:rPr>
          <w:rFonts w:ascii="Times New Roman" w:hAnsi="Times New Roman"/>
        </w:rPr>
      </w:pPr>
      <w:r w:rsidRPr="00AB6E4A">
        <w:rPr>
          <w:rFonts w:ascii="Times New Roman" w:hAnsi="Times New Roman"/>
          <w:sz w:val="18"/>
          <w:szCs w:val="18"/>
        </w:rPr>
        <w:t>(прізвище, ім’я, по батькові)</w:t>
      </w:r>
    </w:p>
    <w:p w:rsidR="008D5D87" w:rsidRPr="00AB6E4A" w:rsidRDefault="008D5D87" w:rsidP="008C6A89">
      <w:pPr>
        <w:spacing w:after="0" w:line="240" w:lineRule="auto"/>
        <w:rPr>
          <w:rFonts w:ascii="Times New Roman" w:hAnsi="Times New Roman"/>
          <w:sz w:val="6"/>
          <w:szCs w:val="6"/>
        </w:rPr>
      </w:pPr>
    </w:p>
    <w:tbl>
      <w:tblPr>
        <w:tblW w:w="9571" w:type="dxa"/>
        <w:tblLook w:val="01E0"/>
      </w:tblPr>
      <w:tblGrid>
        <w:gridCol w:w="6427"/>
        <w:gridCol w:w="3144"/>
      </w:tblGrid>
      <w:tr w:rsidR="008D5D87" w:rsidRPr="0000194A" w:rsidTr="00C13222">
        <w:trPr>
          <w:trHeight w:val="578"/>
        </w:trPr>
        <w:tc>
          <w:tcPr>
            <w:tcW w:w="6426" w:type="dxa"/>
            <w:vAlign w:val="center"/>
          </w:tcPr>
          <w:p w:rsidR="008D5D87" w:rsidRPr="0000194A" w:rsidRDefault="008D5D87" w:rsidP="00C132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194A">
              <w:rPr>
                <w:rFonts w:ascii="Times New Roman" w:hAnsi="Times New Roman"/>
                <w:b/>
                <w:sz w:val="28"/>
                <w:szCs w:val="28"/>
              </w:rPr>
              <w:t xml:space="preserve">Прийняти на роботу з </w:t>
            </w:r>
            <w:r w:rsidRPr="0000194A">
              <w:rPr>
                <w:rFonts w:ascii="Times New Roman" w:hAnsi="Times New Roman"/>
                <w:sz w:val="28"/>
                <w:szCs w:val="28"/>
              </w:rPr>
              <w:t>"</w:t>
            </w:r>
            <w:r w:rsidRPr="0000194A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  <w:r w:rsidRPr="0000194A">
              <w:rPr>
                <w:rFonts w:ascii="Times New Roman" w:hAnsi="Times New Roman"/>
                <w:sz w:val="28"/>
                <w:szCs w:val="28"/>
              </w:rPr>
              <w:t xml:space="preserve">" </w:t>
            </w:r>
            <w:r w:rsidRPr="0000194A">
              <w:rPr>
                <w:rFonts w:ascii="Times New Roman" w:hAnsi="Times New Roman"/>
                <w:sz w:val="28"/>
                <w:szCs w:val="28"/>
                <w:lang w:val="uk-UA"/>
              </w:rPr>
              <w:t>груд</w:t>
            </w:r>
            <w:r w:rsidRPr="0000194A">
              <w:rPr>
                <w:rFonts w:ascii="Times New Roman" w:hAnsi="Times New Roman"/>
                <w:sz w:val="28"/>
                <w:szCs w:val="28"/>
              </w:rPr>
              <w:t>ня 2015 р.</w:t>
            </w:r>
          </w:p>
        </w:tc>
        <w:tc>
          <w:tcPr>
            <w:tcW w:w="3144" w:type="dxa"/>
          </w:tcPr>
          <w:p w:rsidR="008D5D87" w:rsidRPr="000019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94A">
              <w:rPr>
                <w:rFonts w:ascii="Times New Roman" w:hAnsi="Times New Roman"/>
                <w:sz w:val="28"/>
                <w:szCs w:val="28"/>
              </w:rPr>
              <w:t>Табельний номер</w:t>
            </w:r>
          </w:p>
        </w:tc>
      </w:tr>
      <w:tr w:rsidR="008D5D87" w:rsidRPr="0000194A" w:rsidTr="00C13222">
        <w:tc>
          <w:tcPr>
            <w:tcW w:w="6426" w:type="dxa"/>
            <w:vAlign w:val="center"/>
          </w:tcPr>
          <w:p w:rsidR="008D5D87" w:rsidRPr="0000194A" w:rsidRDefault="008D5D87" w:rsidP="003F41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194A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до </w:t>
            </w:r>
            <w:r w:rsidRPr="0000194A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  <w:r w:rsidRPr="0000194A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березня </w:t>
            </w:r>
            <w:r w:rsidRPr="0000194A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  <w:r w:rsidRPr="0000194A">
              <w:rPr>
                <w:rFonts w:ascii="Times New Roman" w:hAnsi="Times New Roman"/>
                <w:sz w:val="28"/>
                <w:szCs w:val="28"/>
              </w:rPr>
              <w:t xml:space="preserve"> р.</w:t>
            </w:r>
          </w:p>
        </w:tc>
        <w:tc>
          <w:tcPr>
            <w:tcW w:w="3144" w:type="dxa"/>
          </w:tcPr>
          <w:p w:rsidR="008D5D87" w:rsidRPr="000019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 w:rsidRPr="0000194A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0537</w:t>
            </w:r>
          </w:p>
        </w:tc>
      </w:tr>
    </w:tbl>
    <w:p w:rsidR="008D5D87" w:rsidRPr="0000194A" w:rsidRDefault="008D5D87" w:rsidP="008C6A89">
      <w:pPr>
        <w:pBdr>
          <w:bottom w:val="single" w:sz="12" w:space="1" w:color="00000A"/>
        </w:pBd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D5D87" w:rsidRPr="0000194A" w:rsidRDefault="008D5D87" w:rsidP="008C6A89">
      <w:pPr>
        <w:pBdr>
          <w:bottom w:val="single" w:sz="12" w:space="1" w:color="00000A"/>
        </w:pBd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0194A">
        <w:rPr>
          <w:rFonts w:ascii="Times New Roman" w:hAnsi="Times New Roman"/>
          <w:sz w:val="28"/>
          <w:szCs w:val="28"/>
          <w:lang w:val="uk-UA"/>
        </w:rPr>
        <w:t>Чугуївська гімназія № 5 Чугуївської міської ради Харківської області</w:t>
      </w:r>
    </w:p>
    <w:p w:rsidR="008D5D87" w:rsidRPr="0000194A" w:rsidRDefault="008D5D87" w:rsidP="008C6A8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0194A">
        <w:rPr>
          <w:rFonts w:ascii="Times New Roman" w:hAnsi="Times New Roman"/>
          <w:sz w:val="20"/>
          <w:szCs w:val="20"/>
        </w:rPr>
        <w:t>назва структурного підрозділу</w:t>
      </w:r>
    </w:p>
    <w:p w:rsidR="008D5D87" w:rsidRPr="0000194A" w:rsidRDefault="008D5D87" w:rsidP="008C6A89">
      <w:pPr>
        <w:pBdr>
          <w:bottom w:val="single" w:sz="12" w:space="1" w:color="00000A"/>
        </w:pBd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0194A">
        <w:rPr>
          <w:rFonts w:ascii="Times New Roman" w:hAnsi="Times New Roman"/>
          <w:sz w:val="28"/>
          <w:szCs w:val="28"/>
        </w:rPr>
        <w:t xml:space="preserve">вчитель </w:t>
      </w:r>
      <w:r w:rsidRPr="0000194A">
        <w:rPr>
          <w:rFonts w:ascii="Times New Roman" w:hAnsi="Times New Roman"/>
          <w:sz w:val="28"/>
          <w:szCs w:val="28"/>
          <w:lang w:val="uk-UA"/>
        </w:rPr>
        <w:t>початкових класів</w:t>
      </w:r>
    </w:p>
    <w:p w:rsidR="008D5D87" w:rsidRPr="0000194A" w:rsidRDefault="008D5D87" w:rsidP="008C6A8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0194A">
        <w:rPr>
          <w:rFonts w:ascii="Times New Roman" w:hAnsi="Times New Roman"/>
          <w:sz w:val="20"/>
          <w:szCs w:val="20"/>
        </w:rPr>
        <w:t>назва професії (посади), кваліфікація</w:t>
      </w:r>
    </w:p>
    <w:p w:rsidR="008D5D87" w:rsidRPr="0000194A" w:rsidRDefault="008D5D87" w:rsidP="008C6A8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917" w:type="dxa"/>
        <w:tblInd w:w="92" w:type="dxa"/>
        <w:tblLook w:val="0000"/>
      </w:tblPr>
      <w:tblGrid>
        <w:gridCol w:w="374"/>
        <w:gridCol w:w="4313"/>
        <w:gridCol w:w="329"/>
        <w:gridCol w:w="650"/>
        <w:gridCol w:w="381"/>
        <w:gridCol w:w="1309"/>
        <w:gridCol w:w="320"/>
        <w:gridCol w:w="2241"/>
      </w:tblGrid>
      <w:tr w:rsidR="008D5D87" w:rsidRPr="0000194A" w:rsidTr="00C13222">
        <w:trPr>
          <w:trHeight w:val="375"/>
        </w:trPr>
        <w:tc>
          <w:tcPr>
            <w:tcW w:w="4687" w:type="dxa"/>
            <w:gridSpan w:val="2"/>
            <w:vAlign w:val="center"/>
          </w:tcPr>
          <w:p w:rsidR="008D5D87" w:rsidRPr="000019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94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Умови прийняття на роботу</w:t>
            </w:r>
          </w:p>
        </w:tc>
        <w:tc>
          <w:tcPr>
            <w:tcW w:w="329" w:type="dxa"/>
            <w:vAlign w:val="center"/>
          </w:tcPr>
          <w:p w:rsidR="008D5D87" w:rsidRPr="000019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4901" w:type="dxa"/>
            <w:gridSpan w:val="5"/>
            <w:vAlign w:val="center"/>
          </w:tcPr>
          <w:p w:rsidR="008D5D87" w:rsidRPr="000019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94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Умови роботи</w:t>
            </w:r>
          </w:p>
        </w:tc>
      </w:tr>
      <w:tr w:rsidR="008D5D87" w:rsidRPr="00AB6E4A" w:rsidTr="00C13222">
        <w:trPr>
          <w:trHeight w:val="435"/>
        </w:trPr>
        <w:tc>
          <w:tcPr>
            <w:tcW w:w="4687" w:type="dxa"/>
            <w:gridSpan w:val="2"/>
            <w:vAlign w:val="center"/>
          </w:tcPr>
          <w:p w:rsidR="008D5D87" w:rsidRPr="00AB6E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(необхідне відмітити позначкою «</w:t>
            </w:r>
            <w:r w:rsidRPr="00AB6E4A">
              <w:rPr>
                <w:rFonts w:ascii="Times New Roman" w:hAnsi="Times New Roman"/>
                <w:b/>
                <w:sz w:val="24"/>
              </w:rPr>
              <w:t>х</w:t>
            </w:r>
            <w:r w:rsidRPr="00AB6E4A">
              <w:rPr>
                <w:rFonts w:ascii="Times New Roman" w:hAnsi="Times New Roman"/>
                <w:sz w:val="24"/>
              </w:rPr>
              <w:t>»)</w:t>
            </w:r>
          </w:p>
        </w:tc>
        <w:tc>
          <w:tcPr>
            <w:tcW w:w="32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01" w:type="dxa"/>
            <w:gridSpan w:val="5"/>
            <w:vAlign w:val="center"/>
          </w:tcPr>
          <w:p w:rsidR="008D5D87" w:rsidRPr="00AB6E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(необхідне відмітити позначкою «</w:t>
            </w:r>
            <w:r w:rsidRPr="00AB6E4A">
              <w:rPr>
                <w:rFonts w:ascii="Times New Roman" w:hAnsi="Times New Roman"/>
                <w:b/>
                <w:sz w:val="24"/>
              </w:rPr>
              <w:t>х</w:t>
            </w:r>
            <w:r w:rsidRPr="00AB6E4A">
              <w:rPr>
                <w:rFonts w:ascii="Times New Roman" w:hAnsi="Times New Roman"/>
                <w:sz w:val="24"/>
              </w:rPr>
              <w:t>»)</w:t>
            </w:r>
          </w:p>
        </w:tc>
      </w:tr>
      <w:tr w:rsidR="008D5D87" w:rsidRPr="00AB6E4A" w:rsidTr="00C13222">
        <w:trPr>
          <w:trHeight w:val="300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b/>
                <w:sz w:val="23"/>
                <w:szCs w:val="23"/>
              </w:rPr>
              <w:t> </w:t>
            </w:r>
          </w:p>
        </w:tc>
        <w:tc>
          <w:tcPr>
            <w:tcW w:w="4314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на конкурсній основі</w:t>
            </w:r>
          </w:p>
        </w:tc>
        <w:tc>
          <w:tcPr>
            <w:tcW w:w="979" w:type="dxa"/>
            <w:gridSpan w:val="2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робота:</w:t>
            </w:r>
          </w:p>
        </w:tc>
        <w:tc>
          <w:tcPr>
            <w:tcW w:w="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b/>
                <w:sz w:val="24"/>
              </w:rPr>
              <w:t>х </w:t>
            </w:r>
          </w:p>
        </w:tc>
        <w:tc>
          <w:tcPr>
            <w:tcW w:w="130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AB6E4A">
              <w:rPr>
                <w:rFonts w:ascii="Times New Roman" w:hAnsi="Times New Roman"/>
                <w:b/>
                <w:sz w:val="24"/>
                <w:u w:val="single"/>
              </w:rPr>
              <w:t>основна</w:t>
            </w:r>
          </w:p>
        </w:tc>
        <w:tc>
          <w:tcPr>
            <w:tcW w:w="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1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3"/>
                <w:szCs w:val="23"/>
              </w:rPr>
              <w:t>за сумісництвом</w:t>
            </w:r>
          </w:p>
        </w:tc>
      </w:tr>
      <w:tr w:rsidR="008D5D87" w:rsidRPr="00AB6E4A" w:rsidTr="00C13222">
        <w:trPr>
          <w:trHeight w:val="120"/>
        </w:trPr>
        <w:tc>
          <w:tcPr>
            <w:tcW w:w="373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sz w:val="6"/>
                <w:szCs w:val="6"/>
              </w:rPr>
            </w:pPr>
          </w:p>
        </w:tc>
        <w:tc>
          <w:tcPr>
            <w:tcW w:w="4314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650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81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30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0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241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8D5D87" w:rsidRPr="00AB6E4A" w:rsidTr="00C13222">
        <w:trPr>
          <w:trHeight w:val="330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4E5A97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14" w:type="dxa"/>
            <w:vAlign w:val="center"/>
          </w:tcPr>
          <w:p w:rsidR="008D5D87" w:rsidRPr="004E5A97" w:rsidRDefault="008D5D87" w:rsidP="00C1322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E5A97">
              <w:rPr>
                <w:rFonts w:ascii="Times New Roman" w:hAnsi="Times New Roman"/>
                <w:bCs/>
                <w:sz w:val="24"/>
              </w:rPr>
              <w:t xml:space="preserve">за умовами  строкового договору </w:t>
            </w:r>
          </w:p>
        </w:tc>
        <w:tc>
          <w:tcPr>
            <w:tcW w:w="5230" w:type="dxa"/>
            <w:gridSpan w:val="6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умови праці (згідно атестації робочого місця):</w:t>
            </w:r>
          </w:p>
        </w:tc>
      </w:tr>
      <w:tr w:rsidR="008D5D87" w:rsidRPr="00AB6E4A" w:rsidTr="00C13222">
        <w:trPr>
          <w:trHeight w:val="315"/>
        </w:trPr>
        <w:tc>
          <w:tcPr>
            <w:tcW w:w="373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4314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81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09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20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41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</w:tr>
      <w:tr w:rsidR="008D5D87" w:rsidRPr="00AB6E4A" w:rsidTr="00C13222">
        <w:trPr>
          <w:trHeight w:val="315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3F4193" w:rsidRDefault="008D5D87" w:rsidP="00C1322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AB6E4A">
              <w:rPr>
                <w:rFonts w:ascii="Times New Roman" w:hAnsi="Times New Roman"/>
                <w:b/>
                <w:sz w:val="23"/>
                <w:szCs w:val="23"/>
              </w:rPr>
              <w:t> </w:t>
            </w:r>
            <w:r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>х</w:t>
            </w:r>
          </w:p>
        </w:tc>
        <w:tc>
          <w:tcPr>
            <w:tcW w:w="4314" w:type="dxa"/>
            <w:vAlign w:val="center"/>
          </w:tcPr>
          <w:p w:rsidR="008D5D87" w:rsidRPr="003F4193" w:rsidRDefault="008D5D87" w:rsidP="003F4193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3F4193">
              <w:rPr>
                <w:rFonts w:ascii="Times New Roman" w:hAnsi="Times New Roman"/>
                <w:b/>
                <w:sz w:val="24"/>
              </w:rPr>
              <w:t xml:space="preserve">зі строком випробування </w:t>
            </w:r>
            <w:r w:rsidRPr="003F4193">
              <w:rPr>
                <w:rFonts w:ascii="Times New Roman" w:hAnsi="Times New Roman"/>
                <w:b/>
                <w:sz w:val="24"/>
                <w:lang w:val="uk-UA"/>
              </w:rPr>
              <w:t xml:space="preserve">3 </w:t>
            </w:r>
            <w:r w:rsidRPr="003F4193">
              <w:rPr>
                <w:rFonts w:ascii="Times New Roman" w:hAnsi="Times New Roman"/>
                <w:b/>
                <w:sz w:val="24"/>
              </w:rPr>
              <w:t>місяці</w:t>
            </w:r>
          </w:p>
        </w:tc>
        <w:tc>
          <w:tcPr>
            <w:tcW w:w="32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81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09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20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41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</w:tr>
      <w:tr w:rsidR="008D5D87" w:rsidRPr="00AB6E4A" w:rsidTr="00C13222">
        <w:trPr>
          <w:trHeight w:val="120"/>
        </w:trPr>
        <w:tc>
          <w:tcPr>
            <w:tcW w:w="373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sz w:val="6"/>
                <w:szCs w:val="6"/>
              </w:rPr>
            </w:pPr>
          </w:p>
        </w:tc>
        <w:tc>
          <w:tcPr>
            <w:tcW w:w="4314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650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81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30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0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241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8D5D87" w:rsidRPr="00AB6E4A" w:rsidTr="00C13222">
        <w:trPr>
          <w:trHeight w:val="315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b/>
                <w:sz w:val="23"/>
                <w:szCs w:val="23"/>
              </w:rPr>
              <w:t> </w:t>
            </w:r>
          </w:p>
        </w:tc>
        <w:tc>
          <w:tcPr>
            <w:tcW w:w="4314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на час виконання певної роботи</w:t>
            </w:r>
          </w:p>
        </w:tc>
        <w:tc>
          <w:tcPr>
            <w:tcW w:w="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4901" w:type="dxa"/>
            <w:gridSpan w:val="5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тривалість робочого дня (тижня)  відповідно до тарифікації</w:t>
            </w:r>
          </w:p>
        </w:tc>
      </w:tr>
      <w:tr w:rsidR="008D5D87" w:rsidRPr="00AB6E4A" w:rsidTr="00C13222">
        <w:trPr>
          <w:trHeight w:val="120"/>
        </w:trPr>
        <w:tc>
          <w:tcPr>
            <w:tcW w:w="373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sz w:val="6"/>
                <w:szCs w:val="6"/>
              </w:rPr>
            </w:pPr>
          </w:p>
        </w:tc>
        <w:tc>
          <w:tcPr>
            <w:tcW w:w="4314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50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81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30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0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241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8D5D87" w:rsidRPr="00AB6E4A" w:rsidTr="00C13222">
        <w:trPr>
          <w:trHeight w:val="315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4E5A97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</w:p>
        </w:tc>
        <w:tc>
          <w:tcPr>
            <w:tcW w:w="4314" w:type="dxa"/>
            <w:vAlign w:val="center"/>
          </w:tcPr>
          <w:p w:rsidR="008D5D87" w:rsidRPr="00AD1308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D1308">
              <w:rPr>
                <w:rFonts w:ascii="Times New Roman" w:hAnsi="Times New Roman"/>
                <w:sz w:val="24"/>
              </w:rPr>
              <w:t xml:space="preserve">на час відсутності основного </w:t>
            </w:r>
          </w:p>
          <w:p w:rsidR="008D5D87" w:rsidRPr="00AD1308" w:rsidRDefault="008D5D87" w:rsidP="00C1322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AD1308">
              <w:rPr>
                <w:rFonts w:ascii="Times New Roman" w:hAnsi="Times New Roman"/>
                <w:sz w:val="24"/>
              </w:rPr>
              <w:t>працівника</w:t>
            </w:r>
            <w:r w:rsidRPr="00AB6E4A">
              <w:rPr>
                <w:rFonts w:ascii="Times New Roman" w:hAnsi="Times New Roman"/>
                <w:b/>
                <w:sz w:val="24"/>
              </w:rPr>
              <w:t xml:space="preserve">  </w:t>
            </w:r>
          </w:p>
        </w:tc>
        <w:tc>
          <w:tcPr>
            <w:tcW w:w="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901" w:type="dxa"/>
            <w:gridSpan w:val="5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тривалість робочого дня (тижня) при роботі</w:t>
            </w:r>
          </w:p>
        </w:tc>
      </w:tr>
      <w:tr w:rsidR="008D5D87" w:rsidRPr="00AB6E4A" w:rsidTr="00C13222">
        <w:trPr>
          <w:trHeight w:val="315"/>
        </w:trPr>
        <w:tc>
          <w:tcPr>
            <w:tcW w:w="373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4314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230" w:type="dxa"/>
            <w:gridSpan w:val="6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з неповним робочим часом_________ год.</w:t>
            </w:r>
          </w:p>
        </w:tc>
      </w:tr>
      <w:tr w:rsidR="008D5D87" w:rsidRPr="00AB6E4A" w:rsidTr="00C13222">
        <w:trPr>
          <w:trHeight w:val="315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b/>
                <w:sz w:val="23"/>
                <w:szCs w:val="23"/>
              </w:rPr>
              <w:t> </w:t>
            </w:r>
          </w:p>
        </w:tc>
        <w:tc>
          <w:tcPr>
            <w:tcW w:w="4314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із кадрового резерву</w:t>
            </w:r>
          </w:p>
        </w:tc>
        <w:tc>
          <w:tcPr>
            <w:tcW w:w="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81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09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20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41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</w:tr>
      <w:tr w:rsidR="008D5D87" w:rsidRPr="00AB6E4A" w:rsidTr="00C13222">
        <w:trPr>
          <w:trHeight w:val="315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b/>
                <w:sz w:val="23"/>
                <w:szCs w:val="23"/>
              </w:rPr>
              <w:t> </w:t>
            </w:r>
          </w:p>
        </w:tc>
        <w:tc>
          <w:tcPr>
            <w:tcW w:w="4314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за результатами успішного стажування</w:t>
            </w:r>
          </w:p>
        </w:tc>
        <w:tc>
          <w:tcPr>
            <w:tcW w:w="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81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09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20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41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</w:tr>
      <w:tr w:rsidR="008D5D87" w:rsidRPr="00AB6E4A" w:rsidTr="00C13222">
        <w:trPr>
          <w:trHeight w:val="315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4314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 xml:space="preserve">переведення </w:t>
            </w:r>
          </w:p>
        </w:tc>
        <w:tc>
          <w:tcPr>
            <w:tcW w:w="32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650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81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30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0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241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8D5D87" w:rsidRPr="00AB6E4A" w:rsidRDefault="008D5D87" w:rsidP="008C6A89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AB6E4A">
        <w:rPr>
          <w:rFonts w:ascii="Times New Roman" w:hAnsi="Times New Roman"/>
          <w:sz w:val="23"/>
          <w:szCs w:val="23"/>
        </w:rPr>
        <w:t xml:space="preserve">   </w:t>
      </w:r>
      <w:r w:rsidRPr="00AB6E4A">
        <w:rPr>
          <w:rFonts w:ascii="Times New Roman" w:hAnsi="Times New Roman"/>
          <w:sz w:val="24"/>
        </w:rPr>
        <w:t xml:space="preserve"> </w:t>
      </w:r>
      <w:r w:rsidRPr="00AB6E4A">
        <w:rPr>
          <w:rFonts w:ascii="Times New Roman" w:hAnsi="Times New Roman"/>
          <w:b/>
          <w:szCs w:val="28"/>
        </w:rPr>
        <w:t xml:space="preserve">Підстава: </w:t>
      </w:r>
      <w:r w:rsidRPr="00AB6E4A">
        <w:rPr>
          <w:rFonts w:ascii="Times New Roman" w:hAnsi="Times New Roman"/>
          <w:szCs w:val="28"/>
        </w:rPr>
        <w:t xml:space="preserve">заява </w:t>
      </w:r>
      <w:r>
        <w:rPr>
          <w:rFonts w:ascii="Times New Roman" w:hAnsi="Times New Roman"/>
          <w:szCs w:val="28"/>
          <w:lang w:val="uk-UA"/>
        </w:rPr>
        <w:t>Іванованої Т.І. від 12.12.2015</w:t>
      </w:r>
      <w:r w:rsidRPr="00AB6E4A">
        <w:rPr>
          <w:rFonts w:ascii="Times New Roman" w:hAnsi="Times New Roman"/>
          <w:szCs w:val="28"/>
        </w:rPr>
        <w:t xml:space="preserve">, подання директора Чугуївської гімназії № 5 Чугуївської міської ради Харківської області  від </w:t>
      </w:r>
      <w:r>
        <w:rPr>
          <w:rFonts w:ascii="Times New Roman" w:hAnsi="Times New Roman"/>
          <w:szCs w:val="28"/>
          <w:lang w:val="uk-UA"/>
        </w:rPr>
        <w:t>12.12.</w:t>
      </w:r>
      <w:r w:rsidRPr="00AB6E4A">
        <w:rPr>
          <w:rFonts w:ascii="Times New Roman" w:hAnsi="Times New Roman"/>
          <w:szCs w:val="28"/>
        </w:rPr>
        <w:t>2015 № 380.</w:t>
      </w:r>
    </w:p>
    <w:p w:rsidR="008D5D87" w:rsidRPr="00AB6E4A" w:rsidRDefault="008D5D87" w:rsidP="008C6A89">
      <w:pPr>
        <w:spacing w:after="0" w:line="240" w:lineRule="auto"/>
        <w:rPr>
          <w:rFonts w:ascii="Times New Roman" w:hAnsi="Times New Roman"/>
          <w:b/>
          <w:szCs w:val="28"/>
        </w:rPr>
      </w:pPr>
    </w:p>
    <w:p w:rsidR="008D5D87" w:rsidRPr="00AB6E4A" w:rsidRDefault="008D5D87" w:rsidP="008C6A89">
      <w:pPr>
        <w:spacing w:after="0" w:line="240" w:lineRule="auto"/>
        <w:rPr>
          <w:rFonts w:ascii="Times New Roman" w:hAnsi="Times New Roman"/>
        </w:rPr>
      </w:pPr>
      <w:r w:rsidRPr="00AB6E4A">
        <w:rPr>
          <w:rFonts w:ascii="Times New Roman" w:hAnsi="Times New Roman"/>
          <w:b/>
          <w:szCs w:val="28"/>
        </w:rPr>
        <w:t xml:space="preserve">Начальник відділу освіти                                                   М.В. ПРОЦЕНКО   </w:t>
      </w:r>
    </w:p>
    <w:p w:rsidR="008D5D87" w:rsidRPr="00AB6E4A" w:rsidRDefault="008D5D87" w:rsidP="008C6A89">
      <w:pPr>
        <w:spacing w:after="0" w:line="240" w:lineRule="auto"/>
        <w:rPr>
          <w:rFonts w:ascii="Times New Roman" w:hAnsi="Times New Roman"/>
          <w:szCs w:val="28"/>
        </w:rPr>
      </w:pPr>
    </w:p>
    <w:p w:rsidR="008D5D87" w:rsidRPr="00AB6E4A" w:rsidRDefault="008D5D87" w:rsidP="008C6A89">
      <w:pPr>
        <w:spacing w:after="0" w:line="240" w:lineRule="auto"/>
        <w:rPr>
          <w:rFonts w:ascii="Times New Roman" w:hAnsi="Times New Roman"/>
        </w:rPr>
      </w:pPr>
      <w:r w:rsidRPr="00AB6E4A">
        <w:rPr>
          <w:rFonts w:ascii="Times New Roman" w:hAnsi="Times New Roman"/>
          <w:szCs w:val="28"/>
        </w:rPr>
        <w:t>З наказом ознайомлена    _____________   «_______»_______________2015</w:t>
      </w:r>
    </w:p>
    <w:p w:rsidR="008D5D87" w:rsidRPr="00814D4B" w:rsidRDefault="008D5D87" w:rsidP="004C79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5D3EDE">
        <w:rPr>
          <w:rFonts w:ascii="Times New Roman" w:hAnsi="Times New Roman"/>
          <w:b/>
          <w:sz w:val="28"/>
          <w:szCs w:val="28"/>
        </w:rPr>
        <w:t xml:space="preserve">Заяви про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прийняття на роботу </w:t>
      </w:r>
    </w:p>
    <w:p w:rsidR="008D5D87" w:rsidRDefault="008D5D87" w:rsidP="004C793F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>Начальнику відділу освіти</w:t>
      </w:r>
    </w:p>
    <w:p w:rsidR="008D5D87" w:rsidRDefault="008D5D87" w:rsidP="004C793F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Чугуївської міської ради </w:t>
      </w:r>
    </w:p>
    <w:p w:rsidR="008D5D87" w:rsidRDefault="008D5D87" w:rsidP="004C793F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Проценко </w:t>
      </w:r>
      <w:r>
        <w:rPr>
          <w:rFonts w:ascii="Times New Roman" w:hAnsi="Times New Roman"/>
          <w:i/>
          <w:sz w:val="28"/>
          <w:szCs w:val="28"/>
          <w:lang w:val="uk-UA"/>
        </w:rPr>
        <w:t>М.В</w:t>
      </w:r>
    </w:p>
    <w:p w:rsidR="008D5D87" w:rsidRPr="000F6D3C" w:rsidRDefault="008D5D87" w:rsidP="004C793F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>вчителя початкових класів</w:t>
      </w:r>
    </w:p>
    <w:p w:rsidR="008D5D87" w:rsidRPr="008B031E" w:rsidRDefault="008D5D87" w:rsidP="004C793F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Чугуївської гімназії № 5 </w:t>
      </w:r>
    </w:p>
    <w:p w:rsidR="008D5D87" w:rsidRDefault="008D5D87" w:rsidP="004C793F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Чугуївської міської ради </w:t>
      </w:r>
    </w:p>
    <w:p w:rsidR="008D5D87" w:rsidRDefault="008D5D87" w:rsidP="004C793F">
      <w:pPr>
        <w:spacing w:after="0" w:line="240" w:lineRule="auto"/>
        <w:ind w:firstLine="576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Харківської області</w:t>
      </w: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8D5D87" w:rsidRDefault="008D5D87" w:rsidP="004C793F">
      <w:pPr>
        <w:spacing w:after="0" w:line="240" w:lineRule="auto"/>
        <w:ind w:left="3285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</w:t>
      </w:r>
      <w:r w:rsidRPr="000F6D3C">
        <w:rPr>
          <w:rFonts w:ascii="Times New Roman" w:hAnsi="Times New Roman"/>
          <w:i/>
          <w:sz w:val="28"/>
          <w:szCs w:val="28"/>
          <w:lang w:val="uk-UA"/>
        </w:rPr>
        <w:t xml:space="preserve">Іванової Тетяни Іванівни  </w:t>
      </w:r>
    </w:p>
    <w:p w:rsidR="008D5D87" w:rsidRPr="00E279AC" w:rsidRDefault="008D5D87" w:rsidP="004C793F">
      <w:pPr>
        <w:spacing w:after="0" w:line="240" w:lineRule="auto"/>
        <w:ind w:left="2124" w:firstLine="708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Pr="0030729C" w:rsidRDefault="008D5D87" w:rsidP="004C793F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З</w:t>
      </w:r>
      <w:r>
        <w:rPr>
          <w:rFonts w:ascii="Times New Roman" w:hAnsi="Times New Roman"/>
          <w:i/>
          <w:sz w:val="28"/>
          <w:szCs w:val="28"/>
        </w:rPr>
        <w:t>аява</w:t>
      </w:r>
    </w:p>
    <w:p w:rsidR="008D5D87" w:rsidRPr="00814D4B" w:rsidRDefault="008D5D87" w:rsidP="004C79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5D87" w:rsidRDefault="008D5D87" w:rsidP="004C793F">
      <w:pPr>
        <w:spacing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E5A75">
        <w:rPr>
          <w:rFonts w:ascii="Times New Roman" w:hAnsi="Times New Roman"/>
          <w:i/>
          <w:sz w:val="28"/>
          <w:szCs w:val="28"/>
        </w:rPr>
        <w:t>Прошу</w:t>
      </w:r>
      <w:r w:rsidRPr="005E5A75">
        <w:rPr>
          <w:rFonts w:ascii="Times New Roman" w:hAnsi="Times New Roman"/>
          <w:i/>
          <w:sz w:val="28"/>
          <w:szCs w:val="28"/>
          <w:lang w:val="uk-UA"/>
        </w:rPr>
        <w:t xml:space="preserve"> призначити мене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на посаду вчителя</w:t>
      </w:r>
      <w:r w:rsidRPr="005E5A75">
        <w:rPr>
          <w:rFonts w:ascii="Times New Roman" w:hAnsi="Times New Roman"/>
          <w:i/>
          <w:sz w:val="28"/>
          <w:szCs w:val="28"/>
          <w:lang w:val="uk-UA"/>
        </w:rPr>
        <w:t xml:space="preserve"> початкових класів Чугуївської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5E5A75">
        <w:rPr>
          <w:rFonts w:ascii="Times New Roman" w:hAnsi="Times New Roman"/>
          <w:i/>
          <w:sz w:val="28"/>
          <w:szCs w:val="28"/>
          <w:lang w:val="uk-UA"/>
        </w:rPr>
        <w:t>гімназії № 5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з 15.12.201 зі строком випробування на три місяці.</w:t>
      </w:r>
    </w:p>
    <w:p w:rsidR="008D5D87" w:rsidRDefault="008D5D87" w:rsidP="004C793F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  <w:r w:rsidRPr="00CD6B23">
        <w:rPr>
          <w:rFonts w:ascii="Times New Roman" w:hAnsi="Times New Roman"/>
          <w:i/>
          <w:sz w:val="28"/>
          <w:szCs w:val="28"/>
          <w:lang w:val="uk-UA"/>
        </w:rPr>
        <w:t>12.12.201</w:t>
      </w:r>
      <w:r>
        <w:rPr>
          <w:rFonts w:ascii="Times New Roman" w:hAnsi="Times New Roman"/>
          <w:i/>
          <w:sz w:val="28"/>
          <w:szCs w:val="28"/>
          <w:lang w:val="uk-UA"/>
        </w:rPr>
        <w:t>5</w:t>
      </w:r>
      <w:r w:rsidRPr="00CD6B23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i/>
          <w:sz w:val="28"/>
          <w:szCs w:val="28"/>
          <w:lang w:val="uk-UA"/>
        </w:rPr>
        <w:t>Іванова</w:t>
      </w:r>
    </w:p>
    <w:p w:rsidR="008D5D87" w:rsidRPr="004E40D9" w:rsidRDefault="008D5D87" w:rsidP="004C793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Подання</w:t>
      </w:r>
      <w:r w:rsidRPr="00814D4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про прийняття на роботу</w:t>
      </w:r>
    </w:p>
    <w:p w:rsidR="008D5D87" w:rsidRPr="00CA5AB5" w:rsidRDefault="008D5D87" w:rsidP="004C793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3A6C3F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CA5AB5">
        <w:rPr>
          <w:rFonts w:ascii="Times New Roman" w:hAnsi="Times New Roman"/>
          <w:sz w:val="28"/>
          <w:szCs w:val="28"/>
          <w:lang w:val="uk-UA"/>
        </w:rPr>
        <w:t>Начальнику відділу освіти</w:t>
      </w:r>
    </w:p>
    <w:p w:rsidR="008D5D87" w:rsidRPr="00CA5AB5" w:rsidRDefault="008D5D87" w:rsidP="004C793F">
      <w:pPr>
        <w:spacing w:after="0" w:line="240" w:lineRule="auto"/>
        <w:ind w:firstLine="5760"/>
        <w:jc w:val="both"/>
        <w:rPr>
          <w:rFonts w:ascii="Times New Roman" w:hAnsi="Times New Roman"/>
          <w:sz w:val="28"/>
          <w:szCs w:val="28"/>
          <w:lang w:val="uk-UA"/>
        </w:rPr>
      </w:pPr>
      <w:r w:rsidRPr="00CA5AB5">
        <w:rPr>
          <w:rFonts w:ascii="Times New Roman" w:hAnsi="Times New Roman"/>
          <w:sz w:val="28"/>
          <w:szCs w:val="28"/>
          <w:lang w:val="uk-UA"/>
        </w:rPr>
        <w:t xml:space="preserve">Чугуївської міської ради </w:t>
      </w:r>
    </w:p>
    <w:p w:rsidR="008D5D87" w:rsidRPr="00031A79" w:rsidRDefault="008D5D87" w:rsidP="004C793F">
      <w:pPr>
        <w:spacing w:after="0" w:line="240" w:lineRule="auto"/>
        <w:ind w:firstLine="576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31A79">
        <w:rPr>
          <w:rFonts w:ascii="Times New Roman" w:hAnsi="Times New Roman"/>
          <w:b/>
          <w:sz w:val="28"/>
          <w:szCs w:val="28"/>
          <w:lang w:val="uk-UA"/>
        </w:rPr>
        <w:t>ПРОЦЕНКО М.В</w:t>
      </w:r>
    </w:p>
    <w:p w:rsidR="008D5D87" w:rsidRPr="00180E7B" w:rsidRDefault="008D5D87" w:rsidP="004C793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D5D87" w:rsidRPr="00031A79" w:rsidRDefault="008D5D87" w:rsidP="004C793F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>Подання</w:t>
      </w:r>
    </w:p>
    <w:p w:rsidR="008D5D87" w:rsidRDefault="008D5D87" w:rsidP="004C793F">
      <w:pPr>
        <w:spacing w:after="0" w:line="240" w:lineRule="auto"/>
        <w:ind w:right="-6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31A79">
        <w:rPr>
          <w:rFonts w:ascii="Times New Roman" w:hAnsi="Times New Roman"/>
          <w:sz w:val="28"/>
          <w:szCs w:val="28"/>
          <w:lang w:val="uk-UA"/>
        </w:rPr>
        <w:t xml:space="preserve">Адміністрація </w:t>
      </w:r>
      <w:r>
        <w:rPr>
          <w:rFonts w:ascii="Times New Roman" w:hAnsi="Times New Roman"/>
          <w:sz w:val="28"/>
          <w:szCs w:val="28"/>
          <w:lang w:val="uk-UA"/>
        </w:rPr>
        <w:t>Чугуївської гімназії № 5 Чугуївської міської ради Харківської області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просить </w:t>
      </w:r>
      <w:r>
        <w:rPr>
          <w:rFonts w:ascii="Times New Roman" w:hAnsi="Times New Roman"/>
          <w:sz w:val="28"/>
          <w:szCs w:val="28"/>
          <w:lang w:val="uk-UA"/>
        </w:rPr>
        <w:t>призначити з 15.12.2015 на посаду</w:t>
      </w:r>
      <w:r w:rsidRPr="00AD10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1A79">
        <w:rPr>
          <w:rFonts w:ascii="Times New Roman" w:hAnsi="Times New Roman"/>
          <w:sz w:val="28"/>
          <w:szCs w:val="28"/>
          <w:lang w:val="uk-UA"/>
        </w:rPr>
        <w:t>вчител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початкових </w:t>
      </w:r>
      <w:r w:rsidRPr="00031A79">
        <w:rPr>
          <w:rFonts w:ascii="Times New Roman" w:hAnsi="Times New Roman"/>
          <w:sz w:val="28"/>
          <w:szCs w:val="28"/>
          <w:lang w:val="uk-UA"/>
        </w:rPr>
        <w:t>Іванов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Тетян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Іванівн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31A7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зі строком випробування на три місяці та</w:t>
      </w:r>
      <w:r w:rsidRPr="00031A7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тижневим навантаженням відповідно до тарифікації..</w:t>
      </w:r>
    </w:p>
    <w:p w:rsidR="008D5D87" w:rsidRDefault="008D5D87" w:rsidP="004C793F">
      <w:pPr>
        <w:spacing w:after="0" w:line="240" w:lineRule="auto"/>
        <w:ind w:right="-6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Додаток: Заява Іванової Т.І. від 12.12.2015</w:t>
      </w:r>
    </w:p>
    <w:p w:rsidR="008D5D87" w:rsidRDefault="008D5D87" w:rsidP="004C793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D5D87" w:rsidRPr="004C5249" w:rsidRDefault="008D5D87" w:rsidP="004C793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44E2B">
        <w:rPr>
          <w:rFonts w:ascii="Times New Roman" w:hAnsi="Times New Roman"/>
          <w:b/>
          <w:sz w:val="28"/>
          <w:szCs w:val="28"/>
          <w:lang w:val="uk-UA"/>
        </w:rPr>
        <w:t>Директор</w:t>
      </w:r>
      <w:r w:rsidRPr="00E44E2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Pr="00E44E2B">
        <w:rPr>
          <w:rFonts w:ascii="Times New Roman" w:hAnsi="Times New Roman"/>
          <w:b/>
          <w:sz w:val="28"/>
          <w:szCs w:val="28"/>
          <w:lang w:val="uk-UA"/>
        </w:rPr>
        <w:t>ПІБ</w:t>
      </w:r>
    </w:p>
    <w:p w:rsidR="008D5D87" w:rsidRDefault="008D5D87" w:rsidP="004C793F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Default="008D5D87" w:rsidP="004C793F">
      <w:pPr>
        <w:rPr>
          <w:szCs w:val="28"/>
        </w:rPr>
      </w:pPr>
    </w:p>
    <w:p w:rsidR="008D5D87" w:rsidRDefault="008D5D87" w:rsidP="004C793F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Default="008D5D87" w:rsidP="004C793F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Default="008D5D87" w:rsidP="004C793F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Default="008D5D87" w:rsidP="004C793F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8D5D87" w:rsidRPr="00AB6E4A" w:rsidRDefault="008D5D87" w:rsidP="004C793F">
      <w:pPr>
        <w:pStyle w:val="ShapkaDocumentu"/>
        <w:spacing w:after="0"/>
        <w:ind w:left="6804" w:hanging="6804"/>
        <w:rPr>
          <w:rFonts w:ascii="Times New Roman" w:hAnsi="Times New Roman" w:cs="Times New Roman"/>
          <w:sz w:val="28"/>
          <w:szCs w:val="28"/>
        </w:rPr>
      </w:pPr>
      <w:r w:rsidRPr="00AB6E4A">
        <w:rPr>
          <w:rFonts w:ascii="Times New Roman" w:hAnsi="Times New Roman" w:cs="Times New Roman"/>
          <w:sz w:val="28"/>
          <w:szCs w:val="28"/>
        </w:rPr>
        <w:object w:dxaOrig="1036" w:dyaOrig="1396">
          <v:shape id="_x0000_i1041" type="#_x0000_t75" style="width:41.25pt;height:54pt" o:ole="" filled="t">
            <v:fill color2="black"/>
            <v:imagedata r:id="rId6" o:title=""/>
          </v:shape>
          <o:OLEObject Type="Embed" ProgID="Word.Picture.8" ShapeID="_x0000_i1041" DrawAspect="Content" ObjectID="_1516103694" r:id="rId23"/>
        </w:object>
      </w:r>
    </w:p>
    <w:p w:rsidR="008D5D87" w:rsidRPr="00AB6E4A" w:rsidRDefault="008D5D87" w:rsidP="004C793F">
      <w:pPr>
        <w:pStyle w:val="Heading2"/>
        <w:spacing w:before="0"/>
        <w:jc w:val="center"/>
        <w:rPr>
          <w:rFonts w:ascii="Times New Roman" w:hAnsi="Times New Roman"/>
          <w:i/>
          <w:color w:val="auto"/>
          <w:sz w:val="32"/>
          <w:szCs w:val="32"/>
        </w:rPr>
      </w:pPr>
      <w:r w:rsidRPr="00AB6E4A">
        <w:rPr>
          <w:rFonts w:ascii="Times New Roman" w:hAnsi="Times New Roman"/>
          <w:color w:val="auto"/>
          <w:sz w:val="32"/>
          <w:szCs w:val="32"/>
        </w:rPr>
        <w:t>ЧУГУЇВСЬКА МІСЬКА РАДА ХАРКІВСЬКОЇ ОБЛАСТІ</w:t>
      </w:r>
    </w:p>
    <w:p w:rsidR="008D5D87" w:rsidRPr="00AB6E4A" w:rsidRDefault="008D5D87" w:rsidP="004C793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AB6E4A">
        <w:rPr>
          <w:rFonts w:ascii="Times New Roman" w:hAnsi="Times New Roman"/>
          <w:b/>
          <w:sz w:val="32"/>
          <w:szCs w:val="32"/>
          <w:lang w:val="uk-UA"/>
        </w:rPr>
        <w:t>ВІДДІЛ ОСВІТИ</w:t>
      </w:r>
    </w:p>
    <w:p w:rsidR="008D5D87" w:rsidRPr="00AB6E4A" w:rsidRDefault="008D5D87" w:rsidP="004C793F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  <w:lang w:val="uk-UA"/>
        </w:rPr>
      </w:pPr>
    </w:p>
    <w:p w:rsidR="008D5D87" w:rsidRPr="00AB6E4A" w:rsidRDefault="008D5D87" w:rsidP="004C793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B6E4A">
        <w:rPr>
          <w:rFonts w:ascii="Times New Roman" w:hAnsi="Times New Roman"/>
          <w:b/>
          <w:sz w:val="32"/>
          <w:szCs w:val="32"/>
        </w:rPr>
        <w:t>НАКАЗ</w:t>
      </w:r>
    </w:p>
    <w:tbl>
      <w:tblPr>
        <w:tblW w:w="9828" w:type="dxa"/>
        <w:tblLook w:val="01E0"/>
      </w:tblPr>
      <w:tblGrid>
        <w:gridCol w:w="3199"/>
        <w:gridCol w:w="2795"/>
        <w:gridCol w:w="3834"/>
      </w:tblGrid>
      <w:tr w:rsidR="008D5D87" w:rsidRPr="00366AF9" w:rsidTr="00C13222">
        <w:tc>
          <w:tcPr>
            <w:tcW w:w="3199" w:type="dxa"/>
          </w:tcPr>
          <w:p w:rsidR="008D5D87" w:rsidRPr="00366AF9" w:rsidRDefault="008D5D87" w:rsidP="00C132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6AF9">
              <w:rPr>
                <w:rFonts w:ascii="Times New Roman" w:hAnsi="Times New Roman"/>
                <w:sz w:val="28"/>
                <w:szCs w:val="28"/>
              </w:rPr>
              <w:t xml:space="preserve"> № 342-о</w:t>
            </w:r>
          </w:p>
        </w:tc>
        <w:tc>
          <w:tcPr>
            <w:tcW w:w="2795" w:type="dxa"/>
          </w:tcPr>
          <w:p w:rsidR="008D5D87" w:rsidRPr="00366AF9" w:rsidRDefault="008D5D87" w:rsidP="00C13222">
            <w:pPr>
              <w:spacing w:after="0" w:line="240" w:lineRule="auto"/>
              <w:ind w:hanging="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6AF9">
              <w:rPr>
                <w:rFonts w:ascii="Times New Roman" w:hAnsi="Times New Roman"/>
                <w:sz w:val="28"/>
                <w:szCs w:val="28"/>
              </w:rPr>
              <w:t xml:space="preserve">              Чугуїв</w:t>
            </w:r>
          </w:p>
        </w:tc>
        <w:tc>
          <w:tcPr>
            <w:tcW w:w="3834" w:type="dxa"/>
          </w:tcPr>
          <w:p w:rsidR="008D5D87" w:rsidRPr="00366AF9" w:rsidRDefault="008D5D87" w:rsidP="00C13222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6AF9">
              <w:rPr>
                <w:rFonts w:ascii="Times New Roman" w:hAnsi="Times New Roman"/>
                <w:sz w:val="28"/>
                <w:szCs w:val="28"/>
              </w:rPr>
              <w:t xml:space="preserve">                   від </w:t>
            </w:r>
            <w:r w:rsidRPr="00366AF9"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  <w:r w:rsidRPr="00366AF9">
              <w:rPr>
                <w:rFonts w:ascii="Times New Roman" w:hAnsi="Times New Roman"/>
                <w:sz w:val="28"/>
                <w:szCs w:val="28"/>
              </w:rPr>
              <w:t>.</w:t>
            </w:r>
            <w:r w:rsidRPr="00366AF9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 w:rsidRPr="00366AF9">
              <w:rPr>
                <w:rFonts w:ascii="Times New Roman" w:hAnsi="Times New Roman"/>
                <w:sz w:val="28"/>
                <w:szCs w:val="28"/>
              </w:rPr>
              <w:t>.2015</w:t>
            </w:r>
          </w:p>
        </w:tc>
      </w:tr>
    </w:tbl>
    <w:p w:rsidR="008D5D87" w:rsidRDefault="008D5D87" w:rsidP="004C793F">
      <w:pPr>
        <w:spacing w:after="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 w:rsidRPr="00AB6E4A">
        <w:rPr>
          <w:rFonts w:ascii="Times New Roman" w:hAnsi="Times New Roman"/>
          <w:b/>
          <w:szCs w:val="28"/>
        </w:rPr>
        <w:t>про прийняття на роботу</w:t>
      </w:r>
    </w:p>
    <w:p w:rsidR="008D5D87" w:rsidRPr="00130DC5" w:rsidRDefault="008D5D87" w:rsidP="004C793F">
      <w:pPr>
        <w:spacing w:after="0" w:line="240" w:lineRule="auto"/>
        <w:jc w:val="center"/>
        <w:rPr>
          <w:rFonts w:ascii="Times New Roman" w:hAnsi="Times New Roman"/>
          <w:lang w:val="uk-UA"/>
        </w:rPr>
      </w:pPr>
    </w:p>
    <w:p w:rsidR="008D5D87" w:rsidRPr="00D47B97" w:rsidRDefault="008D5D87" w:rsidP="004C793F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ІВАНОВА Тетяна Іванівна</w:t>
      </w:r>
    </w:p>
    <w:p w:rsidR="008D5D87" w:rsidRPr="00AB6E4A" w:rsidRDefault="008D5D87" w:rsidP="004C793F">
      <w:pPr>
        <w:spacing w:after="0" w:line="240" w:lineRule="auto"/>
        <w:jc w:val="center"/>
        <w:rPr>
          <w:rFonts w:ascii="Times New Roman" w:hAnsi="Times New Roman"/>
        </w:rPr>
      </w:pPr>
      <w:r w:rsidRPr="00AB6E4A">
        <w:rPr>
          <w:rFonts w:ascii="Times New Roman" w:hAnsi="Times New Roman"/>
          <w:sz w:val="18"/>
          <w:szCs w:val="18"/>
        </w:rPr>
        <w:t>(прізвище, ім’я, по батькові)</w:t>
      </w:r>
    </w:p>
    <w:p w:rsidR="008D5D87" w:rsidRPr="00AB6E4A" w:rsidRDefault="008D5D87" w:rsidP="004C793F">
      <w:pPr>
        <w:spacing w:after="0" w:line="240" w:lineRule="auto"/>
        <w:rPr>
          <w:rFonts w:ascii="Times New Roman" w:hAnsi="Times New Roman"/>
          <w:sz w:val="6"/>
          <w:szCs w:val="6"/>
        </w:rPr>
      </w:pPr>
    </w:p>
    <w:tbl>
      <w:tblPr>
        <w:tblW w:w="9571" w:type="dxa"/>
        <w:tblLook w:val="01E0"/>
      </w:tblPr>
      <w:tblGrid>
        <w:gridCol w:w="6427"/>
        <w:gridCol w:w="3144"/>
      </w:tblGrid>
      <w:tr w:rsidR="008D5D87" w:rsidRPr="0000194A" w:rsidTr="00C13222">
        <w:trPr>
          <w:trHeight w:val="578"/>
        </w:trPr>
        <w:tc>
          <w:tcPr>
            <w:tcW w:w="6426" w:type="dxa"/>
            <w:vAlign w:val="center"/>
          </w:tcPr>
          <w:p w:rsidR="008D5D87" w:rsidRPr="0000194A" w:rsidRDefault="008D5D87" w:rsidP="00C132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194A">
              <w:rPr>
                <w:rFonts w:ascii="Times New Roman" w:hAnsi="Times New Roman"/>
                <w:b/>
                <w:sz w:val="28"/>
                <w:szCs w:val="28"/>
              </w:rPr>
              <w:t xml:space="preserve">Прийняти на роботу з </w:t>
            </w:r>
            <w:r w:rsidRPr="0000194A">
              <w:rPr>
                <w:rFonts w:ascii="Times New Roman" w:hAnsi="Times New Roman"/>
                <w:sz w:val="28"/>
                <w:szCs w:val="28"/>
              </w:rPr>
              <w:t>"</w:t>
            </w:r>
            <w:r w:rsidRPr="0000194A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  <w:r w:rsidRPr="0000194A">
              <w:rPr>
                <w:rFonts w:ascii="Times New Roman" w:hAnsi="Times New Roman"/>
                <w:sz w:val="28"/>
                <w:szCs w:val="28"/>
              </w:rPr>
              <w:t xml:space="preserve">" </w:t>
            </w:r>
            <w:r w:rsidRPr="0000194A">
              <w:rPr>
                <w:rFonts w:ascii="Times New Roman" w:hAnsi="Times New Roman"/>
                <w:sz w:val="28"/>
                <w:szCs w:val="28"/>
                <w:lang w:val="uk-UA"/>
              </w:rPr>
              <w:t>груд</w:t>
            </w:r>
            <w:r w:rsidRPr="0000194A">
              <w:rPr>
                <w:rFonts w:ascii="Times New Roman" w:hAnsi="Times New Roman"/>
                <w:sz w:val="28"/>
                <w:szCs w:val="28"/>
              </w:rPr>
              <w:t>ня 2015 р.</w:t>
            </w:r>
          </w:p>
        </w:tc>
        <w:tc>
          <w:tcPr>
            <w:tcW w:w="3144" w:type="dxa"/>
          </w:tcPr>
          <w:p w:rsidR="008D5D87" w:rsidRPr="000019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94A">
              <w:rPr>
                <w:rFonts w:ascii="Times New Roman" w:hAnsi="Times New Roman"/>
                <w:sz w:val="28"/>
                <w:szCs w:val="28"/>
              </w:rPr>
              <w:t>Табельний номер</w:t>
            </w:r>
          </w:p>
        </w:tc>
      </w:tr>
      <w:tr w:rsidR="008D5D87" w:rsidRPr="0000194A" w:rsidTr="00C13222">
        <w:tc>
          <w:tcPr>
            <w:tcW w:w="6426" w:type="dxa"/>
            <w:vAlign w:val="center"/>
          </w:tcPr>
          <w:p w:rsidR="008D5D87" w:rsidRPr="0000194A" w:rsidRDefault="008D5D87" w:rsidP="00C132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194A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до </w:t>
            </w:r>
            <w:r w:rsidRPr="0000194A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  <w:r w:rsidRPr="0000194A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березня </w:t>
            </w:r>
            <w:r w:rsidRPr="0000194A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  <w:r w:rsidRPr="0000194A">
              <w:rPr>
                <w:rFonts w:ascii="Times New Roman" w:hAnsi="Times New Roman"/>
                <w:sz w:val="28"/>
                <w:szCs w:val="28"/>
              </w:rPr>
              <w:t xml:space="preserve"> р.</w:t>
            </w:r>
          </w:p>
        </w:tc>
        <w:tc>
          <w:tcPr>
            <w:tcW w:w="3144" w:type="dxa"/>
          </w:tcPr>
          <w:p w:rsidR="008D5D87" w:rsidRPr="000019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 w:rsidRPr="0000194A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0537</w:t>
            </w:r>
          </w:p>
        </w:tc>
      </w:tr>
    </w:tbl>
    <w:p w:rsidR="008D5D87" w:rsidRPr="0000194A" w:rsidRDefault="008D5D87" w:rsidP="004C793F">
      <w:pPr>
        <w:pBdr>
          <w:bottom w:val="single" w:sz="12" w:space="1" w:color="00000A"/>
        </w:pBd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D5D87" w:rsidRPr="0000194A" w:rsidRDefault="008D5D87" w:rsidP="004C793F">
      <w:pPr>
        <w:pBdr>
          <w:bottom w:val="single" w:sz="12" w:space="1" w:color="00000A"/>
        </w:pBd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0194A">
        <w:rPr>
          <w:rFonts w:ascii="Times New Roman" w:hAnsi="Times New Roman"/>
          <w:sz w:val="28"/>
          <w:szCs w:val="28"/>
          <w:lang w:val="uk-UA"/>
        </w:rPr>
        <w:t>Чугуївська гімназія № 5 Чугуївської міської ради Харківської області</w:t>
      </w:r>
    </w:p>
    <w:p w:rsidR="008D5D87" w:rsidRPr="0000194A" w:rsidRDefault="008D5D87" w:rsidP="004C793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0194A">
        <w:rPr>
          <w:rFonts w:ascii="Times New Roman" w:hAnsi="Times New Roman"/>
          <w:sz w:val="20"/>
          <w:szCs w:val="20"/>
        </w:rPr>
        <w:t>назва структурного підрозділу</w:t>
      </w:r>
    </w:p>
    <w:p w:rsidR="008D5D87" w:rsidRPr="0000194A" w:rsidRDefault="008D5D87" w:rsidP="004C793F">
      <w:pPr>
        <w:pBdr>
          <w:bottom w:val="single" w:sz="12" w:space="1" w:color="00000A"/>
        </w:pBd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0194A">
        <w:rPr>
          <w:rFonts w:ascii="Times New Roman" w:hAnsi="Times New Roman"/>
          <w:sz w:val="28"/>
          <w:szCs w:val="28"/>
        </w:rPr>
        <w:t xml:space="preserve">вчитель </w:t>
      </w:r>
      <w:r w:rsidRPr="0000194A">
        <w:rPr>
          <w:rFonts w:ascii="Times New Roman" w:hAnsi="Times New Roman"/>
          <w:sz w:val="28"/>
          <w:szCs w:val="28"/>
          <w:lang w:val="uk-UA"/>
        </w:rPr>
        <w:t>початкових класів</w:t>
      </w:r>
    </w:p>
    <w:p w:rsidR="008D5D87" w:rsidRPr="0000194A" w:rsidRDefault="008D5D87" w:rsidP="004C793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0194A">
        <w:rPr>
          <w:rFonts w:ascii="Times New Roman" w:hAnsi="Times New Roman"/>
          <w:sz w:val="20"/>
          <w:szCs w:val="20"/>
        </w:rPr>
        <w:t>назва професії (посади), кваліфікація</w:t>
      </w:r>
    </w:p>
    <w:p w:rsidR="008D5D87" w:rsidRPr="0000194A" w:rsidRDefault="008D5D87" w:rsidP="004C79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917" w:type="dxa"/>
        <w:tblInd w:w="92" w:type="dxa"/>
        <w:tblLook w:val="0000"/>
      </w:tblPr>
      <w:tblGrid>
        <w:gridCol w:w="374"/>
        <w:gridCol w:w="4313"/>
        <w:gridCol w:w="329"/>
        <w:gridCol w:w="650"/>
        <w:gridCol w:w="381"/>
        <w:gridCol w:w="1309"/>
        <w:gridCol w:w="320"/>
        <w:gridCol w:w="2241"/>
      </w:tblGrid>
      <w:tr w:rsidR="008D5D87" w:rsidRPr="0000194A" w:rsidTr="00C13222">
        <w:trPr>
          <w:trHeight w:val="375"/>
        </w:trPr>
        <w:tc>
          <w:tcPr>
            <w:tcW w:w="4687" w:type="dxa"/>
            <w:gridSpan w:val="2"/>
            <w:vAlign w:val="center"/>
          </w:tcPr>
          <w:p w:rsidR="008D5D87" w:rsidRPr="000019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94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Умови прийняття на роботу</w:t>
            </w:r>
          </w:p>
        </w:tc>
        <w:tc>
          <w:tcPr>
            <w:tcW w:w="329" w:type="dxa"/>
            <w:vAlign w:val="center"/>
          </w:tcPr>
          <w:p w:rsidR="008D5D87" w:rsidRPr="000019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4901" w:type="dxa"/>
            <w:gridSpan w:val="5"/>
            <w:vAlign w:val="center"/>
          </w:tcPr>
          <w:p w:rsidR="008D5D87" w:rsidRPr="000019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94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Умови роботи</w:t>
            </w:r>
          </w:p>
        </w:tc>
      </w:tr>
      <w:tr w:rsidR="008D5D87" w:rsidRPr="00AB6E4A" w:rsidTr="00C13222">
        <w:trPr>
          <w:trHeight w:val="435"/>
        </w:trPr>
        <w:tc>
          <w:tcPr>
            <w:tcW w:w="4687" w:type="dxa"/>
            <w:gridSpan w:val="2"/>
            <w:vAlign w:val="center"/>
          </w:tcPr>
          <w:p w:rsidR="008D5D87" w:rsidRPr="00AB6E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(необхідне відмітити позначкою «</w:t>
            </w:r>
            <w:r w:rsidRPr="00AB6E4A">
              <w:rPr>
                <w:rFonts w:ascii="Times New Roman" w:hAnsi="Times New Roman"/>
                <w:b/>
                <w:sz w:val="24"/>
              </w:rPr>
              <w:t>х</w:t>
            </w:r>
            <w:r w:rsidRPr="00AB6E4A">
              <w:rPr>
                <w:rFonts w:ascii="Times New Roman" w:hAnsi="Times New Roman"/>
                <w:sz w:val="24"/>
              </w:rPr>
              <w:t>»)</w:t>
            </w:r>
          </w:p>
        </w:tc>
        <w:tc>
          <w:tcPr>
            <w:tcW w:w="32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01" w:type="dxa"/>
            <w:gridSpan w:val="5"/>
            <w:vAlign w:val="center"/>
          </w:tcPr>
          <w:p w:rsidR="008D5D87" w:rsidRPr="00AB6E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(необхідне відмітити позначкою «</w:t>
            </w:r>
            <w:r w:rsidRPr="00AB6E4A">
              <w:rPr>
                <w:rFonts w:ascii="Times New Roman" w:hAnsi="Times New Roman"/>
                <w:b/>
                <w:sz w:val="24"/>
              </w:rPr>
              <w:t>х</w:t>
            </w:r>
            <w:r w:rsidRPr="00AB6E4A">
              <w:rPr>
                <w:rFonts w:ascii="Times New Roman" w:hAnsi="Times New Roman"/>
                <w:sz w:val="24"/>
              </w:rPr>
              <w:t>»)</w:t>
            </w:r>
          </w:p>
        </w:tc>
      </w:tr>
      <w:tr w:rsidR="008D5D87" w:rsidRPr="00AB6E4A" w:rsidTr="00C13222">
        <w:trPr>
          <w:trHeight w:val="300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b/>
                <w:sz w:val="23"/>
                <w:szCs w:val="23"/>
              </w:rPr>
              <w:t> </w:t>
            </w:r>
          </w:p>
        </w:tc>
        <w:tc>
          <w:tcPr>
            <w:tcW w:w="4314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на конкурсній основі</w:t>
            </w:r>
          </w:p>
        </w:tc>
        <w:tc>
          <w:tcPr>
            <w:tcW w:w="979" w:type="dxa"/>
            <w:gridSpan w:val="2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робота:</w:t>
            </w:r>
          </w:p>
        </w:tc>
        <w:tc>
          <w:tcPr>
            <w:tcW w:w="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b/>
                <w:sz w:val="24"/>
              </w:rPr>
              <w:t>х </w:t>
            </w:r>
          </w:p>
        </w:tc>
        <w:tc>
          <w:tcPr>
            <w:tcW w:w="130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AB6E4A">
              <w:rPr>
                <w:rFonts w:ascii="Times New Roman" w:hAnsi="Times New Roman"/>
                <w:b/>
                <w:sz w:val="24"/>
                <w:u w:val="single"/>
              </w:rPr>
              <w:t>основна</w:t>
            </w:r>
          </w:p>
        </w:tc>
        <w:tc>
          <w:tcPr>
            <w:tcW w:w="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1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3"/>
                <w:szCs w:val="23"/>
              </w:rPr>
              <w:t>за сумісництвом</w:t>
            </w:r>
          </w:p>
        </w:tc>
      </w:tr>
      <w:tr w:rsidR="008D5D87" w:rsidRPr="00AB6E4A" w:rsidTr="00C13222">
        <w:trPr>
          <w:trHeight w:val="120"/>
        </w:trPr>
        <w:tc>
          <w:tcPr>
            <w:tcW w:w="373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sz w:val="6"/>
                <w:szCs w:val="6"/>
              </w:rPr>
            </w:pPr>
          </w:p>
        </w:tc>
        <w:tc>
          <w:tcPr>
            <w:tcW w:w="4314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650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81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30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0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241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8D5D87" w:rsidRPr="00AB6E4A" w:rsidTr="00C13222">
        <w:trPr>
          <w:trHeight w:val="330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4E5A97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14" w:type="dxa"/>
            <w:vAlign w:val="center"/>
          </w:tcPr>
          <w:p w:rsidR="008D5D87" w:rsidRPr="004E5A97" w:rsidRDefault="008D5D87" w:rsidP="00C1322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E5A97">
              <w:rPr>
                <w:rFonts w:ascii="Times New Roman" w:hAnsi="Times New Roman"/>
                <w:bCs/>
                <w:sz w:val="24"/>
              </w:rPr>
              <w:t xml:space="preserve">за умовами  строкового договору </w:t>
            </w:r>
          </w:p>
        </w:tc>
        <w:tc>
          <w:tcPr>
            <w:tcW w:w="5230" w:type="dxa"/>
            <w:gridSpan w:val="6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умови праці (згідно атестації робочого місця):</w:t>
            </w:r>
          </w:p>
        </w:tc>
      </w:tr>
      <w:tr w:rsidR="008D5D87" w:rsidRPr="00AB6E4A" w:rsidTr="00C13222">
        <w:trPr>
          <w:trHeight w:val="315"/>
        </w:trPr>
        <w:tc>
          <w:tcPr>
            <w:tcW w:w="373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4314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81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09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20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41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</w:tr>
      <w:tr w:rsidR="008D5D87" w:rsidRPr="00AB6E4A" w:rsidTr="00C13222">
        <w:trPr>
          <w:trHeight w:val="315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3F4193" w:rsidRDefault="008D5D87" w:rsidP="00C1322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AB6E4A">
              <w:rPr>
                <w:rFonts w:ascii="Times New Roman" w:hAnsi="Times New Roman"/>
                <w:b/>
                <w:sz w:val="23"/>
                <w:szCs w:val="23"/>
              </w:rPr>
              <w:t> </w:t>
            </w:r>
            <w:r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>х</w:t>
            </w:r>
          </w:p>
        </w:tc>
        <w:tc>
          <w:tcPr>
            <w:tcW w:w="4314" w:type="dxa"/>
            <w:vAlign w:val="center"/>
          </w:tcPr>
          <w:p w:rsidR="008D5D87" w:rsidRPr="003F4193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3F4193">
              <w:rPr>
                <w:rFonts w:ascii="Times New Roman" w:hAnsi="Times New Roman"/>
                <w:b/>
                <w:sz w:val="24"/>
              </w:rPr>
              <w:t xml:space="preserve">зі строком випробування </w:t>
            </w:r>
            <w:r w:rsidRPr="003F4193">
              <w:rPr>
                <w:rFonts w:ascii="Times New Roman" w:hAnsi="Times New Roman"/>
                <w:b/>
                <w:sz w:val="24"/>
                <w:lang w:val="uk-UA"/>
              </w:rPr>
              <w:t xml:space="preserve">3 </w:t>
            </w:r>
            <w:r w:rsidRPr="003F4193">
              <w:rPr>
                <w:rFonts w:ascii="Times New Roman" w:hAnsi="Times New Roman"/>
                <w:b/>
                <w:sz w:val="24"/>
              </w:rPr>
              <w:t>місяці</w:t>
            </w:r>
          </w:p>
        </w:tc>
        <w:tc>
          <w:tcPr>
            <w:tcW w:w="32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81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09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20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41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</w:tr>
      <w:tr w:rsidR="008D5D87" w:rsidRPr="00AB6E4A" w:rsidTr="00C13222">
        <w:trPr>
          <w:trHeight w:val="120"/>
        </w:trPr>
        <w:tc>
          <w:tcPr>
            <w:tcW w:w="373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sz w:val="6"/>
                <w:szCs w:val="6"/>
              </w:rPr>
            </w:pPr>
          </w:p>
        </w:tc>
        <w:tc>
          <w:tcPr>
            <w:tcW w:w="4314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650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81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30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0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241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8D5D87" w:rsidRPr="00AB6E4A" w:rsidTr="00C13222">
        <w:trPr>
          <w:trHeight w:val="315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b/>
                <w:sz w:val="23"/>
                <w:szCs w:val="23"/>
              </w:rPr>
              <w:t> </w:t>
            </w:r>
          </w:p>
        </w:tc>
        <w:tc>
          <w:tcPr>
            <w:tcW w:w="4314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на час виконання певної роботи</w:t>
            </w:r>
          </w:p>
        </w:tc>
        <w:tc>
          <w:tcPr>
            <w:tcW w:w="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4901" w:type="dxa"/>
            <w:gridSpan w:val="5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тривалість робочого дня (тижня)  відповідно до тарифікації</w:t>
            </w:r>
          </w:p>
        </w:tc>
      </w:tr>
      <w:tr w:rsidR="008D5D87" w:rsidRPr="00AB6E4A" w:rsidTr="00C13222">
        <w:trPr>
          <w:trHeight w:val="120"/>
        </w:trPr>
        <w:tc>
          <w:tcPr>
            <w:tcW w:w="373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sz w:val="6"/>
                <w:szCs w:val="6"/>
              </w:rPr>
            </w:pPr>
          </w:p>
        </w:tc>
        <w:tc>
          <w:tcPr>
            <w:tcW w:w="4314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50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81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30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0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241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8D5D87" w:rsidRPr="00AB6E4A" w:rsidTr="00C13222">
        <w:trPr>
          <w:trHeight w:val="315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4E5A97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</w:p>
        </w:tc>
        <w:tc>
          <w:tcPr>
            <w:tcW w:w="4314" w:type="dxa"/>
            <w:vAlign w:val="center"/>
          </w:tcPr>
          <w:p w:rsidR="008D5D87" w:rsidRPr="00AD1308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D1308">
              <w:rPr>
                <w:rFonts w:ascii="Times New Roman" w:hAnsi="Times New Roman"/>
                <w:sz w:val="24"/>
              </w:rPr>
              <w:t xml:space="preserve">на час відсутності основного </w:t>
            </w:r>
          </w:p>
          <w:p w:rsidR="008D5D87" w:rsidRPr="00AD1308" w:rsidRDefault="008D5D87" w:rsidP="00C1322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AD1308">
              <w:rPr>
                <w:rFonts w:ascii="Times New Roman" w:hAnsi="Times New Roman"/>
                <w:sz w:val="24"/>
              </w:rPr>
              <w:t>працівника</w:t>
            </w:r>
            <w:r w:rsidRPr="00AB6E4A">
              <w:rPr>
                <w:rFonts w:ascii="Times New Roman" w:hAnsi="Times New Roman"/>
                <w:b/>
                <w:sz w:val="24"/>
              </w:rPr>
              <w:t xml:space="preserve">  </w:t>
            </w:r>
          </w:p>
        </w:tc>
        <w:tc>
          <w:tcPr>
            <w:tcW w:w="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901" w:type="dxa"/>
            <w:gridSpan w:val="5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тривалість робочого дня (тижня) при роботі</w:t>
            </w:r>
          </w:p>
        </w:tc>
      </w:tr>
      <w:tr w:rsidR="008D5D87" w:rsidRPr="00AB6E4A" w:rsidTr="00C13222">
        <w:trPr>
          <w:trHeight w:val="315"/>
        </w:trPr>
        <w:tc>
          <w:tcPr>
            <w:tcW w:w="373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4314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230" w:type="dxa"/>
            <w:gridSpan w:val="6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з неповним робочим часом_________ год.</w:t>
            </w:r>
          </w:p>
        </w:tc>
      </w:tr>
      <w:tr w:rsidR="008D5D87" w:rsidRPr="00AB6E4A" w:rsidTr="00C13222">
        <w:trPr>
          <w:trHeight w:val="315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b/>
                <w:sz w:val="23"/>
                <w:szCs w:val="23"/>
              </w:rPr>
              <w:t> </w:t>
            </w:r>
          </w:p>
        </w:tc>
        <w:tc>
          <w:tcPr>
            <w:tcW w:w="4314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із кадрового резерву</w:t>
            </w:r>
          </w:p>
        </w:tc>
        <w:tc>
          <w:tcPr>
            <w:tcW w:w="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81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09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20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41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</w:tr>
      <w:tr w:rsidR="008D5D87" w:rsidRPr="00AB6E4A" w:rsidTr="00C13222">
        <w:trPr>
          <w:trHeight w:val="315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b/>
                <w:sz w:val="23"/>
                <w:szCs w:val="23"/>
              </w:rPr>
              <w:t> </w:t>
            </w:r>
          </w:p>
        </w:tc>
        <w:tc>
          <w:tcPr>
            <w:tcW w:w="4314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за результатами успішного стажування</w:t>
            </w:r>
          </w:p>
        </w:tc>
        <w:tc>
          <w:tcPr>
            <w:tcW w:w="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81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09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20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41" w:type="dxa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</w:tr>
      <w:tr w:rsidR="008D5D87" w:rsidRPr="00AB6E4A" w:rsidTr="00C13222">
        <w:trPr>
          <w:trHeight w:val="315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4314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</w:rPr>
            </w:pPr>
            <w:r w:rsidRPr="00AB6E4A">
              <w:rPr>
                <w:rFonts w:ascii="Times New Roman" w:hAnsi="Times New Roman"/>
                <w:sz w:val="24"/>
              </w:rPr>
              <w:t xml:space="preserve">переведення </w:t>
            </w:r>
          </w:p>
        </w:tc>
        <w:tc>
          <w:tcPr>
            <w:tcW w:w="32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650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81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309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0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241" w:type="dxa"/>
            <w:vAlign w:val="center"/>
          </w:tcPr>
          <w:p w:rsidR="008D5D87" w:rsidRPr="00AB6E4A" w:rsidRDefault="008D5D87" w:rsidP="00C1322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8D5D87" w:rsidRPr="00AB6E4A" w:rsidRDefault="008D5D87" w:rsidP="004C793F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AB6E4A">
        <w:rPr>
          <w:rFonts w:ascii="Times New Roman" w:hAnsi="Times New Roman"/>
          <w:sz w:val="23"/>
          <w:szCs w:val="23"/>
        </w:rPr>
        <w:t xml:space="preserve">   </w:t>
      </w:r>
      <w:r w:rsidRPr="00AB6E4A">
        <w:rPr>
          <w:rFonts w:ascii="Times New Roman" w:hAnsi="Times New Roman"/>
          <w:sz w:val="24"/>
        </w:rPr>
        <w:t xml:space="preserve"> </w:t>
      </w:r>
      <w:r w:rsidRPr="00AB6E4A">
        <w:rPr>
          <w:rFonts w:ascii="Times New Roman" w:hAnsi="Times New Roman"/>
          <w:b/>
          <w:szCs w:val="28"/>
        </w:rPr>
        <w:t xml:space="preserve">Підстава: </w:t>
      </w:r>
      <w:r w:rsidRPr="00AB6E4A">
        <w:rPr>
          <w:rFonts w:ascii="Times New Roman" w:hAnsi="Times New Roman"/>
          <w:szCs w:val="28"/>
        </w:rPr>
        <w:t xml:space="preserve">заява </w:t>
      </w:r>
      <w:r>
        <w:rPr>
          <w:rFonts w:ascii="Times New Roman" w:hAnsi="Times New Roman"/>
          <w:szCs w:val="28"/>
          <w:lang w:val="uk-UA"/>
        </w:rPr>
        <w:t>Іванованої Т.І. від 12.12.2015</w:t>
      </w:r>
      <w:r w:rsidRPr="00AB6E4A">
        <w:rPr>
          <w:rFonts w:ascii="Times New Roman" w:hAnsi="Times New Roman"/>
          <w:szCs w:val="28"/>
        </w:rPr>
        <w:t xml:space="preserve">, подання директора Чугуївської гімназії № 5 Чугуївської міської ради Харківської області  від </w:t>
      </w:r>
      <w:r>
        <w:rPr>
          <w:rFonts w:ascii="Times New Roman" w:hAnsi="Times New Roman"/>
          <w:szCs w:val="28"/>
          <w:lang w:val="uk-UA"/>
        </w:rPr>
        <w:t>12.12.</w:t>
      </w:r>
      <w:r w:rsidRPr="00AB6E4A">
        <w:rPr>
          <w:rFonts w:ascii="Times New Roman" w:hAnsi="Times New Roman"/>
          <w:szCs w:val="28"/>
        </w:rPr>
        <w:t>2015 № 380.</w:t>
      </w:r>
    </w:p>
    <w:p w:rsidR="008D5D87" w:rsidRPr="00AB6E4A" w:rsidRDefault="008D5D87" w:rsidP="004C793F">
      <w:pPr>
        <w:spacing w:after="0" w:line="240" w:lineRule="auto"/>
        <w:rPr>
          <w:rFonts w:ascii="Times New Roman" w:hAnsi="Times New Roman"/>
          <w:b/>
          <w:szCs w:val="28"/>
        </w:rPr>
      </w:pPr>
    </w:p>
    <w:p w:rsidR="008D5D87" w:rsidRPr="00AB6E4A" w:rsidRDefault="008D5D87" w:rsidP="004C793F">
      <w:pPr>
        <w:spacing w:after="0" w:line="240" w:lineRule="auto"/>
        <w:rPr>
          <w:rFonts w:ascii="Times New Roman" w:hAnsi="Times New Roman"/>
        </w:rPr>
      </w:pPr>
      <w:r w:rsidRPr="00AB6E4A">
        <w:rPr>
          <w:rFonts w:ascii="Times New Roman" w:hAnsi="Times New Roman"/>
          <w:b/>
          <w:szCs w:val="28"/>
        </w:rPr>
        <w:t xml:space="preserve">Начальник відділу освіти                                                   М.В. ПРОЦЕНКО   </w:t>
      </w:r>
    </w:p>
    <w:p w:rsidR="008D5D87" w:rsidRPr="00AB6E4A" w:rsidRDefault="008D5D87" w:rsidP="004C793F">
      <w:pPr>
        <w:spacing w:after="0" w:line="240" w:lineRule="auto"/>
        <w:rPr>
          <w:rFonts w:ascii="Times New Roman" w:hAnsi="Times New Roman"/>
          <w:szCs w:val="28"/>
        </w:rPr>
      </w:pPr>
    </w:p>
    <w:p w:rsidR="008D5D87" w:rsidRPr="00AB6E4A" w:rsidRDefault="008D5D87" w:rsidP="004C793F">
      <w:pPr>
        <w:spacing w:after="0" w:line="240" w:lineRule="auto"/>
        <w:rPr>
          <w:rFonts w:ascii="Times New Roman" w:hAnsi="Times New Roman"/>
        </w:rPr>
      </w:pPr>
      <w:r w:rsidRPr="00AB6E4A">
        <w:rPr>
          <w:rFonts w:ascii="Times New Roman" w:hAnsi="Times New Roman"/>
          <w:szCs w:val="28"/>
        </w:rPr>
        <w:t>З наказом ознайомлена    _____________   «_______»_______________2015</w:t>
      </w:r>
    </w:p>
    <w:sectPr w:rsidR="008D5D87" w:rsidRPr="00AB6E4A" w:rsidSect="00906863">
      <w:footerReference w:type="default" r:id="rId24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D87" w:rsidRDefault="008D5D87" w:rsidP="00906863">
      <w:pPr>
        <w:spacing w:after="0" w:line="240" w:lineRule="auto"/>
      </w:pPr>
      <w:r>
        <w:separator/>
      </w:r>
    </w:p>
  </w:endnote>
  <w:endnote w:type="continuationSeparator" w:id="0">
    <w:p w:rsidR="008D5D87" w:rsidRDefault="008D5D87" w:rsidP="00906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angal">
    <w:panose1 w:val="02020603050405020304"/>
    <w:charset w:val="00"/>
    <w:family w:val="auto"/>
    <w:pitch w:val="variable"/>
    <w:sig w:usb0="00008003" w:usb1="00000000" w:usb2="00000000" w:usb3="00000000" w:csb0="00000001" w:csb1="00000000"/>
  </w:font>
  <w:font w:name="Antiqua">
    <w:altName w:val="Arial Narrow"/>
    <w:panose1 w:val="02020603050405020304"/>
    <w:charset w:val="CC"/>
    <w:family w:val="roman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D87" w:rsidRDefault="008D5D87">
    <w:pPr>
      <w:pStyle w:val="Footer"/>
      <w:jc w:val="right"/>
    </w:pPr>
    <w:fldSimple w:instr=" PAGE   \* MERGEFORMAT ">
      <w:r>
        <w:rPr>
          <w:noProof/>
        </w:rPr>
        <w:t>34</w:t>
      </w:r>
    </w:fldSimple>
  </w:p>
  <w:p w:rsidR="008D5D87" w:rsidRDefault="008D5D8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D87" w:rsidRDefault="008D5D87" w:rsidP="00906863">
      <w:pPr>
        <w:spacing w:after="0" w:line="240" w:lineRule="auto"/>
      </w:pPr>
      <w:r>
        <w:separator/>
      </w:r>
    </w:p>
  </w:footnote>
  <w:footnote w:type="continuationSeparator" w:id="0">
    <w:p w:rsidR="008D5D87" w:rsidRDefault="008D5D87" w:rsidP="009068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4955"/>
    <w:rsid w:val="00001559"/>
    <w:rsid w:val="0000155B"/>
    <w:rsid w:val="0000194A"/>
    <w:rsid w:val="0000571C"/>
    <w:rsid w:val="00022E52"/>
    <w:rsid w:val="00025555"/>
    <w:rsid w:val="00031A79"/>
    <w:rsid w:val="000504F6"/>
    <w:rsid w:val="00053DAB"/>
    <w:rsid w:val="00055785"/>
    <w:rsid w:val="00060517"/>
    <w:rsid w:val="000607ED"/>
    <w:rsid w:val="000642D0"/>
    <w:rsid w:val="00093E40"/>
    <w:rsid w:val="00097182"/>
    <w:rsid w:val="000A3A23"/>
    <w:rsid w:val="000A74D6"/>
    <w:rsid w:val="000B388A"/>
    <w:rsid w:val="000B7FFD"/>
    <w:rsid w:val="000C55B3"/>
    <w:rsid w:val="000E7FAA"/>
    <w:rsid w:val="000F0886"/>
    <w:rsid w:val="000F6D3C"/>
    <w:rsid w:val="00101851"/>
    <w:rsid w:val="0010796E"/>
    <w:rsid w:val="00121858"/>
    <w:rsid w:val="001257E5"/>
    <w:rsid w:val="00125B0D"/>
    <w:rsid w:val="00130DC5"/>
    <w:rsid w:val="001408CF"/>
    <w:rsid w:val="00145C52"/>
    <w:rsid w:val="00173C79"/>
    <w:rsid w:val="00175524"/>
    <w:rsid w:val="00175B0F"/>
    <w:rsid w:val="00180E7B"/>
    <w:rsid w:val="001823DB"/>
    <w:rsid w:val="001877E7"/>
    <w:rsid w:val="001B4CC6"/>
    <w:rsid w:val="001C2BF2"/>
    <w:rsid w:val="001C36B0"/>
    <w:rsid w:val="001C5A82"/>
    <w:rsid w:val="001C6299"/>
    <w:rsid w:val="001D2968"/>
    <w:rsid w:val="001E0DAE"/>
    <w:rsid w:val="001F1FA7"/>
    <w:rsid w:val="001F5947"/>
    <w:rsid w:val="00201927"/>
    <w:rsid w:val="0021692A"/>
    <w:rsid w:val="00224E8D"/>
    <w:rsid w:val="00226AAD"/>
    <w:rsid w:val="00233503"/>
    <w:rsid w:val="00234F45"/>
    <w:rsid w:val="002371DB"/>
    <w:rsid w:val="00250B6C"/>
    <w:rsid w:val="00255A98"/>
    <w:rsid w:val="00261AB9"/>
    <w:rsid w:val="002705C3"/>
    <w:rsid w:val="00275240"/>
    <w:rsid w:val="002A51B0"/>
    <w:rsid w:val="002B5F9E"/>
    <w:rsid w:val="002C2116"/>
    <w:rsid w:val="002C5BAC"/>
    <w:rsid w:val="002C6694"/>
    <w:rsid w:val="002E024B"/>
    <w:rsid w:val="002E09F1"/>
    <w:rsid w:val="002F7CFB"/>
    <w:rsid w:val="00306036"/>
    <w:rsid w:val="00306959"/>
    <w:rsid w:val="00306F58"/>
    <w:rsid w:val="0030729C"/>
    <w:rsid w:val="00307C64"/>
    <w:rsid w:val="00310A49"/>
    <w:rsid w:val="003324CD"/>
    <w:rsid w:val="003338EF"/>
    <w:rsid w:val="00353EE8"/>
    <w:rsid w:val="00354435"/>
    <w:rsid w:val="003547E1"/>
    <w:rsid w:val="003548AC"/>
    <w:rsid w:val="003573FB"/>
    <w:rsid w:val="00366774"/>
    <w:rsid w:val="00366AF9"/>
    <w:rsid w:val="00377318"/>
    <w:rsid w:val="00377A85"/>
    <w:rsid w:val="0038202E"/>
    <w:rsid w:val="0039667B"/>
    <w:rsid w:val="003A2FD5"/>
    <w:rsid w:val="003A6C3F"/>
    <w:rsid w:val="003A7538"/>
    <w:rsid w:val="003D16CD"/>
    <w:rsid w:val="003D26D4"/>
    <w:rsid w:val="003E3F80"/>
    <w:rsid w:val="003E711A"/>
    <w:rsid w:val="003F4193"/>
    <w:rsid w:val="004169E9"/>
    <w:rsid w:val="00420F41"/>
    <w:rsid w:val="00424191"/>
    <w:rsid w:val="00425656"/>
    <w:rsid w:val="00440D48"/>
    <w:rsid w:val="00442790"/>
    <w:rsid w:val="00447C6E"/>
    <w:rsid w:val="00455158"/>
    <w:rsid w:val="004657A0"/>
    <w:rsid w:val="00472B99"/>
    <w:rsid w:val="00480813"/>
    <w:rsid w:val="004B0C90"/>
    <w:rsid w:val="004B5B8E"/>
    <w:rsid w:val="004C5249"/>
    <w:rsid w:val="004C793F"/>
    <w:rsid w:val="004D2C86"/>
    <w:rsid w:val="004E0C0C"/>
    <w:rsid w:val="004E40D9"/>
    <w:rsid w:val="004E4DA5"/>
    <w:rsid w:val="004E5A97"/>
    <w:rsid w:val="004F27E4"/>
    <w:rsid w:val="004F3657"/>
    <w:rsid w:val="0050778B"/>
    <w:rsid w:val="00520010"/>
    <w:rsid w:val="0052684C"/>
    <w:rsid w:val="00567D9C"/>
    <w:rsid w:val="00576F45"/>
    <w:rsid w:val="00583B6F"/>
    <w:rsid w:val="00585C4F"/>
    <w:rsid w:val="00590094"/>
    <w:rsid w:val="005A0760"/>
    <w:rsid w:val="005A68F5"/>
    <w:rsid w:val="005A6D71"/>
    <w:rsid w:val="005B305B"/>
    <w:rsid w:val="005B669C"/>
    <w:rsid w:val="005C18B0"/>
    <w:rsid w:val="005D3EDE"/>
    <w:rsid w:val="005E5A75"/>
    <w:rsid w:val="005E6F63"/>
    <w:rsid w:val="005F5607"/>
    <w:rsid w:val="00610F9C"/>
    <w:rsid w:val="006135B2"/>
    <w:rsid w:val="00614E2B"/>
    <w:rsid w:val="006204B6"/>
    <w:rsid w:val="00622D7C"/>
    <w:rsid w:val="00626238"/>
    <w:rsid w:val="00633A95"/>
    <w:rsid w:val="00662B6C"/>
    <w:rsid w:val="0068203B"/>
    <w:rsid w:val="006D20DA"/>
    <w:rsid w:val="006D551E"/>
    <w:rsid w:val="00736E70"/>
    <w:rsid w:val="00750266"/>
    <w:rsid w:val="0075682B"/>
    <w:rsid w:val="00760A70"/>
    <w:rsid w:val="00775173"/>
    <w:rsid w:val="007B6AC7"/>
    <w:rsid w:val="007B74D8"/>
    <w:rsid w:val="007C236E"/>
    <w:rsid w:val="007D11A8"/>
    <w:rsid w:val="007D41F6"/>
    <w:rsid w:val="007D4609"/>
    <w:rsid w:val="007E71BF"/>
    <w:rsid w:val="007F16E9"/>
    <w:rsid w:val="008042EB"/>
    <w:rsid w:val="008073F7"/>
    <w:rsid w:val="00811316"/>
    <w:rsid w:val="00813D8C"/>
    <w:rsid w:val="00814D4B"/>
    <w:rsid w:val="00820C90"/>
    <w:rsid w:val="008214C2"/>
    <w:rsid w:val="00823985"/>
    <w:rsid w:val="008326CE"/>
    <w:rsid w:val="00833FC7"/>
    <w:rsid w:val="008356C9"/>
    <w:rsid w:val="008441D2"/>
    <w:rsid w:val="008674A4"/>
    <w:rsid w:val="00876C94"/>
    <w:rsid w:val="00882CCC"/>
    <w:rsid w:val="00884548"/>
    <w:rsid w:val="0088734B"/>
    <w:rsid w:val="008B031E"/>
    <w:rsid w:val="008B17F4"/>
    <w:rsid w:val="008B4A93"/>
    <w:rsid w:val="008C2C23"/>
    <w:rsid w:val="008C3A1F"/>
    <w:rsid w:val="008C6A89"/>
    <w:rsid w:val="008D07D5"/>
    <w:rsid w:val="008D5D87"/>
    <w:rsid w:val="009021D3"/>
    <w:rsid w:val="00902595"/>
    <w:rsid w:val="00906863"/>
    <w:rsid w:val="00913D8D"/>
    <w:rsid w:val="009246E8"/>
    <w:rsid w:val="0093156A"/>
    <w:rsid w:val="00937AB2"/>
    <w:rsid w:val="009454CA"/>
    <w:rsid w:val="00946A31"/>
    <w:rsid w:val="00946AE6"/>
    <w:rsid w:val="009528B8"/>
    <w:rsid w:val="0095673F"/>
    <w:rsid w:val="0096223E"/>
    <w:rsid w:val="009675D3"/>
    <w:rsid w:val="00967B47"/>
    <w:rsid w:val="009725A9"/>
    <w:rsid w:val="0097318F"/>
    <w:rsid w:val="009754A9"/>
    <w:rsid w:val="00993C04"/>
    <w:rsid w:val="009A2F85"/>
    <w:rsid w:val="009A408C"/>
    <w:rsid w:val="009C020C"/>
    <w:rsid w:val="009E4823"/>
    <w:rsid w:val="009F1C5E"/>
    <w:rsid w:val="009F1D9B"/>
    <w:rsid w:val="009F719C"/>
    <w:rsid w:val="00A155C1"/>
    <w:rsid w:val="00A21934"/>
    <w:rsid w:val="00A21FF6"/>
    <w:rsid w:val="00A376A5"/>
    <w:rsid w:val="00A529B8"/>
    <w:rsid w:val="00A54AD6"/>
    <w:rsid w:val="00A74B93"/>
    <w:rsid w:val="00A75AB2"/>
    <w:rsid w:val="00A772C4"/>
    <w:rsid w:val="00A806F5"/>
    <w:rsid w:val="00A951C0"/>
    <w:rsid w:val="00AA7BEE"/>
    <w:rsid w:val="00AB6E4A"/>
    <w:rsid w:val="00AD1053"/>
    <w:rsid w:val="00AD1308"/>
    <w:rsid w:val="00AF0286"/>
    <w:rsid w:val="00B0516B"/>
    <w:rsid w:val="00B1235F"/>
    <w:rsid w:val="00B15FEE"/>
    <w:rsid w:val="00B23D3F"/>
    <w:rsid w:val="00B30179"/>
    <w:rsid w:val="00B33A3B"/>
    <w:rsid w:val="00B41085"/>
    <w:rsid w:val="00B417C7"/>
    <w:rsid w:val="00B41A8D"/>
    <w:rsid w:val="00B57D13"/>
    <w:rsid w:val="00B87B0E"/>
    <w:rsid w:val="00B93B19"/>
    <w:rsid w:val="00BA0525"/>
    <w:rsid w:val="00BA5E56"/>
    <w:rsid w:val="00BA68AE"/>
    <w:rsid w:val="00BB1185"/>
    <w:rsid w:val="00BC0E18"/>
    <w:rsid w:val="00BC6C25"/>
    <w:rsid w:val="00BD5267"/>
    <w:rsid w:val="00BE262C"/>
    <w:rsid w:val="00BE2B7C"/>
    <w:rsid w:val="00BE7595"/>
    <w:rsid w:val="00C0147A"/>
    <w:rsid w:val="00C02193"/>
    <w:rsid w:val="00C13222"/>
    <w:rsid w:val="00C13A50"/>
    <w:rsid w:val="00C17B82"/>
    <w:rsid w:val="00C25716"/>
    <w:rsid w:val="00C3789E"/>
    <w:rsid w:val="00C63870"/>
    <w:rsid w:val="00C65F3F"/>
    <w:rsid w:val="00C763B3"/>
    <w:rsid w:val="00C84955"/>
    <w:rsid w:val="00C8591F"/>
    <w:rsid w:val="00CA0574"/>
    <w:rsid w:val="00CA347B"/>
    <w:rsid w:val="00CA5AB5"/>
    <w:rsid w:val="00CA710C"/>
    <w:rsid w:val="00CB1B6E"/>
    <w:rsid w:val="00CB3003"/>
    <w:rsid w:val="00CC77B5"/>
    <w:rsid w:val="00CC7C4E"/>
    <w:rsid w:val="00CD6B23"/>
    <w:rsid w:val="00CF1A93"/>
    <w:rsid w:val="00CF2337"/>
    <w:rsid w:val="00CF5B51"/>
    <w:rsid w:val="00D020C2"/>
    <w:rsid w:val="00D07618"/>
    <w:rsid w:val="00D109D4"/>
    <w:rsid w:val="00D12AB0"/>
    <w:rsid w:val="00D306D9"/>
    <w:rsid w:val="00D3157C"/>
    <w:rsid w:val="00D32C85"/>
    <w:rsid w:val="00D36D21"/>
    <w:rsid w:val="00D41D81"/>
    <w:rsid w:val="00D47B97"/>
    <w:rsid w:val="00D50115"/>
    <w:rsid w:val="00D52BCA"/>
    <w:rsid w:val="00D53721"/>
    <w:rsid w:val="00D6054B"/>
    <w:rsid w:val="00D736F3"/>
    <w:rsid w:val="00D80609"/>
    <w:rsid w:val="00D81AD0"/>
    <w:rsid w:val="00D95CEE"/>
    <w:rsid w:val="00D95EBC"/>
    <w:rsid w:val="00DA20ED"/>
    <w:rsid w:val="00DA7F2B"/>
    <w:rsid w:val="00DB182C"/>
    <w:rsid w:val="00DB78F8"/>
    <w:rsid w:val="00DC503F"/>
    <w:rsid w:val="00DC6519"/>
    <w:rsid w:val="00DD0914"/>
    <w:rsid w:val="00DD244F"/>
    <w:rsid w:val="00DE7409"/>
    <w:rsid w:val="00E13600"/>
    <w:rsid w:val="00E279AC"/>
    <w:rsid w:val="00E44E2B"/>
    <w:rsid w:val="00E60DD8"/>
    <w:rsid w:val="00E651E0"/>
    <w:rsid w:val="00EA2CD2"/>
    <w:rsid w:val="00EB7DE8"/>
    <w:rsid w:val="00EB7DF4"/>
    <w:rsid w:val="00EC1169"/>
    <w:rsid w:val="00EE5B4E"/>
    <w:rsid w:val="00EF1D07"/>
    <w:rsid w:val="00EF2A28"/>
    <w:rsid w:val="00EF58C2"/>
    <w:rsid w:val="00F100AB"/>
    <w:rsid w:val="00F1128E"/>
    <w:rsid w:val="00F14926"/>
    <w:rsid w:val="00F17B00"/>
    <w:rsid w:val="00F31CE0"/>
    <w:rsid w:val="00F41085"/>
    <w:rsid w:val="00F429E3"/>
    <w:rsid w:val="00F42D24"/>
    <w:rsid w:val="00F43223"/>
    <w:rsid w:val="00F529E3"/>
    <w:rsid w:val="00F56B2E"/>
    <w:rsid w:val="00F67447"/>
    <w:rsid w:val="00F76284"/>
    <w:rsid w:val="00F84724"/>
    <w:rsid w:val="00FA42D6"/>
    <w:rsid w:val="00FC376B"/>
    <w:rsid w:val="00FC644D"/>
    <w:rsid w:val="00FD08B9"/>
    <w:rsid w:val="00FD3DBD"/>
    <w:rsid w:val="00FF3E74"/>
    <w:rsid w:val="00FF62BE"/>
    <w:rsid w:val="00FF7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955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3D16CD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val="uk-UA" w:eastAsia="ru-RU"/>
    </w:rPr>
  </w:style>
  <w:style w:type="paragraph" w:styleId="Heading2">
    <w:name w:val="heading 2"/>
    <w:basedOn w:val="Normal"/>
    <w:link w:val="Heading2Char"/>
    <w:uiPriority w:val="99"/>
    <w:qFormat/>
    <w:locked/>
    <w:rsid w:val="002C6694"/>
    <w:pPr>
      <w:keepNext/>
      <w:keepLines/>
      <w:widowControl w:val="0"/>
      <w:suppressAutoHyphen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uk-UA" w:eastAsia="zh-C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D16CD"/>
    <w:rPr>
      <w:rFonts w:ascii="Cambria" w:hAnsi="Cambria" w:cs="Times New Roman"/>
      <w:b/>
      <w:bCs/>
      <w:color w:val="365F91"/>
      <w:sz w:val="28"/>
      <w:szCs w:val="28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C6694"/>
    <w:rPr>
      <w:rFonts w:ascii="Cambria" w:hAnsi="Cambria" w:cs="Times New Roman"/>
      <w:b/>
      <w:bCs/>
      <w:color w:val="4F81BD"/>
      <w:sz w:val="26"/>
      <w:szCs w:val="26"/>
      <w:lang w:val="uk-UA" w:eastAsia="zh-CN" w:bidi="hi-IN"/>
    </w:rPr>
  </w:style>
  <w:style w:type="paragraph" w:customStyle="1" w:styleId="a">
    <w:name w:val="Основний текст"/>
    <w:basedOn w:val="Normal"/>
    <w:uiPriority w:val="99"/>
    <w:rsid w:val="002C6694"/>
    <w:pPr>
      <w:widowControl w:val="0"/>
      <w:suppressAutoHyphens/>
      <w:spacing w:after="140" w:line="288" w:lineRule="auto"/>
    </w:pPr>
    <w:rPr>
      <w:rFonts w:ascii="Times New Roman" w:eastAsia="Times New Roman" w:hAnsi="Times New Roman" w:cs="Mangal"/>
      <w:sz w:val="28"/>
      <w:szCs w:val="24"/>
      <w:lang w:val="uk-UA" w:eastAsia="zh-CN" w:bidi="hi-IN"/>
    </w:rPr>
  </w:style>
  <w:style w:type="paragraph" w:customStyle="1" w:styleId="ShapkaDocumentu">
    <w:name w:val="Shapka Documentu"/>
    <w:basedOn w:val="Normal"/>
    <w:uiPriority w:val="99"/>
    <w:rsid w:val="002C6694"/>
    <w:pPr>
      <w:keepNext/>
      <w:keepLines/>
      <w:widowControl w:val="0"/>
      <w:suppressAutoHyphens/>
      <w:spacing w:after="240" w:line="240" w:lineRule="auto"/>
      <w:ind w:left="3969"/>
      <w:jc w:val="center"/>
    </w:pPr>
    <w:rPr>
      <w:rFonts w:ascii="Antiqua" w:eastAsia="Times New Roman" w:hAnsi="Antiqua" w:cs="Mangal"/>
      <w:sz w:val="26"/>
      <w:szCs w:val="24"/>
      <w:lang w:val="uk-UA" w:eastAsia="zh-CN" w:bidi="hi-IN"/>
    </w:rPr>
  </w:style>
  <w:style w:type="paragraph" w:styleId="BodyText">
    <w:name w:val="Body Text"/>
    <w:basedOn w:val="Normal"/>
    <w:link w:val="BodyTextChar"/>
    <w:uiPriority w:val="99"/>
    <w:rsid w:val="00BA0525"/>
    <w:pPr>
      <w:spacing w:after="0" w:line="240" w:lineRule="auto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A0525"/>
    <w:rPr>
      <w:rFonts w:ascii="Times New Roman" w:hAnsi="Times New Roman" w:cs="Times New Roman"/>
      <w:sz w:val="20"/>
      <w:szCs w:val="20"/>
      <w:lang w:val="uk-UA"/>
    </w:rPr>
  </w:style>
  <w:style w:type="paragraph" w:styleId="Header">
    <w:name w:val="header"/>
    <w:basedOn w:val="Normal"/>
    <w:link w:val="HeaderChar"/>
    <w:uiPriority w:val="99"/>
    <w:semiHidden/>
    <w:rsid w:val="0090686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06863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90686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06863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7.bin"/><Relationship Id="rId18" Type="http://schemas.openxmlformats.org/officeDocument/2006/relationships/oleObject" Target="embeddings/oleObject12.bin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5.bin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6.bin"/><Relationship Id="rId17" Type="http://schemas.openxmlformats.org/officeDocument/2006/relationships/oleObject" Target="embeddings/oleObject11.bin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10.bin"/><Relationship Id="rId20" Type="http://schemas.openxmlformats.org/officeDocument/2006/relationships/oleObject" Target="embeddings/oleObject14.bin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oleObject" Target="embeddings/oleObject5.bin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oleObject" Target="embeddings/oleObject9.bin"/><Relationship Id="rId23" Type="http://schemas.openxmlformats.org/officeDocument/2006/relationships/oleObject" Target="embeddings/oleObject17.bin"/><Relationship Id="rId10" Type="http://schemas.openxmlformats.org/officeDocument/2006/relationships/oleObject" Target="embeddings/oleObject4.bin"/><Relationship Id="rId19" Type="http://schemas.openxmlformats.org/officeDocument/2006/relationships/oleObject" Target="embeddings/oleObject13.bin"/><Relationship Id="rId4" Type="http://schemas.openxmlformats.org/officeDocument/2006/relationships/footnotes" Target="footnote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8.bin"/><Relationship Id="rId22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559</TotalTime>
  <Pages>34</Pages>
  <Words>6176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vitek</dc:creator>
  <cp:keywords/>
  <dc:description/>
  <cp:lastModifiedBy>User</cp:lastModifiedBy>
  <cp:revision>282</cp:revision>
  <dcterms:created xsi:type="dcterms:W3CDTF">2013-01-08T09:15:00Z</dcterms:created>
  <dcterms:modified xsi:type="dcterms:W3CDTF">2016-02-04T11:08:00Z</dcterms:modified>
</cp:coreProperties>
</file>